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  <w:bookmarkStart w:id="0" w:name="_GoBack"/>
            <w:bookmarkEnd w:id="0"/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>MVM Partner Zrt.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Szentendrei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4C0C1B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„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“)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Zrt.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„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“)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CA0FFC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9619F8">
              <w:rPr>
                <w:rFonts w:ascii="Arial" w:hAnsi="Arial" w:cs="Arial"/>
                <w:sz w:val="20"/>
                <w:szCs w:val="20"/>
              </w:rPr>
              <w:t>2020</w:t>
            </w:r>
            <w:r w:rsidR="00345221" w:rsidRPr="0036380C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4C0C1B">
              <w:rPr>
                <w:rFonts w:ascii="Arial" w:hAnsi="Arial" w:cs="Arial"/>
                <w:sz w:val="20"/>
                <w:szCs w:val="20"/>
              </w:rPr>
              <w:t>szeptember</w:t>
            </w:r>
            <w:proofErr w:type="spellEnd"/>
            <w:r w:rsidR="00345221" w:rsidRPr="003638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C1B">
              <w:rPr>
                <w:rFonts w:ascii="Arial" w:hAnsi="Arial" w:cs="Arial"/>
                <w:sz w:val="20"/>
                <w:szCs w:val="20"/>
              </w:rPr>
              <w:t>2</w:t>
            </w:r>
            <w:r w:rsidR="00345221" w:rsidRPr="0036380C">
              <w:rPr>
                <w:rFonts w:ascii="Arial" w:hAnsi="Arial" w:cs="Arial"/>
                <w:sz w:val="20"/>
                <w:szCs w:val="20"/>
              </w:rPr>
              <w:t>-</w:t>
            </w:r>
            <w:r w:rsidR="008F028C">
              <w:rPr>
                <w:rFonts w:ascii="Arial" w:hAnsi="Arial" w:cs="Arial"/>
                <w:sz w:val="20"/>
                <w:szCs w:val="20"/>
              </w:rPr>
              <w:t>á</w:t>
            </w:r>
            <w:r w:rsidRPr="0036380C">
              <w:rPr>
                <w:rFonts w:ascii="Arial" w:hAnsi="Arial" w:cs="Arial"/>
                <w:sz w:val="20"/>
                <w:szCs w:val="20"/>
                <w:lang w:val="de-DE"/>
              </w:rPr>
              <w:t>n</w:t>
            </w:r>
            <w:r w:rsidRPr="00CA0FFC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A0FFC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mint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Ft-ot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forintot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első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írásos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felszólítására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tekintet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nélkül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akár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Ajánlattevő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akár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Bank,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akár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más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fél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bárminemű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kifogására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amennyiben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kijelentik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hogy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követelt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összeg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Önöket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alábbi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feltételek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valamelyike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szerint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megilleti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0331C7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Ajánlattevő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Eredményhirdetéstől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számított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5. (</w:t>
            </w:r>
            <w:proofErr w:type="spellStart"/>
            <w:proofErr w:type="gramStart"/>
            <w:r w:rsidRPr="00612A48">
              <w:rPr>
                <w:rFonts w:ascii="Arial" w:hAnsi="Arial"/>
                <w:sz w:val="20"/>
                <w:lang w:val="en-US"/>
              </w:rPr>
              <w:t>ötödik</w:t>
            </w:r>
            <w:proofErr w:type="spellEnd"/>
            <w:proofErr w:type="gramEnd"/>
            <w:r w:rsidRPr="00612A48">
              <w:rPr>
                <w:rFonts w:ascii="Arial" w:hAnsi="Arial"/>
                <w:sz w:val="20"/>
                <w:lang w:val="en-US"/>
              </w:rPr>
              <w:t xml:space="preserve">)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munkanapig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(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beleértve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5.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napot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is)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kézhez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vette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Ajánlatkérő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által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elkészített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Egyedi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Szerződést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, de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elmulasztotta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vagy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elutasította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Egyedi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Szerződés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aláírását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Ajánlattételi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Felhívásban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meghatározott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időszakon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belül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12A48">
              <w:rPr>
                <w:rFonts w:ascii="Arial" w:hAnsi="Arial" w:cs="Arial"/>
                <w:sz w:val="20"/>
                <w:lang w:val="en-US"/>
              </w:rPr>
              <w:t xml:space="preserve">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nyertes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Ajánlattevő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Eredményhirdetést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követő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8 (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nyolc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munkanapon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belül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beleértve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gramStart"/>
            <w:r w:rsidRPr="00612A48">
              <w:rPr>
                <w:rFonts w:ascii="Arial" w:hAnsi="Arial" w:cs="Arial"/>
                <w:sz w:val="20"/>
                <w:lang w:val="en-US"/>
              </w:rPr>
              <w:t>a</w:t>
            </w:r>
            <w:proofErr w:type="gram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8.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napot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is)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nem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adta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át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Ajánlatkérőnek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Teljesítési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Biztosítékot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Azonosítás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céljából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fizetési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felhívásnak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és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megerősítésnek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számlavezető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bankján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keresztül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kell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beérkeznie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amely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igazolja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hogy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okmányokon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szereplő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aláírások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jogilag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kötelező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érvényűek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E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garancia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részben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vagy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egészben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átutalással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érvényesíthető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hozzánk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írásban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benyújtott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megfelelő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tartalmú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követelésük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beérkezését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követő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3 (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három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banki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napon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belül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4C0C1B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Jelen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garancia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kibocsátása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napjától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legkésőbb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Eredményhirdetés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napját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követő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12. (</w:t>
            </w:r>
            <w:proofErr w:type="spellStart"/>
            <w:proofErr w:type="gramStart"/>
            <w:r w:rsidRPr="00612A48">
              <w:rPr>
                <w:rFonts w:ascii="Arial" w:hAnsi="Arial"/>
                <w:sz w:val="20"/>
                <w:lang w:val="en-US"/>
              </w:rPr>
              <w:t>tizenkettedik</w:t>
            </w:r>
            <w:proofErr w:type="spellEnd"/>
            <w:proofErr w:type="gramEnd"/>
            <w:r w:rsidRPr="00612A48">
              <w:rPr>
                <w:rFonts w:ascii="Arial" w:hAnsi="Arial"/>
                <w:sz w:val="20"/>
                <w:lang w:val="en-US"/>
              </w:rPr>
              <w:t xml:space="preserve">)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munkanapig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(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beleértve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a 12.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napot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is), </w:t>
            </w:r>
            <w:proofErr w:type="spellStart"/>
            <w:r w:rsidRPr="00073C74">
              <w:rPr>
                <w:rFonts w:ascii="Arial" w:hAnsi="Arial"/>
                <w:sz w:val="20"/>
                <w:lang w:val="en-US"/>
              </w:rPr>
              <w:t>azaz</w:t>
            </w:r>
            <w:proofErr w:type="spellEnd"/>
            <w:r w:rsidRPr="00073C74">
              <w:rPr>
                <w:rFonts w:ascii="Arial" w:hAnsi="Arial"/>
                <w:sz w:val="20"/>
                <w:lang w:val="en-US"/>
              </w:rPr>
              <w:t xml:space="preserve"> </w:t>
            </w:r>
            <w:r w:rsidR="005B35E5">
              <w:rPr>
                <w:rFonts w:ascii="Arial" w:hAnsi="Arial" w:cs="Arial"/>
                <w:b/>
                <w:sz w:val="20"/>
                <w:szCs w:val="20"/>
                <w:lang w:val="hu-HU"/>
              </w:rPr>
              <w:t>2020</w:t>
            </w:r>
            <w:r w:rsidR="002F47CF" w:rsidRPr="0036380C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. </w:t>
            </w:r>
            <w:r w:rsidR="004C0C1B">
              <w:rPr>
                <w:rFonts w:ascii="Arial" w:hAnsi="Arial" w:cs="Arial"/>
                <w:b/>
                <w:sz w:val="20"/>
                <w:szCs w:val="20"/>
                <w:lang w:val="hu-HU"/>
              </w:rPr>
              <w:t>szeptember</w:t>
            </w:r>
            <w:r w:rsidR="001A40B7" w:rsidRPr="0036380C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5B35E5">
              <w:rPr>
                <w:rFonts w:ascii="Arial" w:hAnsi="Arial" w:cs="Arial"/>
                <w:b/>
                <w:sz w:val="20"/>
                <w:szCs w:val="20"/>
                <w:lang w:val="hu-HU"/>
              </w:rPr>
              <w:t>2</w:t>
            </w:r>
            <w:r w:rsidR="004C0C1B">
              <w:rPr>
                <w:rFonts w:ascii="Arial" w:hAnsi="Arial" w:cs="Arial"/>
                <w:b/>
                <w:sz w:val="20"/>
                <w:szCs w:val="20"/>
                <w:lang w:val="hu-HU"/>
              </w:rPr>
              <w:t>2</w:t>
            </w:r>
            <w:r w:rsidR="001115FD" w:rsidRPr="0036380C">
              <w:rPr>
                <w:rFonts w:ascii="Arial" w:hAnsi="Arial" w:cs="Arial"/>
                <w:b/>
                <w:sz w:val="20"/>
                <w:szCs w:val="20"/>
                <w:lang w:val="hu-HU"/>
              </w:rPr>
              <w:t>-</w:t>
            </w:r>
            <w:proofErr w:type="spellStart"/>
            <w:r w:rsidRPr="0036380C">
              <w:rPr>
                <w:rFonts w:ascii="Arial" w:hAnsi="Arial" w:cs="Arial"/>
                <w:b/>
                <w:sz w:val="20"/>
                <w:lang w:val="en-US"/>
              </w:rPr>
              <w:t>ig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marad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érvényben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és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fentiekhez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kapcsolódó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bármilyen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követelésnek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fent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jelzett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dátumig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Bankhoz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be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kell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érkeznie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DB6" w:rsidRDefault="003A3DB6">
      <w:r>
        <w:separator/>
      </w:r>
    </w:p>
  </w:endnote>
  <w:endnote w:type="continuationSeparator" w:id="0">
    <w:p w:rsidR="003A3DB6" w:rsidRDefault="003A3DB6">
      <w:r>
        <w:continuationSeparator/>
      </w:r>
    </w:p>
  </w:endnote>
  <w:endnote w:type="continuationNotice" w:id="1">
    <w:p w:rsidR="003A3DB6" w:rsidRDefault="003A3DB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F01C11" w:rsidRPr="00F01C11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DB6" w:rsidRDefault="003A3DB6">
      <w:r>
        <w:separator/>
      </w:r>
    </w:p>
  </w:footnote>
  <w:footnote w:type="continuationSeparator" w:id="0">
    <w:p w:rsidR="003A3DB6" w:rsidRDefault="003A3DB6">
      <w:r>
        <w:continuationSeparator/>
      </w:r>
    </w:p>
  </w:footnote>
  <w:footnote w:type="continuationNotice" w:id="1">
    <w:p w:rsidR="003A3DB6" w:rsidRDefault="003A3DB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73C74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15FD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348"/>
    <w:rsid w:val="001848DB"/>
    <w:rsid w:val="00184D2E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0B7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47CF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5221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80C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85F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4572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C1B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16BF0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35E5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6C6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028C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9F8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3755D"/>
    <w:rsid w:val="00A41C54"/>
    <w:rsid w:val="00A41FC2"/>
    <w:rsid w:val="00A424B3"/>
    <w:rsid w:val="00A448D0"/>
    <w:rsid w:val="00A4664A"/>
    <w:rsid w:val="00A476A0"/>
    <w:rsid w:val="00A5072B"/>
    <w:rsid w:val="00A51CB8"/>
    <w:rsid w:val="00A5578B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28F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887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0FFC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2A8E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47F6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13C9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1C11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966A1BC6-7CA2-4A18-A7BB-21419A63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645F0-8A9A-4D00-ACA4-D8FB56EE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</TotalTime>
  <Pages>1</Pages>
  <Words>245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2</cp:revision>
  <cp:lastPrinted>2017-08-08T10:21:00Z</cp:lastPrinted>
  <dcterms:created xsi:type="dcterms:W3CDTF">2020-08-04T16:18:00Z</dcterms:created>
  <dcterms:modified xsi:type="dcterms:W3CDTF">2020-08-04T16:18:00Z</dcterms:modified>
</cp:coreProperties>
</file>