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Szentendrei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40485F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“)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345221" w:rsidRPr="00184348">
              <w:rPr>
                <w:rFonts w:ascii="Arial" w:hAnsi="Arial" w:cs="Arial"/>
                <w:sz w:val="20"/>
                <w:szCs w:val="20"/>
              </w:rPr>
              <w:t xml:space="preserve">2018. </w:t>
            </w:r>
            <w:proofErr w:type="spellStart"/>
            <w:r w:rsidR="0040485F" w:rsidRPr="00184348">
              <w:rPr>
                <w:rFonts w:ascii="Arial" w:hAnsi="Arial" w:cs="Arial"/>
                <w:sz w:val="20"/>
                <w:szCs w:val="20"/>
              </w:rPr>
              <w:t>március</w:t>
            </w:r>
            <w:proofErr w:type="spellEnd"/>
            <w:r w:rsidR="00345221" w:rsidRPr="001843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85F" w:rsidRPr="00184348">
              <w:rPr>
                <w:rFonts w:ascii="Arial" w:hAnsi="Arial" w:cs="Arial"/>
                <w:sz w:val="20"/>
                <w:szCs w:val="20"/>
              </w:rPr>
              <w:t>7</w:t>
            </w:r>
            <w:r w:rsidR="00345221" w:rsidRPr="00184348">
              <w:rPr>
                <w:rFonts w:ascii="Arial" w:hAnsi="Arial" w:cs="Arial"/>
                <w:sz w:val="20"/>
                <w:szCs w:val="20"/>
              </w:rPr>
              <w:t>-é</w:t>
            </w:r>
            <w:r w:rsidRPr="00184348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Ft-ot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forintot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első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írásos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felszólítására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tekintet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nélkül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Ajánlattevő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Bank,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fél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bárminemű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kifogására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amennyiben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kijelentik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összeg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alábbi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feltételek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valamelyike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szerint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megilleti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0331C7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Eredményhirdetéstől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számított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ötödik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kézhez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vette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Ajánlatkérő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által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elkészített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, de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elmulasztotta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vagy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elutasította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aláírását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Ajánlattételi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Felhívásban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meghatározott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időszakon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 w:cs="Arial"/>
                <w:sz w:val="20"/>
                <w:lang w:val="en-US"/>
              </w:rPr>
              <w:t xml:space="preserve">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nyertes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Eredményhirdetést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nyolc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munkanapon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gramStart"/>
            <w:r w:rsidRPr="00612A48">
              <w:rPr>
                <w:rFonts w:ascii="Arial" w:hAnsi="Arial" w:cs="Arial"/>
                <w:sz w:val="20"/>
                <w:lang w:val="en-US"/>
              </w:rPr>
              <w:t>a</w:t>
            </w:r>
            <w:proofErr w:type="gram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8.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nem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adta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át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Ajánlatkérőnek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Teljesítési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Biztosítékot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Azonosítás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céljából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fizetési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felhívásnak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megerősítésnek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számlavezető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bankján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keresztül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kell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beérkeznie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amely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igazolja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okmányokon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szereplő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aláírások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jogilag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kötelező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érvényűek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E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garancia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részben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egészben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átutalással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érvényesíthető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hozzánk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írásban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benyújtott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megfelelő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tartalmú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követelésük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beérkezését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3 (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három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banki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napon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belül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CC2A8E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Jelen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garancia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kibocsátása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napjától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legkésőbb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12.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tizenkettedik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12.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is),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bookmarkStart w:id="0" w:name="_GoBack"/>
            <w:bookmarkEnd w:id="0"/>
            <w:r w:rsidR="0040485F" w:rsidRPr="00184348">
              <w:rPr>
                <w:rFonts w:ascii="Arial" w:hAnsi="Arial" w:cs="Arial"/>
                <w:b/>
                <w:sz w:val="20"/>
                <w:szCs w:val="20"/>
                <w:lang w:val="hu-HU"/>
              </w:rPr>
              <w:t>2018. március 28</w:t>
            </w:r>
            <w:r w:rsidRPr="00184348">
              <w:rPr>
                <w:rFonts w:ascii="Arial" w:hAnsi="Arial" w:cs="Arial"/>
                <w:b/>
                <w:sz w:val="20"/>
                <w:lang w:val="en-US"/>
              </w:rPr>
              <w:t>-</w:t>
            </w:r>
            <w:proofErr w:type="spellStart"/>
            <w:r w:rsidRPr="00184348">
              <w:rPr>
                <w:rFonts w:ascii="Arial" w:hAnsi="Arial" w:cs="Arial"/>
                <w:b/>
                <w:sz w:val="20"/>
                <w:lang w:val="en-US"/>
              </w:rPr>
              <w:t>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marad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érvényben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fentiekhez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kapcsolódó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bármilyen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követelésnek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jelzett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dátumig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Bankhoz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be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kell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érkeznie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B6" w:rsidRDefault="003A3DB6">
      <w:r>
        <w:separator/>
      </w:r>
    </w:p>
  </w:endnote>
  <w:endnote w:type="continuationSeparator" w:id="0">
    <w:p w:rsidR="003A3DB6" w:rsidRDefault="003A3DB6">
      <w:r>
        <w:continuationSeparator/>
      </w:r>
    </w:p>
  </w:endnote>
  <w:endnote w:type="continuationNotice" w:id="1">
    <w:p w:rsidR="003A3DB6" w:rsidRDefault="003A3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184348" w:rsidRPr="00184348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B6" w:rsidRDefault="003A3DB6">
      <w:r>
        <w:separator/>
      </w:r>
    </w:p>
  </w:footnote>
  <w:footnote w:type="continuationSeparator" w:id="0">
    <w:p w:rsidR="003A3DB6" w:rsidRDefault="003A3DB6">
      <w:r>
        <w:continuationSeparator/>
      </w:r>
    </w:p>
  </w:footnote>
  <w:footnote w:type="continuationNotice" w:id="1">
    <w:p w:rsidR="003A3DB6" w:rsidRDefault="003A3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348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5221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85F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6C6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28F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2A8E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73E8F-7285-43F0-8018-2835B7D9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7</TotalTime>
  <Pages>1</Pages>
  <Words>249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11</cp:revision>
  <cp:lastPrinted>2017-08-08T10:21:00Z</cp:lastPrinted>
  <dcterms:created xsi:type="dcterms:W3CDTF">2017-08-09T13:48:00Z</dcterms:created>
  <dcterms:modified xsi:type="dcterms:W3CDTF">2018-02-08T10:29:00Z</dcterms:modified>
</cp:coreProperties>
</file>