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Teljesítési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Biztosíték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Bankgarancia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>) nyilatkozat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B34F98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általunk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kapott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tájékoztatás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szerint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korábban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villamos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energia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adásvételére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vonatkozóan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keretszerződést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kötöttek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mint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si</w:t>
            </w:r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ker</w:t>
            </w:r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esen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licitált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által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2023</w:t>
            </w:r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 xml:space="preserve">.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március</w:t>
            </w:r>
            <w:proofErr w:type="spellEnd"/>
            <w:r w:rsidR="003E492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8</w:t>
            </w:r>
            <w:bookmarkStart w:id="0" w:name="_GoBack"/>
            <w:bookmarkEnd w:id="0"/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napján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megtartott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Elnyert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Termékek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vonatkozásában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Egyedi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kötésére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kötelezett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. 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Szerződésben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foglalt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kötelezettségeinek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teljesítése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bankgarancia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nyújtásával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kerül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biztosításra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] (a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")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megbízása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mint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garantőr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lemondva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alapjogviszonyból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eredő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ellentmondási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felszólamlási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jogunkról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visszavonhatatlan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vállalunk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megfizetünk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több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4309FB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első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írásos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felszólítására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kijelentik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Keretszerződés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Egyedi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kötelezettségének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tett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eleget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munkanapon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Jelen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</w:t>
            </w:r>
            <w:proofErr w:type="spellStart"/>
            <w:r w:rsidR="00AA571D">
              <w:rPr>
                <w:rFonts w:ascii="Arial" w:hAnsi="Arial" w:cs="Arial"/>
                <w:sz w:val="20"/>
              </w:rPr>
              <w:t>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érvényes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e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BC7400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lejárat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napjáig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számára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érvényesített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Tudomásunk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van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Önökkel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szemben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vállalt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feltöltse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garanciát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eredeti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megtéríti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a Bank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kötelezettségvállalásának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megelőző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növekszik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Bank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ilyen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növekedéséről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annak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elmaradásáról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visszaállása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vonatkozó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értesítésünk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általi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kézhezvételétől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hatályos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B34F98" w:rsidRPr="00B34F98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Pr="000412E5" w:rsidRDefault="00956699" w:rsidP="000412E5">
    <w:pPr>
      <w:pStyle w:val="lfej"/>
      <w:spacing w:before="0" w:after="480"/>
      <w:jc w:val="right"/>
      <w:rPr>
        <w:rFonts w:ascii="Arial" w:hAnsi="Arial" w:cs="Arial"/>
        <w:sz w:val="44"/>
        <w:szCs w:val="44"/>
      </w:rPr>
    </w:pPr>
    <w:r w:rsidRPr="000412E5">
      <w:rPr>
        <w:rFonts w:ascii="Arial" w:hAnsi="Arial" w:cs="Arial"/>
        <w:noProof/>
        <w:sz w:val="44"/>
        <w:szCs w:val="44"/>
        <w:lang w:val="hu-HU" w:eastAsia="hu-HU"/>
      </w:rPr>
      <w:drawing>
        <wp:anchor distT="0" distB="0" distL="114300" distR="114300" simplePos="0" relativeHeight="251659264" behindDoc="0" locked="0" layoutInCell="1" allowOverlap="1" wp14:anchorId="11C625CF" wp14:editId="79A532E3">
          <wp:simplePos x="0" y="0"/>
          <wp:positionH relativeFrom="margin">
            <wp:posOffset>4333063</wp:posOffset>
          </wp:positionH>
          <wp:positionV relativeFrom="page">
            <wp:posOffset>347779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II.2.A.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2E5"/>
    <w:rsid w:val="00041EFB"/>
    <w:rsid w:val="00042291"/>
    <w:rsid w:val="00046A2B"/>
    <w:rsid w:val="00050586"/>
    <w:rsid w:val="000511AA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310D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2DAA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492D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9FB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5DE0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6699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B8A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338C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2699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98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C7400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569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0E11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94B77E68-C99E-4BB6-91D3-3C006B44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AA5A5-6223-414A-92A5-1BDA7E831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2</TotalTime>
  <Pages>1</Pages>
  <Words>301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Szűcsné Molnár Beáta</cp:lastModifiedBy>
  <cp:revision>8</cp:revision>
  <cp:lastPrinted>2017-08-09T14:31:00Z</cp:lastPrinted>
  <dcterms:created xsi:type="dcterms:W3CDTF">2022-02-17T10:07:00Z</dcterms:created>
  <dcterms:modified xsi:type="dcterms:W3CDTF">2023-01-13T09:42:00Z</dcterms:modified>
</cp:coreProperties>
</file>