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7306AA">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7306AA">
              <w:rPr>
                <w:rFonts w:ascii="Arial" w:hAnsi="Arial" w:cs="Arial"/>
                <w:sz w:val="20"/>
                <w:szCs w:val="20"/>
                <w:lang w:val="en-GB"/>
              </w:rPr>
              <w:t>22 November 2023</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8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7306AA">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7306AA">
              <w:rPr>
                <w:rFonts w:ascii="Arial" w:hAnsi="Arial" w:cs="Arial"/>
                <w:sz w:val="20"/>
                <w:szCs w:val="20"/>
                <w:lang w:val="en-US"/>
              </w:rPr>
              <w:t>12 December 2023</w:t>
            </w:r>
            <w:bookmarkStart w:id="0" w:name="_GoBack"/>
            <w:bookmarkEnd w:id="0"/>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7306AA" w:rsidRPr="007306AA">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2"/>
  </w:num>
  <w:num w:numId="4">
    <w:abstractNumId w:val="16"/>
  </w:num>
  <w:num w:numId="5">
    <w:abstractNumId w:val="8"/>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6"/>
  </w:num>
  <w:num w:numId="13">
    <w:abstractNumId w:val="2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20"/>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num>
  <w:num w:numId="111">
    <w:abstractNumId w:val="12"/>
  </w:num>
  <w:num w:numId="112">
    <w:abstractNumId w:val="12"/>
  </w:num>
  <w:num w:numId="113">
    <w:abstractNumId w:val="12"/>
  </w:num>
  <w:num w:numId="114">
    <w:abstractNumId w:val="12"/>
  </w:num>
  <w:num w:numId="115">
    <w:abstractNumId w:val="12"/>
  </w:num>
  <w:num w:numId="116">
    <w:abstractNumId w:val="12"/>
  </w:num>
  <w:num w:numId="117">
    <w:abstractNumId w:val="12"/>
  </w:num>
  <w:num w:numId="118">
    <w:abstractNumId w:val="12"/>
  </w:num>
  <w:num w:numId="119">
    <w:abstractNumId w:val="16"/>
  </w:num>
  <w:num w:numId="120">
    <w:abstractNumId w:val="16"/>
  </w:num>
  <w:num w:numId="121">
    <w:abstractNumId w:val="12"/>
  </w:num>
  <w:num w:numId="122">
    <w:abstractNumId w:val="12"/>
  </w:num>
  <w:num w:numId="123">
    <w:abstractNumId w:val="12"/>
  </w:num>
  <w:num w:numId="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
  </w:num>
  <w:num w:numId="126">
    <w:abstractNumId w:val="12"/>
  </w:num>
  <w:num w:numId="127">
    <w:abstractNumId w:val="12"/>
  </w:num>
  <w:num w:numId="128">
    <w:abstractNumId w:val="12"/>
  </w:num>
  <w:num w:numId="129">
    <w:abstractNumId w:val="12"/>
  </w:num>
  <w:num w:numId="130">
    <w:abstractNumId w:val="12"/>
  </w:num>
  <w:num w:numId="131">
    <w:abstractNumId w:val="12"/>
  </w:num>
  <w:num w:numId="132">
    <w:abstractNumId w:val="12"/>
  </w:num>
  <w:num w:numId="133">
    <w:abstractNumId w:val="12"/>
  </w:num>
  <w:num w:numId="134">
    <w:abstractNumId w:val="12"/>
  </w:num>
  <w:num w:numId="135">
    <w:abstractNumId w:val="12"/>
  </w:num>
  <w:num w:numId="136">
    <w:abstractNumId w:val="12"/>
  </w:num>
  <w:num w:numId="137">
    <w:abstractNumId w:val="12"/>
  </w:num>
  <w:num w:numId="138">
    <w:abstractNumId w:val="12"/>
  </w:num>
  <w:num w:numId="139">
    <w:abstractNumId w:val="12"/>
  </w:num>
  <w:num w:numId="140">
    <w:abstractNumId w:val="12"/>
  </w:num>
  <w:num w:numId="141">
    <w:abstractNumId w:val="12"/>
  </w:num>
  <w:num w:numId="142">
    <w:abstractNumId w:val="12"/>
  </w:num>
  <w:num w:numId="143">
    <w:abstractNumId w:val="12"/>
  </w:num>
  <w:num w:numId="144">
    <w:abstractNumId w:val="12"/>
  </w:num>
  <w:num w:numId="145">
    <w:abstractNumId w:val="12"/>
  </w:num>
  <w:num w:numId="146">
    <w:abstractNumId w:val="12"/>
  </w:num>
  <w:num w:numId="147">
    <w:abstractNumId w:val="12"/>
  </w:num>
  <w:num w:numId="148">
    <w:abstractNumId w:val="12"/>
  </w:num>
  <w:num w:numId="149">
    <w:abstractNumId w:val="12"/>
  </w:num>
  <w:num w:numId="150">
    <w:abstractNumId w:val="12"/>
  </w:num>
  <w:num w:numId="151">
    <w:abstractNumId w:val="12"/>
  </w:num>
  <w:num w:numId="152">
    <w:abstractNumId w:val="12"/>
  </w:num>
  <w:num w:numId="153">
    <w:abstractNumId w:val="12"/>
  </w:num>
  <w:num w:numId="154">
    <w:abstractNumId w:val="12"/>
  </w:num>
  <w:num w:numId="155">
    <w:abstractNumId w:val="12"/>
  </w:num>
  <w:num w:numId="156">
    <w:abstractNumId w:val="12"/>
  </w:num>
  <w:num w:numId="157">
    <w:abstractNumId w:val="12"/>
  </w:num>
  <w:num w:numId="158">
    <w:abstractNumId w:val="12"/>
  </w:num>
  <w:num w:numId="159">
    <w:abstractNumId w:val="21"/>
  </w:num>
  <w:num w:numId="160">
    <w:abstractNumId w:val="0"/>
  </w:num>
  <w:num w:numId="161">
    <w:abstractNumId w:val="14"/>
  </w:num>
  <w:num w:numId="162">
    <w:abstractNumId w:val="11"/>
  </w:num>
  <w:num w:numId="1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
  </w:num>
  <w:num w:numId="165">
    <w:abstractNumId w:val="12"/>
  </w:num>
  <w:num w:numId="166">
    <w:abstractNumId w:val="12"/>
  </w:num>
  <w:num w:numId="1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6"/>
  </w:num>
  <w:num w:numId="170">
    <w:abstractNumId w:val="17"/>
  </w:num>
  <w:num w:numId="171">
    <w:abstractNumId w:val="16"/>
  </w:num>
  <w:num w:numId="172">
    <w:abstractNumId w:val="12"/>
  </w:num>
  <w:num w:numId="173">
    <w:abstractNumId w:val="16"/>
  </w:num>
  <w:num w:numId="174">
    <w:abstractNumId w:val="16"/>
  </w:num>
  <w:num w:numId="175">
    <w:abstractNumId w:val="16"/>
  </w:num>
  <w:num w:numId="176">
    <w:abstractNumId w:val="16"/>
  </w:num>
  <w:num w:numId="177">
    <w:abstractNumId w:val="16"/>
  </w:num>
  <w:num w:numId="178">
    <w:abstractNumId w:val="12"/>
  </w:num>
  <w:num w:numId="179">
    <w:abstractNumId w:val="16"/>
  </w:num>
  <w:num w:numId="180">
    <w:abstractNumId w:val="16"/>
  </w:num>
  <w:num w:numId="181">
    <w:abstractNumId w:val="16"/>
  </w:num>
  <w:num w:numId="182">
    <w:abstractNumId w:val="16"/>
  </w:num>
  <w:num w:numId="183">
    <w:abstractNumId w:val="16"/>
  </w:num>
  <w:num w:numId="184">
    <w:abstractNumId w:val="16"/>
  </w:num>
  <w:num w:numId="185">
    <w:abstractNumId w:val="16"/>
  </w:num>
  <w:num w:numId="186">
    <w:abstractNumId w:val="16"/>
  </w:num>
  <w:num w:numId="187">
    <w:abstractNumId w:val="12"/>
  </w:num>
  <w:num w:numId="188">
    <w:abstractNumId w:val="16"/>
  </w:num>
  <w:num w:numId="189">
    <w:abstractNumId w:val="12"/>
  </w:num>
  <w:num w:numId="190">
    <w:abstractNumId w:val="12"/>
  </w:num>
  <w:num w:numId="191">
    <w:abstractNumId w:val="12"/>
  </w:num>
  <w:num w:numId="192">
    <w:abstractNumId w:val="12"/>
  </w:num>
  <w:num w:numId="193">
    <w:abstractNumId w:val="16"/>
  </w:num>
  <w:num w:numId="194">
    <w:abstractNumId w:val="16"/>
  </w:num>
  <w:num w:numId="195">
    <w:abstractNumId w:val="16"/>
  </w:num>
  <w:num w:numId="196">
    <w:abstractNumId w:val="16"/>
  </w:num>
  <w:num w:numId="197">
    <w:abstractNumId w:val="12"/>
  </w:num>
  <w:num w:numId="198">
    <w:abstractNumId w:val="12"/>
  </w:num>
  <w:num w:numId="199">
    <w:abstractNumId w:val="16"/>
  </w:num>
  <w:num w:numId="200">
    <w:abstractNumId w:val="16"/>
  </w:num>
  <w:num w:numId="201">
    <w:abstractNumId w:val="16"/>
  </w:num>
  <w:num w:numId="202">
    <w:abstractNumId w:val="16"/>
  </w:num>
  <w:num w:numId="203">
    <w:abstractNumId w:val="16"/>
  </w:num>
  <w:num w:numId="204">
    <w:abstractNumId w:val="16"/>
  </w:num>
  <w:num w:numId="205">
    <w:abstractNumId w:val="16"/>
  </w:num>
  <w:num w:numId="206">
    <w:abstractNumId w:val="16"/>
  </w:num>
  <w:num w:numId="207">
    <w:abstractNumId w:val="16"/>
  </w:num>
  <w:num w:numId="208">
    <w:abstractNumId w:val="16"/>
  </w:num>
  <w:num w:numId="209">
    <w:abstractNumId w:val="16"/>
  </w:num>
  <w:num w:numId="210">
    <w:abstractNumId w:val="16"/>
  </w:num>
  <w:num w:numId="211">
    <w:abstractNumId w:val="16"/>
  </w:num>
  <w:num w:numId="212">
    <w:abstractNumId w:val="16"/>
  </w:num>
  <w:num w:numId="213">
    <w:abstractNumId w:val="16"/>
  </w:num>
  <w:num w:numId="214">
    <w:abstractNumId w:val="16"/>
  </w:num>
  <w:num w:numId="215">
    <w:abstractNumId w:val="16"/>
  </w:num>
  <w:num w:numId="216">
    <w:abstractNumId w:val="16"/>
  </w:num>
  <w:num w:numId="217">
    <w:abstractNumId w:val="16"/>
  </w:num>
  <w:num w:numId="218">
    <w:abstractNumId w:val="16"/>
  </w:num>
  <w:num w:numId="219">
    <w:abstractNumId w:val="16"/>
  </w:num>
  <w:num w:numId="220">
    <w:abstractNumId w:val="16"/>
  </w:num>
  <w:num w:numId="221">
    <w:abstractNumId w:val="16"/>
  </w:num>
  <w:num w:numId="222">
    <w:abstractNumId w:val="16"/>
  </w:num>
  <w:num w:numId="223">
    <w:abstractNumId w:val="16"/>
  </w:num>
  <w:num w:numId="224">
    <w:abstractNumId w:val="16"/>
  </w:num>
  <w:num w:numId="225">
    <w:abstractNumId w:val="12"/>
  </w:num>
  <w:num w:numId="226">
    <w:abstractNumId w:val="12"/>
  </w:num>
  <w:num w:numId="227">
    <w:abstractNumId w:val="12"/>
  </w:num>
  <w:num w:numId="228">
    <w:abstractNumId w:val="16"/>
  </w:num>
  <w:num w:numId="229">
    <w:abstractNumId w:val="16"/>
  </w:num>
  <w:num w:numId="230">
    <w:abstractNumId w:val="16"/>
  </w:num>
  <w:num w:numId="231">
    <w:abstractNumId w:val="16"/>
  </w:num>
  <w:num w:numId="232">
    <w:abstractNumId w:val="12"/>
  </w:num>
  <w:num w:numId="233">
    <w:abstractNumId w:val="16"/>
  </w:num>
  <w:num w:numId="234">
    <w:abstractNumId w:val="12"/>
  </w:num>
  <w:num w:numId="235">
    <w:abstractNumId w:val="12"/>
  </w:num>
  <w:num w:numId="236">
    <w:abstractNumId w:val="16"/>
  </w:num>
  <w:num w:numId="237">
    <w:abstractNumId w:val="16"/>
  </w:num>
  <w:num w:numId="238">
    <w:abstractNumId w:val="16"/>
  </w:num>
  <w:num w:numId="239">
    <w:abstractNumId w:val="12"/>
  </w:num>
  <w:num w:numId="240">
    <w:abstractNumId w:val="16"/>
  </w:num>
  <w:num w:numId="241">
    <w:abstractNumId w:val="16"/>
  </w:num>
  <w:num w:numId="242">
    <w:abstractNumId w:val="16"/>
  </w:num>
  <w:num w:numId="243">
    <w:abstractNumId w:val="16"/>
  </w:num>
  <w:num w:numId="244">
    <w:abstractNumId w:val="16"/>
  </w:num>
  <w:num w:numId="245">
    <w:abstractNumId w:val="16"/>
  </w:num>
  <w:num w:numId="246">
    <w:abstractNumId w:val="16"/>
  </w:num>
  <w:num w:numId="247">
    <w:abstractNumId w:val="16"/>
  </w:num>
  <w:num w:numId="248">
    <w:abstractNumId w:val="1"/>
  </w:num>
  <w:num w:numId="249">
    <w:abstractNumId w:val="16"/>
  </w:num>
  <w:num w:numId="250">
    <w:abstractNumId w:val="16"/>
  </w:num>
  <w:num w:numId="251">
    <w:abstractNumId w:val="16"/>
  </w:num>
  <w:num w:numId="252">
    <w:abstractNumId w:val="12"/>
  </w:num>
  <w:num w:numId="253">
    <w:abstractNumId w:val="16"/>
  </w:num>
  <w:num w:numId="254">
    <w:abstractNumId w:val="16"/>
  </w:num>
  <w:num w:numId="255">
    <w:abstractNumId w:val="16"/>
  </w:num>
  <w:num w:numId="256">
    <w:abstractNumId w:val="16"/>
  </w:num>
  <w:num w:numId="257">
    <w:abstractNumId w:val="16"/>
  </w:num>
  <w:num w:numId="258">
    <w:abstractNumId w:val="16"/>
  </w:num>
  <w:num w:numId="259">
    <w:abstractNumId w:val="12"/>
  </w:num>
  <w:num w:numId="260">
    <w:abstractNumId w:val="16"/>
  </w:num>
  <w:num w:numId="261">
    <w:abstractNumId w:val="12"/>
  </w:num>
  <w:num w:numId="262">
    <w:abstractNumId w:val="16"/>
  </w:num>
  <w:num w:numId="263">
    <w:abstractNumId w:val="16"/>
  </w:num>
  <w:num w:numId="264">
    <w:abstractNumId w:val="12"/>
  </w:num>
  <w:num w:numId="265">
    <w:abstractNumId w:val="16"/>
  </w:num>
  <w:num w:numId="266">
    <w:abstractNumId w:val="16"/>
  </w:num>
  <w:num w:numId="267">
    <w:abstractNumId w:val="12"/>
  </w:num>
  <w:num w:numId="268">
    <w:abstractNumId w:val="12"/>
  </w:num>
  <w:num w:numId="269">
    <w:abstractNumId w:val="12"/>
  </w:num>
  <w:num w:numId="270">
    <w:abstractNumId w:val="12"/>
  </w:num>
  <w:num w:numId="271">
    <w:abstractNumId w:val="12"/>
  </w:num>
  <w:num w:numId="272">
    <w:abstractNumId w:val="12"/>
  </w:num>
  <w:num w:numId="273">
    <w:abstractNumId w:val="12"/>
  </w:num>
  <w:num w:numId="274">
    <w:abstractNumId w:val="12"/>
  </w:num>
  <w:num w:numId="275">
    <w:abstractNumId w:val="12"/>
  </w:num>
  <w:num w:numId="276">
    <w:abstractNumId w:val="12"/>
  </w:num>
  <w:num w:numId="277">
    <w:abstractNumId w:val="12"/>
  </w:num>
  <w:num w:numId="278">
    <w:abstractNumId w:val="12"/>
  </w:num>
  <w:num w:numId="279">
    <w:abstractNumId w:val="12"/>
  </w:num>
  <w:num w:numId="280">
    <w:abstractNumId w:val="12"/>
  </w:num>
  <w:num w:numId="281">
    <w:abstractNumId w:val="12"/>
  </w:num>
  <w:num w:numId="282">
    <w:abstractNumId w:val="12"/>
  </w:num>
  <w:num w:numId="283">
    <w:abstractNumId w:val="12"/>
  </w:num>
  <w:num w:numId="284">
    <w:abstractNumId w:val="16"/>
  </w:num>
  <w:num w:numId="285">
    <w:abstractNumId w:val="12"/>
  </w:num>
  <w:num w:numId="286">
    <w:abstractNumId w:val="16"/>
  </w:num>
  <w:num w:numId="287">
    <w:abstractNumId w:val="12"/>
  </w:num>
  <w:num w:numId="288">
    <w:abstractNumId w:val="12"/>
  </w:num>
  <w:num w:numId="289">
    <w:abstractNumId w:val="12"/>
  </w:num>
  <w:num w:numId="290">
    <w:abstractNumId w:val="12"/>
  </w:num>
  <w:num w:numId="291">
    <w:abstractNumId w:val="12"/>
  </w:num>
  <w:num w:numId="292">
    <w:abstractNumId w:val="12"/>
  </w:num>
  <w:num w:numId="293">
    <w:abstractNumId w:val="12"/>
  </w:num>
  <w:num w:numId="294">
    <w:abstractNumId w:val="12"/>
  </w:num>
  <w:num w:numId="295">
    <w:abstractNumId w:val="12"/>
  </w:num>
  <w:num w:numId="296">
    <w:abstractNumId w:val="12"/>
  </w:num>
  <w:num w:numId="297">
    <w:abstractNumId w:val="12"/>
  </w:num>
  <w:num w:numId="298">
    <w:abstractNumId w:val="12"/>
  </w:num>
  <w:num w:numId="299">
    <w:abstractNumId w:val="12"/>
  </w:num>
  <w:num w:numId="300">
    <w:abstractNumId w:val="16"/>
  </w:num>
  <w:num w:numId="301">
    <w:abstractNumId w:val="16"/>
  </w:num>
  <w:num w:numId="302">
    <w:abstractNumId w:val="16"/>
  </w:num>
  <w:num w:numId="303">
    <w:abstractNumId w:val="12"/>
  </w:num>
  <w:num w:numId="304">
    <w:abstractNumId w:val="9"/>
  </w:num>
  <w:num w:numId="305">
    <w:abstractNumId w:val="12"/>
  </w:num>
  <w:num w:numId="306">
    <w:abstractNumId w:val="12"/>
  </w:num>
  <w:num w:numId="307">
    <w:abstractNumId w:val="12"/>
  </w:num>
  <w:num w:numId="308">
    <w:abstractNumId w:val="12"/>
  </w:num>
  <w:num w:numId="309">
    <w:abstractNumId w:val="12"/>
  </w:num>
  <w:num w:numId="310">
    <w:abstractNumId w:val="12"/>
  </w:num>
  <w:num w:numId="311">
    <w:abstractNumId w:val="12"/>
  </w:num>
  <w:num w:numId="312">
    <w:abstractNumId w:val="12"/>
  </w:num>
  <w:num w:numId="313">
    <w:abstractNumId w:val="12"/>
  </w:num>
  <w:num w:numId="314">
    <w:abstractNumId w:val="12"/>
  </w:num>
  <w:num w:numId="315">
    <w:abstractNumId w:val="12"/>
  </w:num>
  <w:num w:numId="316">
    <w:abstractNumId w:val="16"/>
  </w:num>
  <w:num w:numId="317">
    <w:abstractNumId w:val="16"/>
  </w:num>
  <w:num w:numId="318">
    <w:abstractNumId w:val="16"/>
  </w:num>
  <w:num w:numId="319">
    <w:abstractNumId w:val="16"/>
  </w:num>
  <w:num w:numId="320">
    <w:abstractNumId w:val="16"/>
  </w:num>
  <w:num w:numId="321">
    <w:abstractNumId w:val="16"/>
  </w:num>
  <w:num w:numId="322">
    <w:abstractNumId w:val="16"/>
  </w:num>
  <w:num w:numId="323">
    <w:abstractNumId w:val="12"/>
  </w:num>
  <w:num w:numId="324">
    <w:abstractNumId w:val="12"/>
  </w:num>
  <w:num w:numId="325">
    <w:abstractNumId w:val="16"/>
  </w:num>
  <w:num w:numId="326">
    <w:abstractNumId w:val="12"/>
  </w:num>
  <w:num w:numId="327">
    <w:abstractNumId w:val="12"/>
  </w:num>
  <w:num w:numId="328">
    <w:abstractNumId w:val="12"/>
  </w:num>
  <w:num w:numId="329">
    <w:abstractNumId w:val="16"/>
  </w:num>
  <w:num w:numId="330">
    <w:abstractNumId w:val="16"/>
  </w:num>
  <w:num w:numId="331">
    <w:abstractNumId w:val="16"/>
  </w:num>
  <w:num w:numId="332">
    <w:abstractNumId w:val="16"/>
  </w:num>
  <w:num w:numId="333">
    <w:abstractNumId w:val="16"/>
  </w:num>
  <w:num w:numId="334">
    <w:abstractNumId w:val="16"/>
  </w:num>
  <w:num w:numId="335">
    <w:abstractNumId w:val="16"/>
  </w:num>
  <w:num w:numId="336">
    <w:abstractNumId w:val="16"/>
  </w:num>
  <w:num w:numId="337">
    <w:abstractNumId w:val="16"/>
  </w:num>
  <w:num w:numId="338">
    <w:abstractNumId w:val="16"/>
  </w:num>
  <w:num w:numId="339">
    <w:abstractNumId w:val="16"/>
  </w:num>
  <w:num w:numId="340">
    <w:abstractNumId w:val="16"/>
  </w:num>
  <w:num w:numId="341">
    <w:abstractNumId w:val="16"/>
  </w:num>
  <w:num w:numId="342">
    <w:abstractNumId w:val="16"/>
  </w:num>
  <w:num w:numId="343">
    <w:abstractNumId w:val="16"/>
  </w:num>
  <w:num w:numId="344">
    <w:abstractNumId w:val="16"/>
  </w:num>
  <w:num w:numId="345">
    <w:abstractNumId w:val="16"/>
  </w:num>
  <w:num w:numId="346">
    <w:abstractNumId w:val="16"/>
  </w:num>
  <w:num w:numId="347">
    <w:abstractNumId w:val="16"/>
  </w:num>
  <w:num w:numId="348">
    <w:abstractNumId w:val="16"/>
  </w:num>
  <w:num w:numId="349">
    <w:abstractNumId w:val="16"/>
  </w:num>
  <w:num w:numId="350">
    <w:abstractNumId w:val="16"/>
  </w:num>
  <w:num w:numId="351">
    <w:abstractNumId w:val="16"/>
  </w:num>
  <w:num w:numId="352">
    <w:abstractNumId w:val="16"/>
  </w:num>
  <w:num w:numId="353">
    <w:abstractNumId w:val="16"/>
  </w:num>
  <w:num w:numId="354">
    <w:abstractNumId w:val="16"/>
  </w:num>
  <w:num w:numId="355">
    <w:abstractNumId w:val="16"/>
  </w:num>
  <w:num w:numId="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6"/>
  </w:num>
  <w:num w:numId="358">
    <w:abstractNumId w:val="16"/>
  </w:num>
  <w:num w:numId="359">
    <w:abstractNumId w:val="16"/>
  </w:num>
  <w:num w:numId="360">
    <w:abstractNumId w:val="16"/>
  </w:num>
  <w:num w:numId="361">
    <w:abstractNumId w:val="16"/>
  </w:num>
  <w:num w:numId="362">
    <w:abstractNumId w:val="16"/>
  </w:num>
  <w:num w:numId="363">
    <w:abstractNumId w:val="16"/>
  </w:num>
  <w:num w:numId="364">
    <w:abstractNumId w:val="16"/>
  </w:num>
  <w:num w:numId="365">
    <w:abstractNumId w:val="12"/>
  </w:num>
  <w:num w:numId="366">
    <w:abstractNumId w:val="12"/>
  </w:num>
  <w:num w:numId="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6"/>
  </w:num>
  <w:num w:numId="3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6"/>
  </w:num>
  <w:num w:numId="371">
    <w:abstractNumId w:val="12"/>
  </w:num>
  <w:num w:numId="372">
    <w:abstractNumId w:val="16"/>
  </w:num>
  <w:num w:numId="373">
    <w:abstractNumId w:val="12"/>
  </w:num>
  <w:num w:numId="374">
    <w:abstractNumId w:val="12"/>
  </w:num>
  <w:num w:numId="375">
    <w:abstractNumId w:val="12"/>
  </w:num>
  <w:num w:numId="376">
    <w:abstractNumId w:val="16"/>
  </w:num>
  <w:num w:numId="377">
    <w:abstractNumId w:val="16"/>
  </w:num>
  <w:num w:numId="378">
    <w:abstractNumId w:val="12"/>
  </w:num>
  <w:num w:numId="379">
    <w:abstractNumId w:val="16"/>
  </w:num>
  <w:num w:numId="380">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31EC3-74AB-4BE0-8395-2D0A8035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316</Words>
  <Characters>1666</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6</cp:revision>
  <cp:lastPrinted>2017-08-08T10:21:00Z</cp:lastPrinted>
  <dcterms:created xsi:type="dcterms:W3CDTF">2023-04-24T06:26:00Z</dcterms:created>
  <dcterms:modified xsi:type="dcterms:W3CDTF">2023-10-11T11:21:00Z</dcterms:modified>
</cp:coreProperties>
</file>