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0521A3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0612C">
              <w:rPr>
                <w:rFonts w:ascii="Arial" w:hAnsi="Arial" w:cs="Arial"/>
                <w:sz w:val="20"/>
                <w:szCs w:val="20"/>
              </w:rPr>
              <w:t>202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="000521A3">
              <w:rPr>
                <w:rFonts w:ascii="Arial" w:hAnsi="Arial" w:cs="Arial"/>
                <w:sz w:val="20"/>
                <w:szCs w:val="20"/>
              </w:rPr>
              <w:t>június</w:t>
            </w:r>
            <w:proofErr w:type="spellEnd"/>
            <w:r w:rsidR="000521A3">
              <w:rPr>
                <w:rFonts w:ascii="Arial" w:hAnsi="Arial" w:cs="Arial"/>
                <w:sz w:val="20"/>
                <w:szCs w:val="20"/>
              </w:rPr>
              <w:t xml:space="preserve"> 12-é</w:t>
            </w:r>
            <w:r w:rsidR="009325FD">
              <w:rPr>
                <w:rFonts w:ascii="Arial" w:hAnsi="Arial" w:cs="Arial"/>
                <w:sz w:val="20"/>
                <w:szCs w:val="20"/>
              </w:rPr>
              <w:t>n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proofErr w:type="gram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proofErr w:type="gram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Eredményhirdetéstől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számított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(</w:t>
            </w:r>
            <w:proofErr w:type="spellStart"/>
            <w:proofErr w:type="gramStart"/>
            <w:r w:rsidRPr="00D307F8">
              <w:rPr>
                <w:rFonts w:ascii="Arial" w:hAnsi="Arial"/>
                <w:sz w:val="20"/>
              </w:rPr>
              <w:t>ötödik</w:t>
            </w:r>
            <w:proofErr w:type="spellEnd"/>
            <w:proofErr w:type="gramEnd"/>
            <w:r w:rsidRPr="00D307F8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/>
                <w:sz w:val="20"/>
              </w:rPr>
              <w:t>munkanapig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Pr="00D307F8">
              <w:rPr>
                <w:rFonts w:ascii="Arial" w:hAnsi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/>
                <w:sz w:val="20"/>
              </w:rPr>
              <w:t>kézhez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vette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Ajánlatkérő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által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elkészített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Pr="00D307F8">
              <w:rPr>
                <w:rFonts w:ascii="Arial" w:hAnsi="Arial"/>
                <w:sz w:val="20"/>
              </w:rPr>
              <w:t>elmulasztotta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vagy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elutasította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aláírását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Ajánlattételi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Felhívásban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meghatározott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időszakon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nyertes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proofErr w:type="gram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proofErr w:type="gram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követő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nyolc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munkanapon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nem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adta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át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914F04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263035">
              <w:rPr>
                <w:rFonts w:ascii="Arial" w:hAnsi="Arial" w:cs="Arial"/>
                <w:b/>
                <w:sz w:val="20"/>
                <w:szCs w:val="20"/>
              </w:rPr>
              <w:t>2024</w:t>
            </w:r>
            <w:r w:rsidR="0090612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914F04">
              <w:rPr>
                <w:rFonts w:ascii="Arial" w:hAnsi="Arial" w:cs="Arial"/>
                <w:b/>
                <w:sz w:val="20"/>
                <w:szCs w:val="20"/>
              </w:rPr>
              <w:t>július</w:t>
            </w:r>
            <w:bookmarkStart w:id="0" w:name="_GoBack"/>
            <w:bookmarkEnd w:id="0"/>
            <w:proofErr w:type="spellEnd"/>
            <w:r w:rsidR="009325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14F0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C619FE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14F04" w:rsidRPr="00914F04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12C86"/>
    <w:multiLevelType w:val="hybridMultilevel"/>
    <w:tmpl w:val="AA506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2"/>
  </w:num>
  <w:num w:numId="1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1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 w:numId="380">
    <w:abstractNumId w:val="20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21A3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34808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03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31B2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0B9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2C"/>
    <w:rsid w:val="00906139"/>
    <w:rsid w:val="00906336"/>
    <w:rsid w:val="00907171"/>
    <w:rsid w:val="0091036C"/>
    <w:rsid w:val="009120BE"/>
    <w:rsid w:val="00912D37"/>
    <w:rsid w:val="00914F04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25FD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3D05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C69E2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07F8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11A5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5642-CA4E-40D4-8E07-E9E6328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7</TotalTime>
  <Pages>1</Pages>
  <Words>251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13</cp:revision>
  <cp:lastPrinted>2017-08-08T10:21:00Z</cp:lastPrinted>
  <dcterms:created xsi:type="dcterms:W3CDTF">2023-04-24T06:21:00Z</dcterms:created>
  <dcterms:modified xsi:type="dcterms:W3CDTF">2024-04-08T06:55:00Z</dcterms:modified>
</cp:coreProperties>
</file>