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14:paraId="1BC5408E" w14:textId="77777777" w:rsidTr="00584E71">
        <w:tc>
          <w:tcPr>
            <w:tcW w:w="4633" w:type="dxa"/>
            <w:shd w:val="clear" w:color="auto" w:fill="FFFFFF"/>
          </w:tcPr>
          <w:p w14:paraId="753081AD" w14:textId="77777777"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14:paraId="60EBBE96" w14:textId="77777777"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14:paraId="4EFB5A55" w14:textId="77777777"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14:paraId="2FB76743" w14:textId="77777777" w:rsidTr="003A3DB6">
        <w:tc>
          <w:tcPr>
            <w:tcW w:w="9555" w:type="dxa"/>
            <w:gridSpan w:val="3"/>
            <w:shd w:val="clear" w:color="auto" w:fill="FFFFFF"/>
          </w:tcPr>
          <w:p w14:paraId="794A3A9C" w14:textId="77777777"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Biztosíték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Bankgarancia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nyilatkozat</w:t>
            </w:r>
            <w:proofErr w:type="spellEnd"/>
          </w:p>
        </w:tc>
      </w:tr>
      <w:tr w:rsidR="003D52C1" w:rsidRPr="008C259E" w14:paraId="0D2B01B3" w14:textId="77777777" w:rsidTr="003A3DB6">
        <w:tc>
          <w:tcPr>
            <w:tcW w:w="9555" w:type="dxa"/>
            <w:gridSpan w:val="3"/>
            <w:shd w:val="clear" w:color="auto" w:fill="FFFFFF"/>
          </w:tcPr>
          <w:p w14:paraId="2A014118" w14:textId="77777777"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 xml:space="preserve">MVM Partner </w:t>
            </w:r>
            <w:proofErr w:type="spellStart"/>
            <w:r w:rsidRPr="00612A48">
              <w:rPr>
                <w:rFonts w:ascii="Arial" w:hAnsi="Arial" w:cs="Arial"/>
                <w:sz w:val="20"/>
                <w:szCs w:val="20"/>
              </w:rPr>
              <w:t>Zrt</w:t>
            </w:r>
            <w:proofErr w:type="spellEnd"/>
            <w:r w:rsidRPr="00612A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8C259E" w14:paraId="2CEED161" w14:textId="77777777" w:rsidTr="003A3DB6">
        <w:tc>
          <w:tcPr>
            <w:tcW w:w="9555" w:type="dxa"/>
            <w:gridSpan w:val="3"/>
            <w:shd w:val="clear" w:color="auto" w:fill="FFFFFF"/>
          </w:tcPr>
          <w:p w14:paraId="45ECEA8C" w14:textId="77777777"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14:paraId="0AE2E82F" w14:textId="77777777" w:rsidTr="003A3DB6">
        <w:tc>
          <w:tcPr>
            <w:tcW w:w="9555" w:type="dxa"/>
            <w:gridSpan w:val="3"/>
            <w:shd w:val="clear" w:color="auto" w:fill="FFFFFF"/>
          </w:tcPr>
          <w:p w14:paraId="60E34BE1" w14:textId="77777777"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3D52C1" w:rsidRPr="008C259E" w14:paraId="08F7E0A4" w14:textId="77777777" w:rsidTr="003A3DB6">
        <w:tc>
          <w:tcPr>
            <w:tcW w:w="9555" w:type="dxa"/>
            <w:gridSpan w:val="3"/>
            <w:shd w:val="clear" w:color="auto" w:fill="FFFFFF"/>
          </w:tcPr>
          <w:p w14:paraId="3DF206B3" w14:textId="77777777"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14:paraId="29D524C3" w14:textId="77777777" w:rsidTr="003A3DB6">
        <w:tc>
          <w:tcPr>
            <w:tcW w:w="9555" w:type="dxa"/>
            <w:gridSpan w:val="3"/>
            <w:shd w:val="clear" w:color="auto" w:fill="FFFFFF"/>
          </w:tcPr>
          <w:p w14:paraId="28719E5D" w14:textId="77777777"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14:paraId="44DE175A" w14:textId="77777777" w:rsidTr="003A3DB6">
        <w:tc>
          <w:tcPr>
            <w:tcW w:w="9555" w:type="dxa"/>
            <w:gridSpan w:val="3"/>
            <w:shd w:val="clear" w:color="auto" w:fill="FFFFFF"/>
          </w:tcPr>
          <w:p w14:paraId="70F0118C" w14:textId="437FDFD6" w:rsidR="003D52C1" w:rsidRPr="00E375B6" w:rsidRDefault="003D52C1" w:rsidP="000521A3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Tudomásul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vesszük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hogy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részt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szeretne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venni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az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szervezett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90612C">
              <w:rPr>
                <w:rFonts w:ascii="Arial" w:hAnsi="Arial" w:cs="Arial"/>
                <w:sz w:val="20"/>
                <w:szCs w:val="20"/>
              </w:rPr>
              <w:t>202</w:t>
            </w:r>
            <w:r w:rsidR="00263035">
              <w:rPr>
                <w:rFonts w:ascii="Arial" w:hAnsi="Arial" w:cs="Arial"/>
                <w:sz w:val="20"/>
                <w:szCs w:val="20"/>
              </w:rPr>
              <w:t xml:space="preserve">4. </w:t>
            </w:r>
            <w:proofErr w:type="spellStart"/>
            <w:r w:rsidR="00394C14">
              <w:rPr>
                <w:rFonts w:ascii="Arial" w:hAnsi="Arial" w:cs="Arial"/>
                <w:sz w:val="20"/>
                <w:szCs w:val="20"/>
              </w:rPr>
              <w:t>szeptember</w:t>
            </w:r>
            <w:proofErr w:type="spellEnd"/>
            <w:r w:rsidR="000521A3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94C14">
              <w:rPr>
                <w:rFonts w:ascii="Arial" w:hAnsi="Arial" w:cs="Arial"/>
                <w:sz w:val="20"/>
                <w:szCs w:val="20"/>
              </w:rPr>
              <w:t>1</w:t>
            </w:r>
            <w:r w:rsidR="000521A3">
              <w:rPr>
                <w:rFonts w:ascii="Arial" w:hAnsi="Arial" w:cs="Arial"/>
                <w:sz w:val="20"/>
                <w:szCs w:val="20"/>
              </w:rPr>
              <w:t>-é</w:t>
            </w:r>
            <w:r w:rsidR="009325FD">
              <w:rPr>
                <w:rFonts w:ascii="Arial" w:hAnsi="Arial" w:cs="Arial"/>
                <w:sz w:val="20"/>
                <w:szCs w:val="20"/>
              </w:rPr>
              <w:t>n</w:t>
            </w:r>
            <w:r w:rsidR="0026303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tartandó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villamos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energia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Árverésen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3D52C1" w:rsidRPr="00612A48" w14:paraId="106F93D2" w14:textId="77777777" w:rsidTr="003A3DB6">
        <w:tc>
          <w:tcPr>
            <w:tcW w:w="9555" w:type="dxa"/>
            <w:gridSpan w:val="3"/>
            <w:shd w:val="clear" w:color="auto" w:fill="FFFFFF"/>
          </w:tcPr>
          <w:p w14:paraId="1732BC54" w14:textId="77777777"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 xml:space="preserve">] (a </w:t>
            </w:r>
            <w:proofErr w:type="spellStart"/>
            <w:r w:rsidRPr="00EC4EA5">
              <w:rPr>
                <w:rFonts w:ascii="Arial" w:hAnsi="Arial"/>
                <w:sz w:val="20"/>
              </w:rPr>
              <w:t>továbbiakban</w:t>
            </w:r>
            <w:proofErr w:type="spellEnd"/>
            <w:r w:rsidRPr="00EC4EA5">
              <w:rPr>
                <w:rFonts w:ascii="Arial" w:hAnsi="Arial"/>
                <w:sz w:val="20"/>
              </w:rPr>
              <w:t xml:space="preserve">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</w:t>
            </w:r>
            <w:proofErr w:type="spellStart"/>
            <w:r w:rsidRPr="005D210A">
              <w:rPr>
                <w:rFonts w:ascii="Arial" w:hAnsi="Arial"/>
                <w:sz w:val="20"/>
              </w:rPr>
              <w:t>az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Ajánlattevő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megbízása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alapján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mint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garantőr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feltétel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nélküli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és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visszavonhatatlan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kötelezettséget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vállalunk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D210A">
              <w:rPr>
                <w:rFonts w:ascii="Arial" w:hAnsi="Arial"/>
                <w:sz w:val="20"/>
              </w:rPr>
              <w:t>hogy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Önöknek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megfizetünk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nem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több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mint </w:t>
            </w:r>
          </w:p>
        </w:tc>
      </w:tr>
      <w:tr w:rsidR="003D52C1" w:rsidRPr="00612A48" w14:paraId="7FB5D879" w14:textId="77777777" w:rsidTr="003A3DB6">
        <w:tc>
          <w:tcPr>
            <w:tcW w:w="9555" w:type="dxa"/>
            <w:gridSpan w:val="3"/>
            <w:shd w:val="clear" w:color="auto" w:fill="FFFFFF"/>
          </w:tcPr>
          <w:p w14:paraId="2386A6B3" w14:textId="77777777" w:rsidR="003D52C1" w:rsidRPr="00907171" w:rsidRDefault="003D52C1" w:rsidP="00B34F0C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14:paraId="3F4E8F70" w14:textId="77777777" w:rsidTr="003A3DB6">
        <w:tc>
          <w:tcPr>
            <w:tcW w:w="9555" w:type="dxa"/>
            <w:gridSpan w:val="3"/>
            <w:shd w:val="clear" w:color="auto" w:fill="FFFFFF"/>
          </w:tcPr>
          <w:p w14:paraId="7E3E83AD" w14:textId="77777777"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első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írásos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felszólítására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tekintet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nélkül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Ajánlattevő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Bank,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fél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kifogására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amennyiben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kijelentik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összeg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alábbi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feltételek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valamelyike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szerint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megilleti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D52C1" w:rsidRPr="00612A48" w14:paraId="427C9355" w14:textId="77777777" w:rsidTr="003A3DB6">
        <w:tc>
          <w:tcPr>
            <w:tcW w:w="9555" w:type="dxa"/>
            <w:gridSpan w:val="3"/>
            <w:shd w:val="clear" w:color="auto" w:fill="FFFFFF"/>
          </w:tcPr>
          <w:p w14:paraId="43E1A4D0" w14:textId="77777777" w:rsidR="003D52C1" w:rsidRPr="00D307F8" w:rsidRDefault="003D52C1" w:rsidP="00D611A5">
            <w:pPr>
              <w:pStyle w:val="Listaszerbekezds"/>
              <w:numPr>
                <w:ilvl w:val="0"/>
                <w:numId w:val="380"/>
              </w:numPr>
              <w:tabs>
                <w:tab w:val="center" w:pos="2160"/>
              </w:tabs>
              <w:suppressAutoHyphens/>
              <w:spacing w:before="10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07F8">
              <w:rPr>
                <w:rFonts w:ascii="Arial" w:hAnsi="Arial"/>
                <w:sz w:val="20"/>
              </w:rPr>
              <w:t xml:space="preserve">Az </w:t>
            </w:r>
            <w:proofErr w:type="spellStart"/>
            <w:r w:rsidRPr="00D307F8">
              <w:rPr>
                <w:rFonts w:ascii="Arial" w:hAnsi="Arial"/>
                <w:sz w:val="20"/>
              </w:rPr>
              <w:t>Ajánlattevő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Eredményhirdetéstől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számított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5. (</w:t>
            </w:r>
            <w:proofErr w:type="spellStart"/>
            <w:r w:rsidRPr="00D307F8">
              <w:rPr>
                <w:rFonts w:ascii="Arial" w:hAnsi="Arial"/>
                <w:sz w:val="20"/>
              </w:rPr>
              <w:t>ötödik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D307F8">
              <w:rPr>
                <w:rFonts w:ascii="Arial" w:hAnsi="Arial"/>
                <w:sz w:val="20"/>
              </w:rPr>
              <w:t>munkanapig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D307F8">
              <w:rPr>
                <w:rFonts w:ascii="Arial" w:hAnsi="Arial"/>
                <w:sz w:val="20"/>
              </w:rPr>
              <w:t>beleértve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5. </w:t>
            </w:r>
            <w:proofErr w:type="spellStart"/>
            <w:r w:rsidRPr="00D307F8">
              <w:rPr>
                <w:rFonts w:ascii="Arial" w:hAnsi="Arial"/>
                <w:sz w:val="20"/>
              </w:rPr>
              <w:t>napot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is) </w:t>
            </w:r>
            <w:proofErr w:type="spellStart"/>
            <w:r w:rsidRPr="00D307F8">
              <w:rPr>
                <w:rFonts w:ascii="Arial" w:hAnsi="Arial"/>
                <w:sz w:val="20"/>
              </w:rPr>
              <w:t>kézhez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vette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Ajánlatkérő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által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elkészített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Egyedi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Szerződést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, de </w:t>
            </w:r>
            <w:proofErr w:type="spellStart"/>
            <w:r w:rsidRPr="00D307F8">
              <w:rPr>
                <w:rFonts w:ascii="Arial" w:hAnsi="Arial"/>
                <w:sz w:val="20"/>
              </w:rPr>
              <w:t>elmulasztotta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vagy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elutasította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Egyedi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Szerződés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aláírását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Ajánlattételi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Felhívásban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meghatározott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időszakon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belül</w:t>
            </w:r>
            <w:proofErr w:type="spellEnd"/>
            <w:r w:rsidRPr="00D307F8">
              <w:rPr>
                <w:rFonts w:ascii="Arial" w:hAnsi="Arial"/>
                <w:sz w:val="20"/>
              </w:rPr>
              <w:t>.</w:t>
            </w:r>
          </w:p>
        </w:tc>
      </w:tr>
      <w:tr w:rsidR="003D52C1" w:rsidRPr="00612A48" w14:paraId="197B889B" w14:textId="77777777" w:rsidTr="003A3DB6">
        <w:tc>
          <w:tcPr>
            <w:tcW w:w="9555" w:type="dxa"/>
            <w:gridSpan w:val="3"/>
            <w:shd w:val="clear" w:color="auto" w:fill="FFFFFF"/>
          </w:tcPr>
          <w:p w14:paraId="402D0091" w14:textId="77777777" w:rsidR="003D52C1" w:rsidRPr="00D307F8" w:rsidRDefault="003D52C1" w:rsidP="00D611A5">
            <w:pPr>
              <w:pStyle w:val="Listaszerbekezds"/>
              <w:numPr>
                <w:ilvl w:val="0"/>
                <w:numId w:val="380"/>
              </w:numPr>
              <w:tabs>
                <w:tab w:val="center" w:pos="2160"/>
              </w:tabs>
              <w:suppressAutoHyphens/>
              <w:spacing w:before="10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07F8">
              <w:rPr>
                <w:rFonts w:ascii="Arial" w:hAnsi="Arial" w:cs="Arial"/>
                <w:sz w:val="20"/>
              </w:rPr>
              <w:t xml:space="preserve">A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nyertes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Ajánlattevő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az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Eredményhirdetést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követő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8 (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nyolc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munkanapon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belül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beleértve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a 8.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napot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is)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nem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adta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át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az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Ajánlatkérőnek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Teljesítési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Biztosítékot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14:paraId="7941D7E5" w14:textId="77777777" w:rsidTr="003A3DB6">
        <w:tc>
          <w:tcPr>
            <w:tcW w:w="9555" w:type="dxa"/>
            <w:gridSpan w:val="3"/>
            <w:shd w:val="clear" w:color="auto" w:fill="FFFFFF"/>
          </w:tcPr>
          <w:p w14:paraId="33345230" w14:textId="77777777"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14:paraId="3B93E6DE" w14:textId="77777777" w:rsidTr="003A3DB6">
        <w:tc>
          <w:tcPr>
            <w:tcW w:w="9555" w:type="dxa"/>
            <w:gridSpan w:val="3"/>
            <w:shd w:val="clear" w:color="auto" w:fill="FFFFFF"/>
          </w:tcPr>
          <w:p w14:paraId="6E0471F0" w14:textId="77777777"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napon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14:paraId="6689BA56" w14:textId="77777777" w:rsidTr="003A3DB6">
        <w:tc>
          <w:tcPr>
            <w:tcW w:w="9555" w:type="dxa"/>
            <w:gridSpan w:val="3"/>
            <w:shd w:val="clear" w:color="auto" w:fill="FFFFFF"/>
          </w:tcPr>
          <w:p w14:paraId="340CB508" w14:textId="345B514B" w:rsidR="003D52C1" w:rsidRPr="00E375B6" w:rsidRDefault="003D52C1" w:rsidP="00914F04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/>
                <w:sz w:val="20"/>
              </w:rPr>
              <w:t xml:space="preserve">Jelen </w:t>
            </w:r>
            <w:proofErr w:type="spellStart"/>
            <w:r w:rsidRPr="00DE31D0">
              <w:rPr>
                <w:rFonts w:ascii="Arial" w:hAnsi="Arial"/>
                <w:sz w:val="20"/>
              </w:rPr>
              <w:t>garancia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a </w:t>
            </w:r>
            <w:proofErr w:type="spellStart"/>
            <w:r w:rsidRPr="00DE31D0">
              <w:rPr>
                <w:rFonts w:ascii="Arial" w:hAnsi="Arial"/>
                <w:sz w:val="20"/>
              </w:rPr>
              <w:t>kibocsátása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napjától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legkésőbb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az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Eredményhirdetés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követő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12. </w:t>
            </w:r>
            <w:r w:rsidRPr="00E375B6">
              <w:rPr>
                <w:rFonts w:ascii="Arial" w:hAnsi="Arial"/>
                <w:sz w:val="20"/>
              </w:rPr>
              <w:t>(</w:t>
            </w:r>
            <w:proofErr w:type="spellStart"/>
            <w:r w:rsidRPr="00E375B6">
              <w:rPr>
                <w:rFonts w:ascii="Arial" w:hAnsi="Arial"/>
                <w:sz w:val="20"/>
              </w:rPr>
              <w:t>tizenkettedik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a 12. </w:t>
            </w:r>
            <w:proofErr w:type="spellStart"/>
            <w:r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/>
                <w:sz w:val="20"/>
              </w:rPr>
              <w:t>is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), </w:t>
            </w:r>
            <w:proofErr w:type="spellStart"/>
            <w:r w:rsidRPr="00E375B6">
              <w:rPr>
                <w:rFonts w:ascii="Arial" w:hAnsi="Arial"/>
                <w:sz w:val="20"/>
              </w:rPr>
              <w:t>azaz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r w:rsidR="00263035">
              <w:rPr>
                <w:rFonts w:ascii="Arial" w:hAnsi="Arial" w:cs="Arial"/>
                <w:b/>
                <w:sz w:val="20"/>
                <w:szCs w:val="20"/>
              </w:rPr>
              <w:t>2024</w:t>
            </w:r>
            <w:r w:rsidR="0090612C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="00394C14">
              <w:rPr>
                <w:rFonts w:ascii="Arial" w:hAnsi="Arial" w:cs="Arial"/>
                <w:b/>
                <w:sz w:val="20"/>
                <w:szCs w:val="20"/>
              </w:rPr>
              <w:t>október</w:t>
            </w:r>
            <w:proofErr w:type="spellEnd"/>
            <w:r w:rsidR="009325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94C14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C619FE">
              <w:rPr>
                <w:rFonts w:ascii="Arial" w:hAnsi="Arial" w:cs="Arial"/>
                <w:b/>
                <w:sz w:val="20"/>
              </w:rPr>
              <w:t>-ig</w:t>
            </w:r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marad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érvényben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és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jelzett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Bankhoz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kell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14:paraId="4030F928" w14:textId="77777777" w:rsidTr="003A3DB6">
        <w:tc>
          <w:tcPr>
            <w:tcW w:w="9555" w:type="dxa"/>
            <w:gridSpan w:val="3"/>
            <w:shd w:val="clear" w:color="auto" w:fill="FFFFFF"/>
          </w:tcPr>
          <w:p w14:paraId="4CBE6B8E" w14:textId="77777777"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3D52C1" w:rsidRPr="00612A48" w14:paraId="13433C11" w14:textId="77777777" w:rsidTr="003A3DB6">
        <w:tc>
          <w:tcPr>
            <w:tcW w:w="9555" w:type="dxa"/>
            <w:gridSpan w:val="3"/>
            <w:shd w:val="clear" w:color="auto" w:fill="FFFFFF"/>
          </w:tcPr>
          <w:p w14:paraId="31D353D1" w14:textId="77777777"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5640210" w14:textId="77777777"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CF4B1" w14:textId="77777777" w:rsidR="00331A58" w:rsidRDefault="00331A58">
      <w:r>
        <w:separator/>
      </w:r>
    </w:p>
  </w:endnote>
  <w:endnote w:type="continuationSeparator" w:id="0">
    <w:p w14:paraId="0C0290C6" w14:textId="77777777" w:rsidR="00331A58" w:rsidRDefault="00331A58">
      <w:r>
        <w:continuationSeparator/>
      </w:r>
    </w:p>
  </w:endnote>
  <w:endnote w:type="continuationNotice" w:id="1">
    <w:p w14:paraId="093554B2" w14:textId="77777777" w:rsidR="00331A58" w:rsidRDefault="00331A5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40EF1CB" w14:textId="77777777"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6A50069" w14:textId="77777777"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914F04" w:rsidRPr="00914F04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FE7E5" w14:textId="77777777" w:rsidR="00331A58" w:rsidRDefault="00331A58">
      <w:r>
        <w:separator/>
      </w:r>
    </w:p>
  </w:footnote>
  <w:footnote w:type="continuationSeparator" w:id="0">
    <w:p w14:paraId="32B8D3E9" w14:textId="77777777" w:rsidR="00331A58" w:rsidRDefault="00331A58">
      <w:r>
        <w:continuationSeparator/>
      </w:r>
    </w:p>
  </w:footnote>
  <w:footnote w:type="continuationNotice" w:id="1">
    <w:p w14:paraId="42E9EE96" w14:textId="77777777" w:rsidR="00331A58" w:rsidRDefault="00331A5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563D8" w14:textId="77777777"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14:paraId="2AE4025A" w14:textId="77777777"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D680" w14:textId="77777777"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47A49" w14:textId="77777777" w:rsidR="003A3DB6" w:rsidRPr="00BC39A5" w:rsidRDefault="005666AE" w:rsidP="00BC39A5">
    <w:pPr>
      <w:pStyle w:val="lfej"/>
      <w:spacing w:before="0" w:after="480"/>
      <w:jc w:val="right"/>
      <w:rPr>
        <w:sz w:val="44"/>
        <w:szCs w:val="44"/>
      </w:rPr>
    </w:pPr>
    <w:r w:rsidRPr="00BC39A5">
      <w:rPr>
        <w:noProof/>
        <w:sz w:val="44"/>
        <w:szCs w:val="44"/>
        <w:lang w:val="hu-HU" w:eastAsia="hu-HU"/>
      </w:rPr>
      <w:drawing>
        <wp:anchor distT="0" distB="0" distL="114300" distR="114300" simplePos="0" relativeHeight="251658752" behindDoc="0" locked="0" layoutInCell="1" allowOverlap="1" wp14:anchorId="62ED0808" wp14:editId="3A5A0634">
          <wp:simplePos x="0" y="0"/>
          <wp:positionH relativeFrom="margin">
            <wp:posOffset>4413885</wp:posOffset>
          </wp:positionH>
          <wp:positionV relativeFrom="page">
            <wp:posOffset>320040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14:paraId="59339669" w14:textId="77777777" w:rsidTr="00792F99">
      <w:tc>
        <w:tcPr>
          <w:tcW w:w="9555" w:type="dxa"/>
          <w:shd w:val="clear" w:color="auto" w:fill="FFFFFF"/>
        </w:tcPr>
        <w:p w14:paraId="2B042607" w14:textId="77777777"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I.3.A.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14:paraId="2B1E1901" w14:textId="77777777"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12C86"/>
    <w:multiLevelType w:val="hybridMultilevel"/>
    <w:tmpl w:val="AA5065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 w16cid:durableId="497115181">
    <w:abstractNumId w:val="2"/>
  </w:num>
  <w:num w:numId="2" w16cid:durableId="823081135">
    <w:abstractNumId w:val="7"/>
  </w:num>
  <w:num w:numId="3" w16cid:durableId="498691855">
    <w:abstractNumId w:val="11"/>
  </w:num>
  <w:num w:numId="4" w16cid:durableId="1716390120">
    <w:abstractNumId w:val="15"/>
  </w:num>
  <w:num w:numId="5" w16cid:durableId="1748721203">
    <w:abstractNumId w:val="8"/>
  </w:num>
  <w:num w:numId="6" w16cid:durableId="476650520">
    <w:abstractNumId w:val="4"/>
  </w:num>
  <w:num w:numId="7" w16cid:durableId="8068171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7745276">
    <w:abstractNumId w:val="23"/>
  </w:num>
  <w:num w:numId="9" w16cid:durableId="469177493">
    <w:abstractNumId w:val="12"/>
  </w:num>
  <w:num w:numId="10" w16cid:durableId="1111433026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0345791">
    <w:abstractNumId w:val="14"/>
  </w:num>
  <w:num w:numId="12" w16cid:durableId="755707707">
    <w:abstractNumId w:val="6"/>
  </w:num>
  <w:num w:numId="13" w16cid:durableId="182405993">
    <w:abstractNumId w:val="22"/>
  </w:num>
  <w:num w:numId="14" w16cid:durableId="3582453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68693353">
    <w:abstractNumId w:val="3"/>
  </w:num>
  <w:num w:numId="16" w16cid:durableId="15274513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32668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24972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6251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349999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4459106">
    <w:abstractNumId w:val="11"/>
  </w:num>
  <w:num w:numId="22" w16cid:durableId="1606571300">
    <w:abstractNumId w:val="11"/>
  </w:num>
  <w:num w:numId="23" w16cid:durableId="848446383">
    <w:abstractNumId w:val="11"/>
  </w:num>
  <w:num w:numId="24" w16cid:durableId="21371879">
    <w:abstractNumId w:val="11"/>
  </w:num>
  <w:num w:numId="25" w16cid:durableId="354381059">
    <w:abstractNumId w:val="11"/>
  </w:num>
  <w:num w:numId="26" w16cid:durableId="1214997575">
    <w:abstractNumId w:val="11"/>
  </w:num>
  <w:num w:numId="27" w16cid:durableId="1819414102">
    <w:abstractNumId w:val="11"/>
  </w:num>
  <w:num w:numId="28" w16cid:durableId="1486780516">
    <w:abstractNumId w:val="11"/>
  </w:num>
  <w:num w:numId="29" w16cid:durableId="792098010">
    <w:abstractNumId w:val="11"/>
  </w:num>
  <w:num w:numId="30" w16cid:durableId="549536325">
    <w:abstractNumId w:val="11"/>
  </w:num>
  <w:num w:numId="31" w16cid:durableId="2021227597">
    <w:abstractNumId w:val="11"/>
  </w:num>
  <w:num w:numId="32" w16cid:durableId="1815566605">
    <w:abstractNumId w:val="11"/>
  </w:num>
  <w:num w:numId="33" w16cid:durableId="1275943361">
    <w:abstractNumId w:val="11"/>
  </w:num>
  <w:num w:numId="34" w16cid:durableId="805587161">
    <w:abstractNumId w:val="11"/>
  </w:num>
  <w:num w:numId="35" w16cid:durableId="1835878149">
    <w:abstractNumId w:val="11"/>
  </w:num>
  <w:num w:numId="36" w16cid:durableId="511649612">
    <w:abstractNumId w:val="11"/>
  </w:num>
  <w:num w:numId="37" w16cid:durableId="1064177629">
    <w:abstractNumId w:val="11"/>
  </w:num>
  <w:num w:numId="38" w16cid:durableId="1859927846">
    <w:abstractNumId w:val="11"/>
  </w:num>
  <w:num w:numId="39" w16cid:durableId="1424260330">
    <w:abstractNumId w:val="11"/>
  </w:num>
  <w:num w:numId="40" w16cid:durableId="1662272803">
    <w:abstractNumId w:val="11"/>
  </w:num>
  <w:num w:numId="41" w16cid:durableId="411119609">
    <w:abstractNumId w:val="11"/>
  </w:num>
  <w:num w:numId="42" w16cid:durableId="720903860">
    <w:abstractNumId w:val="11"/>
  </w:num>
  <w:num w:numId="43" w16cid:durableId="1335569936">
    <w:abstractNumId w:val="11"/>
  </w:num>
  <w:num w:numId="44" w16cid:durableId="1382248543">
    <w:abstractNumId w:val="11"/>
  </w:num>
  <w:num w:numId="45" w16cid:durableId="362563683">
    <w:abstractNumId w:val="11"/>
  </w:num>
  <w:num w:numId="46" w16cid:durableId="1306619914">
    <w:abstractNumId w:val="11"/>
  </w:num>
  <w:num w:numId="47" w16cid:durableId="46345092">
    <w:abstractNumId w:val="11"/>
  </w:num>
  <w:num w:numId="48" w16cid:durableId="623928123">
    <w:abstractNumId w:val="11"/>
  </w:num>
  <w:num w:numId="49" w16cid:durableId="182744941">
    <w:abstractNumId w:val="11"/>
  </w:num>
  <w:num w:numId="50" w16cid:durableId="398133870">
    <w:abstractNumId w:val="19"/>
  </w:num>
  <w:num w:numId="51" w16cid:durableId="396709281">
    <w:abstractNumId w:val="11"/>
  </w:num>
  <w:num w:numId="52" w16cid:durableId="921989238">
    <w:abstractNumId w:val="11"/>
  </w:num>
  <w:num w:numId="53" w16cid:durableId="462846991">
    <w:abstractNumId w:val="11"/>
  </w:num>
  <w:num w:numId="54" w16cid:durableId="1636791822">
    <w:abstractNumId w:val="11"/>
  </w:num>
  <w:num w:numId="55" w16cid:durableId="1778986431">
    <w:abstractNumId w:val="11"/>
  </w:num>
  <w:num w:numId="56" w16cid:durableId="587080175">
    <w:abstractNumId w:val="11"/>
  </w:num>
  <w:num w:numId="57" w16cid:durableId="2126464429">
    <w:abstractNumId w:val="11"/>
  </w:num>
  <w:num w:numId="58" w16cid:durableId="1675573888">
    <w:abstractNumId w:val="11"/>
  </w:num>
  <w:num w:numId="59" w16cid:durableId="301275616">
    <w:abstractNumId w:val="11"/>
  </w:num>
  <w:num w:numId="60" w16cid:durableId="1093818135">
    <w:abstractNumId w:val="11"/>
  </w:num>
  <w:num w:numId="61" w16cid:durableId="711269672">
    <w:abstractNumId w:val="11"/>
  </w:num>
  <w:num w:numId="62" w16cid:durableId="1466848770">
    <w:abstractNumId w:val="11"/>
  </w:num>
  <w:num w:numId="63" w16cid:durableId="2019579806">
    <w:abstractNumId w:val="11"/>
  </w:num>
  <w:num w:numId="64" w16cid:durableId="849563957">
    <w:abstractNumId w:val="11"/>
  </w:num>
  <w:num w:numId="65" w16cid:durableId="580141006">
    <w:abstractNumId w:val="11"/>
  </w:num>
  <w:num w:numId="66" w16cid:durableId="1498882306">
    <w:abstractNumId w:val="11"/>
  </w:num>
  <w:num w:numId="67" w16cid:durableId="1827745452">
    <w:abstractNumId w:val="11"/>
  </w:num>
  <w:num w:numId="68" w16cid:durableId="365260314">
    <w:abstractNumId w:val="11"/>
  </w:num>
  <w:num w:numId="69" w16cid:durableId="1164586929">
    <w:abstractNumId w:val="11"/>
  </w:num>
  <w:num w:numId="70" w16cid:durableId="85618620">
    <w:abstractNumId w:val="11"/>
  </w:num>
  <w:num w:numId="71" w16cid:durableId="1602370876">
    <w:abstractNumId w:val="11"/>
  </w:num>
  <w:num w:numId="72" w16cid:durableId="290675555">
    <w:abstractNumId w:val="11"/>
  </w:num>
  <w:num w:numId="73" w16cid:durableId="1627850518">
    <w:abstractNumId w:val="11"/>
  </w:num>
  <w:num w:numId="74" w16cid:durableId="288171510">
    <w:abstractNumId w:val="11"/>
  </w:num>
  <w:num w:numId="75" w16cid:durableId="1248807254">
    <w:abstractNumId w:val="11"/>
  </w:num>
  <w:num w:numId="76" w16cid:durableId="367071496">
    <w:abstractNumId w:val="11"/>
  </w:num>
  <w:num w:numId="77" w16cid:durableId="964192724">
    <w:abstractNumId w:val="11"/>
  </w:num>
  <w:num w:numId="78" w16cid:durableId="1610776108">
    <w:abstractNumId w:val="11"/>
  </w:num>
  <w:num w:numId="79" w16cid:durableId="854614230">
    <w:abstractNumId w:val="11"/>
  </w:num>
  <w:num w:numId="80" w16cid:durableId="798764190">
    <w:abstractNumId w:val="11"/>
  </w:num>
  <w:num w:numId="81" w16cid:durableId="2142765893">
    <w:abstractNumId w:val="11"/>
  </w:num>
  <w:num w:numId="82" w16cid:durableId="1483817305">
    <w:abstractNumId w:val="11"/>
  </w:num>
  <w:num w:numId="83" w16cid:durableId="1841777735">
    <w:abstractNumId w:val="11"/>
  </w:num>
  <w:num w:numId="84" w16cid:durableId="892548302">
    <w:abstractNumId w:val="11"/>
  </w:num>
  <w:num w:numId="85" w16cid:durableId="2039042321">
    <w:abstractNumId w:val="11"/>
  </w:num>
  <w:num w:numId="86" w16cid:durableId="1651472172">
    <w:abstractNumId w:val="11"/>
  </w:num>
  <w:num w:numId="87" w16cid:durableId="2129279606">
    <w:abstractNumId w:val="11"/>
  </w:num>
  <w:num w:numId="88" w16cid:durableId="629634159">
    <w:abstractNumId w:val="11"/>
  </w:num>
  <w:num w:numId="89" w16cid:durableId="156462518">
    <w:abstractNumId w:val="11"/>
  </w:num>
  <w:num w:numId="90" w16cid:durableId="608004286">
    <w:abstractNumId w:val="11"/>
  </w:num>
  <w:num w:numId="91" w16cid:durableId="952594120">
    <w:abstractNumId w:val="11"/>
  </w:num>
  <w:num w:numId="92" w16cid:durableId="1584102483">
    <w:abstractNumId w:val="11"/>
  </w:num>
  <w:num w:numId="93" w16cid:durableId="1871799651">
    <w:abstractNumId w:val="11"/>
  </w:num>
  <w:num w:numId="94" w16cid:durableId="1472403943">
    <w:abstractNumId w:val="11"/>
  </w:num>
  <w:num w:numId="95" w16cid:durableId="710689930">
    <w:abstractNumId w:val="11"/>
  </w:num>
  <w:num w:numId="96" w16cid:durableId="1227376160">
    <w:abstractNumId w:val="11"/>
  </w:num>
  <w:num w:numId="97" w16cid:durableId="1295602708">
    <w:abstractNumId w:val="11"/>
  </w:num>
  <w:num w:numId="98" w16cid:durableId="1779178896">
    <w:abstractNumId w:val="11"/>
  </w:num>
  <w:num w:numId="99" w16cid:durableId="1024015740">
    <w:abstractNumId w:val="11"/>
  </w:num>
  <w:num w:numId="100" w16cid:durableId="177699049">
    <w:abstractNumId w:val="11"/>
  </w:num>
  <w:num w:numId="101" w16cid:durableId="1025442555">
    <w:abstractNumId w:val="11"/>
  </w:num>
  <w:num w:numId="102" w16cid:durableId="230845149">
    <w:abstractNumId w:val="11"/>
  </w:num>
  <w:num w:numId="103" w16cid:durableId="113863720">
    <w:abstractNumId w:val="11"/>
  </w:num>
  <w:num w:numId="104" w16cid:durableId="1930890008">
    <w:abstractNumId w:val="11"/>
  </w:num>
  <w:num w:numId="105" w16cid:durableId="1775442568">
    <w:abstractNumId w:val="11"/>
  </w:num>
  <w:num w:numId="106" w16cid:durableId="1232040454">
    <w:abstractNumId w:val="11"/>
  </w:num>
  <w:num w:numId="107" w16cid:durableId="1060402736">
    <w:abstractNumId w:val="11"/>
  </w:num>
  <w:num w:numId="108" w16cid:durableId="219902263">
    <w:abstractNumId w:val="11"/>
  </w:num>
  <w:num w:numId="109" w16cid:durableId="1231623524">
    <w:abstractNumId w:val="11"/>
  </w:num>
  <w:num w:numId="110" w16cid:durableId="1692031076">
    <w:abstractNumId w:val="11"/>
  </w:num>
  <w:num w:numId="111" w16cid:durableId="1981612924">
    <w:abstractNumId w:val="11"/>
  </w:num>
  <w:num w:numId="112" w16cid:durableId="2054302829">
    <w:abstractNumId w:val="11"/>
  </w:num>
  <w:num w:numId="113" w16cid:durableId="675964323">
    <w:abstractNumId w:val="11"/>
  </w:num>
  <w:num w:numId="114" w16cid:durableId="541014608">
    <w:abstractNumId w:val="11"/>
  </w:num>
  <w:num w:numId="115" w16cid:durableId="1773934035">
    <w:abstractNumId w:val="11"/>
  </w:num>
  <w:num w:numId="116" w16cid:durableId="624310895">
    <w:abstractNumId w:val="11"/>
  </w:num>
  <w:num w:numId="117" w16cid:durableId="1970548927">
    <w:abstractNumId w:val="11"/>
  </w:num>
  <w:num w:numId="118" w16cid:durableId="479157508">
    <w:abstractNumId w:val="11"/>
  </w:num>
  <w:num w:numId="119" w16cid:durableId="754322850">
    <w:abstractNumId w:val="15"/>
  </w:num>
  <w:num w:numId="120" w16cid:durableId="373971344">
    <w:abstractNumId w:val="15"/>
  </w:num>
  <w:num w:numId="121" w16cid:durableId="1139686925">
    <w:abstractNumId w:val="11"/>
  </w:num>
  <w:num w:numId="122" w16cid:durableId="539171574">
    <w:abstractNumId w:val="11"/>
  </w:num>
  <w:num w:numId="123" w16cid:durableId="1552035006">
    <w:abstractNumId w:val="11"/>
  </w:num>
  <w:num w:numId="124" w16cid:durableId="10816765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564366431">
    <w:abstractNumId w:val="11"/>
  </w:num>
  <w:num w:numId="126" w16cid:durableId="1778939384">
    <w:abstractNumId w:val="11"/>
  </w:num>
  <w:num w:numId="127" w16cid:durableId="1306007445">
    <w:abstractNumId w:val="11"/>
  </w:num>
  <w:num w:numId="128" w16cid:durableId="1067726587">
    <w:abstractNumId w:val="11"/>
  </w:num>
  <w:num w:numId="129" w16cid:durableId="310402375">
    <w:abstractNumId w:val="11"/>
  </w:num>
  <w:num w:numId="130" w16cid:durableId="467865001">
    <w:abstractNumId w:val="11"/>
  </w:num>
  <w:num w:numId="131" w16cid:durableId="1282304396">
    <w:abstractNumId w:val="11"/>
  </w:num>
  <w:num w:numId="132" w16cid:durableId="1868521188">
    <w:abstractNumId w:val="11"/>
  </w:num>
  <w:num w:numId="133" w16cid:durableId="437723847">
    <w:abstractNumId w:val="11"/>
  </w:num>
  <w:num w:numId="134" w16cid:durableId="324432908">
    <w:abstractNumId w:val="11"/>
  </w:num>
  <w:num w:numId="135" w16cid:durableId="1729575553">
    <w:abstractNumId w:val="11"/>
  </w:num>
  <w:num w:numId="136" w16cid:durableId="1388336060">
    <w:abstractNumId w:val="11"/>
  </w:num>
  <w:num w:numId="137" w16cid:durableId="614169628">
    <w:abstractNumId w:val="11"/>
  </w:num>
  <w:num w:numId="138" w16cid:durableId="1044334321">
    <w:abstractNumId w:val="11"/>
  </w:num>
  <w:num w:numId="139" w16cid:durableId="852885584">
    <w:abstractNumId w:val="11"/>
  </w:num>
  <w:num w:numId="140" w16cid:durableId="309406721">
    <w:abstractNumId w:val="11"/>
  </w:num>
  <w:num w:numId="141" w16cid:durableId="220749316">
    <w:abstractNumId w:val="11"/>
  </w:num>
  <w:num w:numId="142" w16cid:durableId="152723789">
    <w:abstractNumId w:val="11"/>
  </w:num>
  <w:num w:numId="143" w16cid:durableId="1838693911">
    <w:abstractNumId w:val="11"/>
  </w:num>
  <w:num w:numId="144" w16cid:durableId="1714184745">
    <w:abstractNumId w:val="11"/>
  </w:num>
  <w:num w:numId="145" w16cid:durableId="218563119">
    <w:abstractNumId w:val="11"/>
  </w:num>
  <w:num w:numId="146" w16cid:durableId="527253222">
    <w:abstractNumId w:val="11"/>
  </w:num>
  <w:num w:numId="147" w16cid:durableId="1073310837">
    <w:abstractNumId w:val="11"/>
  </w:num>
  <w:num w:numId="148" w16cid:durableId="1636447384">
    <w:abstractNumId w:val="11"/>
  </w:num>
  <w:num w:numId="149" w16cid:durableId="2091072454">
    <w:abstractNumId w:val="11"/>
  </w:num>
  <w:num w:numId="150" w16cid:durableId="1188447930">
    <w:abstractNumId w:val="11"/>
  </w:num>
  <w:num w:numId="151" w16cid:durableId="216472764">
    <w:abstractNumId w:val="11"/>
  </w:num>
  <w:num w:numId="152" w16cid:durableId="2079130776">
    <w:abstractNumId w:val="11"/>
  </w:num>
  <w:num w:numId="153" w16cid:durableId="922688235">
    <w:abstractNumId w:val="11"/>
  </w:num>
  <w:num w:numId="154" w16cid:durableId="541593880">
    <w:abstractNumId w:val="11"/>
  </w:num>
  <w:num w:numId="155" w16cid:durableId="2140953455">
    <w:abstractNumId w:val="11"/>
  </w:num>
  <w:num w:numId="156" w16cid:durableId="805585699">
    <w:abstractNumId w:val="11"/>
  </w:num>
  <w:num w:numId="157" w16cid:durableId="1386563356">
    <w:abstractNumId w:val="11"/>
  </w:num>
  <w:num w:numId="158" w16cid:durableId="1591352869">
    <w:abstractNumId w:val="11"/>
  </w:num>
  <w:num w:numId="159" w16cid:durableId="1651515486">
    <w:abstractNumId w:val="21"/>
  </w:num>
  <w:num w:numId="160" w16cid:durableId="1308901691">
    <w:abstractNumId w:val="0"/>
  </w:num>
  <w:num w:numId="161" w16cid:durableId="945160669">
    <w:abstractNumId w:val="13"/>
  </w:num>
  <w:num w:numId="162" w16cid:durableId="994920785">
    <w:abstractNumId w:val="10"/>
  </w:num>
  <w:num w:numId="163" w16cid:durableId="6993611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1041398866">
    <w:abstractNumId w:val="11"/>
  </w:num>
  <w:num w:numId="165" w16cid:durableId="995458355">
    <w:abstractNumId w:val="11"/>
  </w:num>
  <w:num w:numId="166" w16cid:durableId="1357002765">
    <w:abstractNumId w:val="11"/>
  </w:num>
  <w:num w:numId="167" w16cid:durableId="4550302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 w16cid:durableId="1464427483">
    <w:abstractNumId w:val="5"/>
  </w:num>
  <w:num w:numId="169" w16cid:durableId="1286153421">
    <w:abstractNumId w:val="15"/>
  </w:num>
  <w:num w:numId="170" w16cid:durableId="1493133196">
    <w:abstractNumId w:val="16"/>
  </w:num>
  <w:num w:numId="171" w16cid:durableId="942154511">
    <w:abstractNumId w:val="15"/>
  </w:num>
  <w:num w:numId="172" w16cid:durableId="979187185">
    <w:abstractNumId w:val="11"/>
  </w:num>
  <w:num w:numId="173" w16cid:durableId="68625021">
    <w:abstractNumId w:val="15"/>
  </w:num>
  <w:num w:numId="174" w16cid:durableId="1602832667">
    <w:abstractNumId w:val="15"/>
  </w:num>
  <w:num w:numId="175" w16cid:durableId="1549150608">
    <w:abstractNumId w:val="15"/>
  </w:num>
  <w:num w:numId="176" w16cid:durableId="1949777509">
    <w:abstractNumId w:val="15"/>
  </w:num>
  <w:num w:numId="177" w16cid:durableId="132673207">
    <w:abstractNumId w:val="15"/>
  </w:num>
  <w:num w:numId="178" w16cid:durableId="81800010">
    <w:abstractNumId w:val="11"/>
  </w:num>
  <w:num w:numId="179" w16cid:durableId="1774012293">
    <w:abstractNumId w:val="15"/>
  </w:num>
  <w:num w:numId="180" w16cid:durableId="2135516464">
    <w:abstractNumId w:val="15"/>
  </w:num>
  <w:num w:numId="181" w16cid:durableId="763763141">
    <w:abstractNumId w:val="15"/>
  </w:num>
  <w:num w:numId="182" w16cid:durableId="1725635694">
    <w:abstractNumId w:val="15"/>
  </w:num>
  <w:num w:numId="183" w16cid:durableId="1697194517">
    <w:abstractNumId w:val="15"/>
  </w:num>
  <w:num w:numId="184" w16cid:durableId="1075513142">
    <w:abstractNumId w:val="15"/>
  </w:num>
  <w:num w:numId="185" w16cid:durableId="1957060339">
    <w:abstractNumId w:val="15"/>
  </w:num>
  <w:num w:numId="186" w16cid:durableId="384531249">
    <w:abstractNumId w:val="15"/>
  </w:num>
  <w:num w:numId="187" w16cid:durableId="862520468">
    <w:abstractNumId w:val="11"/>
  </w:num>
  <w:num w:numId="188" w16cid:durableId="60446396">
    <w:abstractNumId w:val="15"/>
  </w:num>
  <w:num w:numId="189" w16cid:durableId="1165172545">
    <w:abstractNumId w:val="11"/>
  </w:num>
  <w:num w:numId="190" w16cid:durableId="1257789414">
    <w:abstractNumId w:val="11"/>
  </w:num>
  <w:num w:numId="191" w16cid:durableId="2058508979">
    <w:abstractNumId w:val="11"/>
  </w:num>
  <w:num w:numId="192" w16cid:durableId="666174819">
    <w:abstractNumId w:val="11"/>
  </w:num>
  <w:num w:numId="193" w16cid:durableId="2061635384">
    <w:abstractNumId w:val="15"/>
  </w:num>
  <w:num w:numId="194" w16cid:durableId="444008138">
    <w:abstractNumId w:val="15"/>
  </w:num>
  <w:num w:numId="195" w16cid:durableId="290282062">
    <w:abstractNumId w:val="15"/>
  </w:num>
  <w:num w:numId="196" w16cid:durableId="459348216">
    <w:abstractNumId w:val="15"/>
  </w:num>
  <w:num w:numId="197" w16cid:durableId="656763000">
    <w:abstractNumId w:val="11"/>
  </w:num>
  <w:num w:numId="198" w16cid:durableId="598292559">
    <w:abstractNumId w:val="11"/>
  </w:num>
  <w:num w:numId="199" w16cid:durableId="2117405491">
    <w:abstractNumId w:val="15"/>
  </w:num>
  <w:num w:numId="200" w16cid:durableId="1616866678">
    <w:abstractNumId w:val="15"/>
  </w:num>
  <w:num w:numId="201" w16cid:durableId="1220743948">
    <w:abstractNumId w:val="15"/>
  </w:num>
  <w:num w:numId="202" w16cid:durableId="700983494">
    <w:abstractNumId w:val="15"/>
  </w:num>
  <w:num w:numId="203" w16cid:durableId="934555234">
    <w:abstractNumId w:val="15"/>
  </w:num>
  <w:num w:numId="204" w16cid:durableId="300963368">
    <w:abstractNumId w:val="15"/>
  </w:num>
  <w:num w:numId="205" w16cid:durableId="276181777">
    <w:abstractNumId w:val="15"/>
  </w:num>
  <w:num w:numId="206" w16cid:durableId="790169322">
    <w:abstractNumId w:val="15"/>
  </w:num>
  <w:num w:numId="207" w16cid:durableId="1279874743">
    <w:abstractNumId w:val="15"/>
  </w:num>
  <w:num w:numId="208" w16cid:durableId="1680348404">
    <w:abstractNumId w:val="15"/>
  </w:num>
  <w:num w:numId="209" w16cid:durableId="1606230020">
    <w:abstractNumId w:val="15"/>
  </w:num>
  <w:num w:numId="210" w16cid:durableId="1180658318">
    <w:abstractNumId w:val="15"/>
  </w:num>
  <w:num w:numId="211" w16cid:durableId="225535217">
    <w:abstractNumId w:val="15"/>
  </w:num>
  <w:num w:numId="212" w16cid:durableId="180826814">
    <w:abstractNumId w:val="15"/>
  </w:num>
  <w:num w:numId="213" w16cid:durableId="1343585462">
    <w:abstractNumId w:val="15"/>
  </w:num>
  <w:num w:numId="214" w16cid:durableId="301618617">
    <w:abstractNumId w:val="15"/>
  </w:num>
  <w:num w:numId="215" w16cid:durableId="463305600">
    <w:abstractNumId w:val="15"/>
  </w:num>
  <w:num w:numId="216" w16cid:durableId="553808533">
    <w:abstractNumId w:val="15"/>
  </w:num>
  <w:num w:numId="217" w16cid:durableId="143401506">
    <w:abstractNumId w:val="15"/>
  </w:num>
  <w:num w:numId="218" w16cid:durableId="1068108600">
    <w:abstractNumId w:val="15"/>
  </w:num>
  <w:num w:numId="219" w16cid:durableId="80175990">
    <w:abstractNumId w:val="15"/>
  </w:num>
  <w:num w:numId="220" w16cid:durableId="851382919">
    <w:abstractNumId w:val="15"/>
  </w:num>
  <w:num w:numId="221" w16cid:durableId="2030062591">
    <w:abstractNumId w:val="15"/>
  </w:num>
  <w:num w:numId="222" w16cid:durableId="502279813">
    <w:abstractNumId w:val="15"/>
  </w:num>
  <w:num w:numId="223" w16cid:durableId="48000958">
    <w:abstractNumId w:val="15"/>
  </w:num>
  <w:num w:numId="224" w16cid:durableId="1444421538">
    <w:abstractNumId w:val="15"/>
  </w:num>
  <w:num w:numId="225" w16cid:durableId="1596474579">
    <w:abstractNumId w:val="11"/>
  </w:num>
  <w:num w:numId="226" w16cid:durableId="1341203958">
    <w:abstractNumId w:val="11"/>
  </w:num>
  <w:num w:numId="227" w16cid:durableId="839853960">
    <w:abstractNumId w:val="11"/>
  </w:num>
  <w:num w:numId="228" w16cid:durableId="129980004">
    <w:abstractNumId w:val="15"/>
  </w:num>
  <w:num w:numId="229" w16cid:durableId="1584028582">
    <w:abstractNumId w:val="15"/>
  </w:num>
  <w:num w:numId="230" w16cid:durableId="413671888">
    <w:abstractNumId w:val="15"/>
  </w:num>
  <w:num w:numId="231" w16cid:durableId="1938831148">
    <w:abstractNumId w:val="15"/>
  </w:num>
  <w:num w:numId="232" w16cid:durableId="322243575">
    <w:abstractNumId w:val="11"/>
  </w:num>
  <w:num w:numId="233" w16cid:durableId="1111901733">
    <w:abstractNumId w:val="15"/>
  </w:num>
  <w:num w:numId="234" w16cid:durableId="687373968">
    <w:abstractNumId w:val="11"/>
  </w:num>
  <w:num w:numId="235" w16cid:durableId="819350191">
    <w:abstractNumId w:val="11"/>
  </w:num>
  <w:num w:numId="236" w16cid:durableId="306936327">
    <w:abstractNumId w:val="15"/>
  </w:num>
  <w:num w:numId="237" w16cid:durableId="335617307">
    <w:abstractNumId w:val="15"/>
  </w:num>
  <w:num w:numId="238" w16cid:durableId="1480879500">
    <w:abstractNumId w:val="15"/>
  </w:num>
  <w:num w:numId="239" w16cid:durableId="161704070">
    <w:abstractNumId w:val="11"/>
  </w:num>
  <w:num w:numId="240" w16cid:durableId="1269779827">
    <w:abstractNumId w:val="15"/>
  </w:num>
  <w:num w:numId="241" w16cid:durableId="980115014">
    <w:abstractNumId w:val="15"/>
  </w:num>
  <w:num w:numId="242" w16cid:durableId="554900481">
    <w:abstractNumId w:val="15"/>
  </w:num>
  <w:num w:numId="243" w16cid:durableId="1578318395">
    <w:abstractNumId w:val="15"/>
  </w:num>
  <w:num w:numId="244" w16cid:durableId="472717630">
    <w:abstractNumId w:val="15"/>
  </w:num>
  <w:num w:numId="245" w16cid:durableId="536238101">
    <w:abstractNumId w:val="15"/>
  </w:num>
  <w:num w:numId="246" w16cid:durableId="441920152">
    <w:abstractNumId w:val="15"/>
  </w:num>
  <w:num w:numId="247" w16cid:durableId="1762607817">
    <w:abstractNumId w:val="15"/>
  </w:num>
  <w:num w:numId="248" w16cid:durableId="2066490776">
    <w:abstractNumId w:val="1"/>
  </w:num>
  <w:num w:numId="249" w16cid:durableId="308481163">
    <w:abstractNumId w:val="15"/>
  </w:num>
  <w:num w:numId="250" w16cid:durableId="1975519201">
    <w:abstractNumId w:val="15"/>
  </w:num>
  <w:num w:numId="251" w16cid:durableId="479927470">
    <w:abstractNumId w:val="15"/>
  </w:num>
  <w:num w:numId="252" w16cid:durableId="1022433502">
    <w:abstractNumId w:val="11"/>
  </w:num>
  <w:num w:numId="253" w16cid:durableId="2031642697">
    <w:abstractNumId w:val="15"/>
  </w:num>
  <w:num w:numId="254" w16cid:durableId="1862546094">
    <w:abstractNumId w:val="15"/>
  </w:num>
  <w:num w:numId="255" w16cid:durableId="785662700">
    <w:abstractNumId w:val="15"/>
  </w:num>
  <w:num w:numId="256" w16cid:durableId="271060486">
    <w:abstractNumId w:val="15"/>
  </w:num>
  <w:num w:numId="257" w16cid:durableId="1733190760">
    <w:abstractNumId w:val="15"/>
  </w:num>
  <w:num w:numId="258" w16cid:durableId="655261101">
    <w:abstractNumId w:val="15"/>
  </w:num>
  <w:num w:numId="259" w16cid:durableId="1651209409">
    <w:abstractNumId w:val="11"/>
  </w:num>
  <w:num w:numId="260" w16cid:durableId="260601792">
    <w:abstractNumId w:val="15"/>
  </w:num>
  <w:num w:numId="261" w16cid:durableId="1355493580">
    <w:abstractNumId w:val="11"/>
  </w:num>
  <w:num w:numId="262" w16cid:durableId="584606644">
    <w:abstractNumId w:val="15"/>
  </w:num>
  <w:num w:numId="263" w16cid:durableId="917058685">
    <w:abstractNumId w:val="15"/>
  </w:num>
  <w:num w:numId="264" w16cid:durableId="1073819192">
    <w:abstractNumId w:val="11"/>
  </w:num>
  <w:num w:numId="265" w16cid:durableId="186648431">
    <w:abstractNumId w:val="15"/>
  </w:num>
  <w:num w:numId="266" w16cid:durableId="2040012740">
    <w:abstractNumId w:val="15"/>
  </w:num>
  <w:num w:numId="267" w16cid:durableId="914514139">
    <w:abstractNumId w:val="11"/>
  </w:num>
  <w:num w:numId="268" w16cid:durableId="1955674081">
    <w:abstractNumId w:val="11"/>
  </w:num>
  <w:num w:numId="269" w16cid:durableId="892276252">
    <w:abstractNumId w:val="11"/>
  </w:num>
  <w:num w:numId="270" w16cid:durableId="690641918">
    <w:abstractNumId w:val="11"/>
  </w:num>
  <w:num w:numId="271" w16cid:durableId="2030984215">
    <w:abstractNumId w:val="11"/>
  </w:num>
  <w:num w:numId="272" w16cid:durableId="1452046635">
    <w:abstractNumId w:val="11"/>
  </w:num>
  <w:num w:numId="273" w16cid:durableId="2080864801">
    <w:abstractNumId w:val="11"/>
  </w:num>
  <w:num w:numId="274" w16cid:durableId="74278726">
    <w:abstractNumId w:val="11"/>
  </w:num>
  <w:num w:numId="275" w16cid:durableId="1272054607">
    <w:abstractNumId w:val="11"/>
  </w:num>
  <w:num w:numId="276" w16cid:durableId="1358389498">
    <w:abstractNumId w:val="11"/>
  </w:num>
  <w:num w:numId="277" w16cid:durableId="384374093">
    <w:abstractNumId w:val="11"/>
  </w:num>
  <w:num w:numId="278" w16cid:durableId="1230962789">
    <w:abstractNumId w:val="11"/>
  </w:num>
  <w:num w:numId="279" w16cid:durableId="375815159">
    <w:abstractNumId w:val="11"/>
  </w:num>
  <w:num w:numId="280" w16cid:durableId="299265744">
    <w:abstractNumId w:val="11"/>
  </w:num>
  <w:num w:numId="281" w16cid:durableId="1864323893">
    <w:abstractNumId w:val="11"/>
  </w:num>
  <w:num w:numId="282" w16cid:durableId="160586306">
    <w:abstractNumId w:val="11"/>
  </w:num>
  <w:num w:numId="283" w16cid:durableId="1243025143">
    <w:abstractNumId w:val="11"/>
  </w:num>
  <w:num w:numId="284" w16cid:durableId="1708294123">
    <w:abstractNumId w:val="15"/>
  </w:num>
  <w:num w:numId="285" w16cid:durableId="763957125">
    <w:abstractNumId w:val="11"/>
  </w:num>
  <w:num w:numId="286" w16cid:durableId="2025788404">
    <w:abstractNumId w:val="15"/>
  </w:num>
  <w:num w:numId="287" w16cid:durableId="33383260">
    <w:abstractNumId w:val="11"/>
  </w:num>
  <w:num w:numId="288" w16cid:durableId="1627082911">
    <w:abstractNumId w:val="11"/>
  </w:num>
  <w:num w:numId="289" w16cid:durableId="1128161964">
    <w:abstractNumId w:val="11"/>
  </w:num>
  <w:num w:numId="290" w16cid:durableId="943224626">
    <w:abstractNumId w:val="11"/>
  </w:num>
  <w:num w:numId="291" w16cid:durableId="857232108">
    <w:abstractNumId w:val="11"/>
  </w:num>
  <w:num w:numId="292" w16cid:durableId="1833063171">
    <w:abstractNumId w:val="11"/>
  </w:num>
  <w:num w:numId="293" w16cid:durableId="1383941686">
    <w:abstractNumId w:val="11"/>
  </w:num>
  <w:num w:numId="294" w16cid:durableId="634259242">
    <w:abstractNumId w:val="11"/>
  </w:num>
  <w:num w:numId="295" w16cid:durableId="472455182">
    <w:abstractNumId w:val="11"/>
  </w:num>
  <w:num w:numId="296" w16cid:durableId="142623144">
    <w:abstractNumId w:val="11"/>
  </w:num>
  <w:num w:numId="297" w16cid:durableId="1434857517">
    <w:abstractNumId w:val="11"/>
  </w:num>
  <w:num w:numId="298" w16cid:durableId="399864241">
    <w:abstractNumId w:val="11"/>
  </w:num>
  <w:num w:numId="299" w16cid:durableId="1829250727">
    <w:abstractNumId w:val="11"/>
  </w:num>
  <w:num w:numId="300" w16cid:durableId="85734175">
    <w:abstractNumId w:val="15"/>
  </w:num>
  <w:num w:numId="301" w16cid:durableId="667295638">
    <w:abstractNumId w:val="15"/>
  </w:num>
  <w:num w:numId="302" w16cid:durableId="1806123895">
    <w:abstractNumId w:val="15"/>
  </w:num>
  <w:num w:numId="303" w16cid:durableId="269318217">
    <w:abstractNumId w:val="11"/>
  </w:num>
  <w:num w:numId="304" w16cid:durableId="486241327">
    <w:abstractNumId w:val="9"/>
  </w:num>
  <w:num w:numId="305" w16cid:durableId="1632398305">
    <w:abstractNumId w:val="11"/>
  </w:num>
  <w:num w:numId="306" w16cid:durableId="108595534">
    <w:abstractNumId w:val="11"/>
  </w:num>
  <w:num w:numId="307" w16cid:durableId="1723020710">
    <w:abstractNumId w:val="11"/>
  </w:num>
  <w:num w:numId="308" w16cid:durableId="604004368">
    <w:abstractNumId w:val="11"/>
  </w:num>
  <w:num w:numId="309" w16cid:durableId="1295718886">
    <w:abstractNumId w:val="11"/>
  </w:num>
  <w:num w:numId="310" w16cid:durableId="243807569">
    <w:abstractNumId w:val="11"/>
  </w:num>
  <w:num w:numId="311" w16cid:durableId="1177622679">
    <w:abstractNumId w:val="11"/>
  </w:num>
  <w:num w:numId="312" w16cid:durableId="1776091933">
    <w:abstractNumId w:val="11"/>
  </w:num>
  <w:num w:numId="313" w16cid:durableId="1032921065">
    <w:abstractNumId w:val="11"/>
  </w:num>
  <w:num w:numId="314" w16cid:durableId="1486126438">
    <w:abstractNumId w:val="11"/>
  </w:num>
  <w:num w:numId="315" w16cid:durableId="829449249">
    <w:abstractNumId w:val="11"/>
  </w:num>
  <w:num w:numId="316" w16cid:durableId="901914668">
    <w:abstractNumId w:val="15"/>
  </w:num>
  <w:num w:numId="317" w16cid:durableId="1906598313">
    <w:abstractNumId w:val="15"/>
  </w:num>
  <w:num w:numId="318" w16cid:durableId="447548247">
    <w:abstractNumId w:val="15"/>
  </w:num>
  <w:num w:numId="319" w16cid:durableId="847794119">
    <w:abstractNumId w:val="15"/>
  </w:num>
  <w:num w:numId="320" w16cid:durableId="1970435506">
    <w:abstractNumId w:val="15"/>
  </w:num>
  <w:num w:numId="321" w16cid:durableId="321129955">
    <w:abstractNumId w:val="15"/>
  </w:num>
  <w:num w:numId="322" w16cid:durableId="615138357">
    <w:abstractNumId w:val="15"/>
  </w:num>
  <w:num w:numId="323" w16cid:durableId="1344357046">
    <w:abstractNumId w:val="11"/>
  </w:num>
  <w:num w:numId="324" w16cid:durableId="575824235">
    <w:abstractNumId w:val="11"/>
  </w:num>
  <w:num w:numId="325" w16cid:durableId="1604262293">
    <w:abstractNumId w:val="15"/>
  </w:num>
  <w:num w:numId="326" w16cid:durableId="1667975653">
    <w:abstractNumId w:val="11"/>
  </w:num>
  <w:num w:numId="327" w16cid:durableId="1788967319">
    <w:abstractNumId w:val="11"/>
  </w:num>
  <w:num w:numId="328" w16cid:durableId="1545948840">
    <w:abstractNumId w:val="11"/>
  </w:num>
  <w:num w:numId="329" w16cid:durableId="1064108968">
    <w:abstractNumId w:val="15"/>
  </w:num>
  <w:num w:numId="330" w16cid:durableId="1020397138">
    <w:abstractNumId w:val="15"/>
  </w:num>
  <w:num w:numId="331" w16cid:durableId="1214462382">
    <w:abstractNumId w:val="15"/>
  </w:num>
  <w:num w:numId="332" w16cid:durableId="427580299">
    <w:abstractNumId w:val="15"/>
  </w:num>
  <w:num w:numId="333" w16cid:durableId="1737319988">
    <w:abstractNumId w:val="15"/>
  </w:num>
  <w:num w:numId="334" w16cid:durableId="269820109">
    <w:abstractNumId w:val="15"/>
  </w:num>
  <w:num w:numId="335" w16cid:durableId="646469246">
    <w:abstractNumId w:val="15"/>
  </w:num>
  <w:num w:numId="336" w16cid:durableId="398208775">
    <w:abstractNumId w:val="15"/>
  </w:num>
  <w:num w:numId="337" w16cid:durableId="459736936">
    <w:abstractNumId w:val="15"/>
  </w:num>
  <w:num w:numId="338" w16cid:durableId="566191963">
    <w:abstractNumId w:val="15"/>
  </w:num>
  <w:num w:numId="339" w16cid:durableId="1740905604">
    <w:abstractNumId w:val="15"/>
  </w:num>
  <w:num w:numId="340" w16cid:durableId="955529871">
    <w:abstractNumId w:val="15"/>
  </w:num>
  <w:num w:numId="341" w16cid:durableId="920025095">
    <w:abstractNumId w:val="15"/>
  </w:num>
  <w:num w:numId="342" w16cid:durableId="1959949447">
    <w:abstractNumId w:val="15"/>
  </w:num>
  <w:num w:numId="343" w16cid:durableId="727529379">
    <w:abstractNumId w:val="15"/>
  </w:num>
  <w:num w:numId="344" w16cid:durableId="1099646330">
    <w:abstractNumId w:val="15"/>
  </w:num>
  <w:num w:numId="345" w16cid:durableId="561255812">
    <w:abstractNumId w:val="15"/>
  </w:num>
  <w:num w:numId="346" w16cid:durableId="1855264582">
    <w:abstractNumId w:val="15"/>
  </w:num>
  <w:num w:numId="347" w16cid:durableId="722875524">
    <w:abstractNumId w:val="15"/>
  </w:num>
  <w:num w:numId="348" w16cid:durableId="836962039">
    <w:abstractNumId w:val="15"/>
  </w:num>
  <w:num w:numId="349" w16cid:durableId="1370960506">
    <w:abstractNumId w:val="15"/>
  </w:num>
  <w:num w:numId="350" w16cid:durableId="356810509">
    <w:abstractNumId w:val="15"/>
  </w:num>
  <w:num w:numId="351" w16cid:durableId="1867061587">
    <w:abstractNumId w:val="15"/>
  </w:num>
  <w:num w:numId="352" w16cid:durableId="795635012">
    <w:abstractNumId w:val="15"/>
  </w:num>
  <w:num w:numId="353" w16cid:durableId="1259949954">
    <w:abstractNumId w:val="15"/>
  </w:num>
  <w:num w:numId="354" w16cid:durableId="281621016">
    <w:abstractNumId w:val="15"/>
  </w:num>
  <w:num w:numId="355" w16cid:durableId="512035957">
    <w:abstractNumId w:val="15"/>
  </w:num>
  <w:num w:numId="356" w16cid:durableId="10166131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 w16cid:durableId="694304270">
    <w:abstractNumId w:val="15"/>
  </w:num>
  <w:num w:numId="358" w16cid:durableId="610164347">
    <w:abstractNumId w:val="15"/>
  </w:num>
  <w:num w:numId="359" w16cid:durableId="1406414826">
    <w:abstractNumId w:val="15"/>
  </w:num>
  <w:num w:numId="360" w16cid:durableId="2039163325">
    <w:abstractNumId w:val="15"/>
  </w:num>
  <w:num w:numId="361" w16cid:durableId="1903982877">
    <w:abstractNumId w:val="15"/>
  </w:num>
  <w:num w:numId="362" w16cid:durableId="1993748170">
    <w:abstractNumId w:val="15"/>
  </w:num>
  <w:num w:numId="363" w16cid:durableId="1196701340">
    <w:abstractNumId w:val="15"/>
  </w:num>
  <w:num w:numId="364" w16cid:durableId="1354841048">
    <w:abstractNumId w:val="15"/>
  </w:num>
  <w:num w:numId="365" w16cid:durableId="1949699442">
    <w:abstractNumId w:val="11"/>
  </w:num>
  <w:num w:numId="366" w16cid:durableId="953484484">
    <w:abstractNumId w:val="11"/>
  </w:num>
  <w:num w:numId="367" w16cid:durableId="20019987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 w16cid:durableId="550966702">
    <w:abstractNumId w:val="15"/>
  </w:num>
  <w:num w:numId="369" w16cid:durableId="14431860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 w16cid:durableId="603271479">
    <w:abstractNumId w:val="15"/>
  </w:num>
  <w:num w:numId="371" w16cid:durableId="218320751">
    <w:abstractNumId w:val="11"/>
  </w:num>
  <w:num w:numId="372" w16cid:durableId="1376350514">
    <w:abstractNumId w:val="15"/>
  </w:num>
  <w:num w:numId="373" w16cid:durableId="2014063324">
    <w:abstractNumId w:val="11"/>
  </w:num>
  <w:num w:numId="374" w16cid:durableId="867723202">
    <w:abstractNumId w:val="11"/>
  </w:num>
  <w:num w:numId="375" w16cid:durableId="864056533">
    <w:abstractNumId w:val="11"/>
  </w:num>
  <w:num w:numId="376" w16cid:durableId="1061292612">
    <w:abstractNumId w:val="15"/>
  </w:num>
  <w:num w:numId="377" w16cid:durableId="1173375527">
    <w:abstractNumId w:val="15"/>
  </w:num>
  <w:num w:numId="378" w16cid:durableId="276182205">
    <w:abstractNumId w:val="11"/>
  </w:num>
  <w:num w:numId="379" w16cid:durableId="1867206773">
    <w:abstractNumId w:val="15"/>
  </w:num>
  <w:num w:numId="380" w16cid:durableId="1783496779">
    <w:abstractNumId w:val="20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1C63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21A3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75B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34808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035"/>
    <w:rsid w:val="0026347D"/>
    <w:rsid w:val="00263AB1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21E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1A58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4C14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44EF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6CA9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31B2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AE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0B9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1993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2C"/>
    <w:rsid w:val="00906139"/>
    <w:rsid w:val="00906336"/>
    <w:rsid w:val="00907171"/>
    <w:rsid w:val="0091036C"/>
    <w:rsid w:val="009120BE"/>
    <w:rsid w:val="00912D37"/>
    <w:rsid w:val="00914F04"/>
    <w:rsid w:val="009170D0"/>
    <w:rsid w:val="00921154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25FD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137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6917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B6B47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48F0"/>
    <w:rsid w:val="00AE64DE"/>
    <w:rsid w:val="00AE6642"/>
    <w:rsid w:val="00AE6A17"/>
    <w:rsid w:val="00AF04F4"/>
    <w:rsid w:val="00AF22C2"/>
    <w:rsid w:val="00AF47BE"/>
    <w:rsid w:val="00AF4A3B"/>
    <w:rsid w:val="00AF4CDB"/>
    <w:rsid w:val="00AF66B4"/>
    <w:rsid w:val="00AF6CF3"/>
    <w:rsid w:val="00AF718F"/>
    <w:rsid w:val="00AF7342"/>
    <w:rsid w:val="00B0024E"/>
    <w:rsid w:val="00B00814"/>
    <w:rsid w:val="00B0284C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0C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39A5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2EA6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6A6C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19FE"/>
    <w:rsid w:val="00C62EB0"/>
    <w:rsid w:val="00C635FC"/>
    <w:rsid w:val="00C6386B"/>
    <w:rsid w:val="00C63DA7"/>
    <w:rsid w:val="00C65DE2"/>
    <w:rsid w:val="00C666D4"/>
    <w:rsid w:val="00C677E7"/>
    <w:rsid w:val="00C6785F"/>
    <w:rsid w:val="00C7146B"/>
    <w:rsid w:val="00C73326"/>
    <w:rsid w:val="00C73D05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F5C"/>
    <w:rsid w:val="00CC415E"/>
    <w:rsid w:val="00CC5D8B"/>
    <w:rsid w:val="00CC635F"/>
    <w:rsid w:val="00CC69E2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017F"/>
    <w:rsid w:val="00D307F8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11A5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4220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1D0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375B6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43BE1A5D"/>
  <w15:docId w15:val="{DBB5A775-C09A-4582-ADA9-FBAEE84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95642-CA4E-40D4-8E07-E9E6328D4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9</TotalTime>
  <Pages>1</Pages>
  <Words>251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Sütő Ágnes Gabriella</cp:lastModifiedBy>
  <cp:revision>14</cp:revision>
  <cp:lastPrinted>2017-08-08T10:21:00Z</cp:lastPrinted>
  <dcterms:created xsi:type="dcterms:W3CDTF">2023-04-24T06:21:00Z</dcterms:created>
  <dcterms:modified xsi:type="dcterms:W3CDTF">2024-07-22T09:56:00Z</dcterms:modified>
</cp:coreProperties>
</file>