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14:paraId="475CB23A" w14:textId="77777777" w:rsidTr="00FC3031">
        <w:tc>
          <w:tcPr>
            <w:tcW w:w="9497" w:type="dxa"/>
            <w:shd w:val="clear" w:color="auto" w:fill="FFFFFF"/>
          </w:tcPr>
          <w:p w14:paraId="667F93F9" w14:textId="77777777"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14:paraId="6A5FF86D" w14:textId="77777777" w:rsidTr="00FC3031">
        <w:tc>
          <w:tcPr>
            <w:tcW w:w="9497" w:type="dxa"/>
            <w:shd w:val="clear" w:color="auto" w:fill="FFFFFF"/>
          </w:tcPr>
          <w:p w14:paraId="4A2E397B" w14:textId="77777777"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14:paraId="33A46885" w14:textId="77777777" w:rsidTr="00FC3031">
        <w:tc>
          <w:tcPr>
            <w:tcW w:w="9497" w:type="dxa"/>
            <w:shd w:val="clear" w:color="auto" w:fill="FFFFFF"/>
          </w:tcPr>
          <w:p w14:paraId="7ECA5824" w14:textId="77777777"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14:paraId="58BCDDE0" w14:textId="77777777" w:rsidTr="00FC3031">
        <w:tc>
          <w:tcPr>
            <w:tcW w:w="9497" w:type="dxa"/>
            <w:shd w:val="clear" w:color="auto" w:fill="FFFFFF"/>
          </w:tcPr>
          <w:p w14:paraId="454A9181" w14:textId="77777777"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14:paraId="5D96F008" w14:textId="77777777" w:rsidTr="00FC3031">
        <w:tc>
          <w:tcPr>
            <w:tcW w:w="9497" w:type="dxa"/>
            <w:shd w:val="clear" w:color="auto" w:fill="FFFFFF"/>
          </w:tcPr>
          <w:p w14:paraId="6098B64F" w14:textId="77777777"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14:paraId="7FA17E59" w14:textId="77777777" w:rsidTr="00FC3031">
        <w:tc>
          <w:tcPr>
            <w:tcW w:w="9497" w:type="dxa"/>
            <w:shd w:val="clear" w:color="auto" w:fill="FFFFFF"/>
          </w:tcPr>
          <w:p w14:paraId="02833C00" w14:textId="77777777"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14:paraId="4EA4984E" w14:textId="77777777" w:rsidTr="00FC3031">
        <w:tc>
          <w:tcPr>
            <w:tcW w:w="9497" w:type="dxa"/>
            <w:shd w:val="clear" w:color="auto" w:fill="FFFFFF"/>
          </w:tcPr>
          <w:p w14:paraId="71791EEF" w14:textId="7AFA4F6C" w:rsidR="006C1247" w:rsidRPr="00AA571D" w:rsidRDefault="006C1247" w:rsidP="00136FDD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proofErr w:type="gramStart"/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proofErr w:type="gram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>202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4. </w:t>
            </w:r>
            <w:proofErr w:type="spellStart"/>
            <w:r w:rsidR="005D1AD4">
              <w:rPr>
                <w:rFonts w:ascii="Arial" w:hAnsi="Arial" w:cs="Arial"/>
                <w:spacing w:val="-2"/>
                <w:sz w:val="20"/>
                <w:szCs w:val="20"/>
              </w:rPr>
              <w:t>november</w:t>
            </w:r>
            <w:proofErr w:type="spellEnd"/>
            <w:r w:rsidR="005D1AD4">
              <w:rPr>
                <w:rFonts w:ascii="Arial" w:hAnsi="Arial" w:cs="Arial"/>
                <w:spacing w:val="-2"/>
                <w:sz w:val="20"/>
                <w:szCs w:val="20"/>
              </w:rPr>
              <w:t xml:space="preserve"> 20.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14:paraId="44BEB512" w14:textId="77777777" w:rsidTr="00FC3031">
        <w:tc>
          <w:tcPr>
            <w:tcW w:w="9497" w:type="dxa"/>
            <w:shd w:val="clear" w:color="auto" w:fill="FFFFFF"/>
          </w:tcPr>
          <w:p w14:paraId="1B73CE51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14:paraId="0C84EF55" w14:textId="77777777" w:rsidTr="00FC3031">
        <w:tc>
          <w:tcPr>
            <w:tcW w:w="9497" w:type="dxa"/>
            <w:shd w:val="clear" w:color="auto" w:fill="FFFFFF"/>
          </w:tcPr>
          <w:p w14:paraId="63353D7E" w14:textId="77777777"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14:paraId="026C1B83" w14:textId="77777777" w:rsidTr="00FC3031">
        <w:tc>
          <w:tcPr>
            <w:tcW w:w="9497" w:type="dxa"/>
            <w:shd w:val="clear" w:color="auto" w:fill="FFFFFF"/>
          </w:tcPr>
          <w:p w14:paraId="62DE3A36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14:paraId="1EC66BA5" w14:textId="77777777" w:rsidTr="00FC3031">
        <w:tc>
          <w:tcPr>
            <w:tcW w:w="9497" w:type="dxa"/>
            <w:shd w:val="clear" w:color="auto" w:fill="FFFFFF"/>
          </w:tcPr>
          <w:p w14:paraId="086827AA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14:paraId="04275DFE" w14:textId="77777777" w:rsidTr="00FC3031">
        <w:tc>
          <w:tcPr>
            <w:tcW w:w="9497" w:type="dxa"/>
            <w:shd w:val="clear" w:color="auto" w:fill="FFFFFF"/>
          </w:tcPr>
          <w:p w14:paraId="3D1C5CF8" w14:textId="77777777"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14:paraId="39DE61C7" w14:textId="77777777" w:rsidTr="00FC3031">
        <w:tc>
          <w:tcPr>
            <w:tcW w:w="9497" w:type="dxa"/>
            <w:shd w:val="clear" w:color="auto" w:fill="FFFFFF"/>
          </w:tcPr>
          <w:p w14:paraId="754D846E" w14:textId="77777777"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proofErr w:type="gramStart"/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proofErr w:type="gramEnd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14:paraId="4AD314B7" w14:textId="77777777" w:rsidTr="00FC3031">
        <w:tc>
          <w:tcPr>
            <w:tcW w:w="9497" w:type="dxa"/>
            <w:shd w:val="clear" w:color="auto" w:fill="FFFFFF"/>
          </w:tcPr>
          <w:p w14:paraId="2359E5D6" w14:textId="77777777"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14:paraId="72F99057" w14:textId="77777777" w:rsidTr="00FC3031">
        <w:tc>
          <w:tcPr>
            <w:tcW w:w="9497" w:type="dxa"/>
            <w:shd w:val="clear" w:color="auto" w:fill="FFFFFF"/>
          </w:tcPr>
          <w:p w14:paraId="1ECE7F62" w14:textId="77777777"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14:paraId="6B234D38" w14:textId="77777777"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EF45E" w14:textId="77777777" w:rsidR="00791DAC" w:rsidRDefault="00791DAC">
      <w:r>
        <w:separator/>
      </w:r>
    </w:p>
  </w:endnote>
  <w:endnote w:type="continuationSeparator" w:id="0">
    <w:p w14:paraId="2507851B" w14:textId="77777777" w:rsidR="00791DAC" w:rsidRDefault="00791DAC">
      <w:r>
        <w:continuationSeparator/>
      </w:r>
    </w:p>
  </w:endnote>
  <w:endnote w:type="continuationNotice" w:id="1">
    <w:p w14:paraId="4A7111BB" w14:textId="77777777"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8B3C0F5" w14:textId="77777777"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C364822" w14:textId="77777777"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136FDD" w:rsidRPr="00136FDD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641AC" w14:textId="77777777" w:rsidR="00791DAC" w:rsidRDefault="00791DAC">
      <w:r>
        <w:separator/>
      </w:r>
    </w:p>
  </w:footnote>
  <w:footnote w:type="continuationSeparator" w:id="0">
    <w:p w14:paraId="09D95C58" w14:textId="77777777" w:rsidR="00791DAC" w:rsidRDefault="00791DAC">
      <w:r>
        <w:continuationSeparator/>
      </w:r>
    </w:p>
  </w:footnote>
  <w:footnote w:type="continuationNotice" w:id="1">
    <w:p w14:paraId="238D5CEF" w14:textId="77777777"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37EC" w14:textId="77777777"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0EEC22FE" w14:textId="77777777"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C008" w14:textId="77777777"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E4879" w14:textId="77777777"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F6B8EC" wp14:editId="4120FF3D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14:paraId="31E2FC01" w14:textId="77777777" w:rsidTr="00792F99">
      <w:tc>
        <w:tcPr>
          <w:tcW w:w="9497" w:type="dxa"/>
          <w:shd w:val="clear" w:color="auto" w:fill="FFFFFF"/>
        </w:tcPr>
        <w:p w14:paraId="4EAF3076" w14:textId="77777777"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14:paraId="6BEA83BC" w14:textId="77777777"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541432211">
    <w:abstractNumId w:val="2"/>
  </w:num>
  <w:num w:numId="2" w16cid:durableId="1981812099">
    <w:abstractNumId w:val="7"/>
  </w:num>
  <w:num w:numId="3" w16cid:durableId="1057632913">
    <w:abstractNumId w:val="11"/>
  </w:num>
  <w:num w:numId="4" w16cid:durableId="803158984">
    <w:abstractNumId w:val="15"/>
  </w:num>
  <w:num w:numId="5" w16cid:durableId="1779131743">
    <w:abstractNumId w:val="8"/>
  </w:num>
  <w:num w:numId="6" w16cid:durableId="990330822">
    <w:abstractNumId w:val="4"/>
  </w:num>
  <w:num w:numId="7" w16cid:durableId="569009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1877618">
    <w:abstractNumId w:val="22"/>
  </w:num>
  <w:num w:numId="9" w16cid:durableId="900216020">
    <w:abstractNumId w:val="12"/>
  </w:num>
  <w:num w:numId="10" w16cid:durableId="210090258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41335">
    <w:abstractNumId w:val="14"/>
  </w:num>
  <w:num w:numId="12" w16cid:durableId="17825807">
    <w:abstractNumId w:val="6"/>
  </w:num>
  <w:num w:numId="13" w16cid:durableId="1241981057">
    <w:abstractNumId w:val="21"/>
  </w:num>
  <w:num w:numId="14" w16cid:durableId="45104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7467271">
    <w:abstractNumId w:val="3"/>
  </w:num>
  <w:num w:numId="16" w16cid:durableId="15439023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133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50276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16891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55917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0287397">
    <w:abstractNumId w:val="11"/>
  </w:num>
  <w:num w:numId="22" w16cid:durableId="2134251346">
    <w:abstractNumId w:val="11"/>
  </w:num>
  <w:num w:numId="23" w16cid:durableId="1930263908">
    <w:abstractNumId w:val="11"/>
  </w:num>
  <w:num w:numId="24" w16cid:durableId="932976308">
    <w:abstractNumId w:val="11"/>
  </w:num>
  <w:num w:numId="25" w16cid:durableId="210847845">
    <w:abstractNumId w:val="11"/>
  </w:num>
  <w:num w:numId="26" w16cid:durableId="875966415">
    <w:abstractNumId w:val="11"/>
  </w:num>
  <w:num w:numId="27" w16cid:durableId="2016491086">
    <w:abstractNumId w:val="11"/>
  </w:num>
  <w:num w:numId="28" w16cid:durableId="1468662291">
    <w:abstractNumId w:val="11"/>
  </w:num>
  <w:num w:numId="29" w16cid:durableId="303195949">
    <w:abstractNumId w:val="11"/>
  </w:num>
  <w:num w:numId="30" w16cid:durableId="2034844063">
    <w:abstractNumId w:val="11"/>
  </w:num>
  <w:num w:numId="31" w16cid:durableId="679429273">
    <w:abstractNumId w:val="11"/>
  </w:num>
  <w:num w:numId="32" w16cid:durableId="1961953268">
    <w:abstractNumId w:val="11"/>
  </w:num>
  <w:num w:numId="33" w16cid:durableId="2122455667">
    <w:abstractNumId w:val="11"/>
  </w:num>
  <w:num w:numId="34" w16cid:durableId="1475293305">
    <w:abstractNumId w:val="11"/>
  </w:num>
  <w:num w:numId="35" w16cid:durableId="1523399401">
    <w:abstractNumId w:val="11"/>
  </w:num>
  <w:num w:numId="36" w16cid:durableId="1143157533">
    <w:abstractNumId w:val="11"/>
  </w:num>
  <w:num w:numId="37" w16cid:durableId="815337399">
    <w:abstractNumId w:val="11"/>
  </w:num>
  <w:num w:numId="38" w16cid:durableId="1100905842">
    <w:abstractNumId w:val="11"/>
  </w:num>
  <w:num w:numId="39" w16cid:durableId="828247679">
    <w:abstractNumId w:val="11"/>
  </w:num>
  <w:num w:numId="40" w16cid:durableId="1452744564">
    <w:abstractNumId w:val="11"/>
  </w:num>
  <w:num w:numId="41" w16cid:durableId="1129935138">
    <w:abstractNumId w:val="11"/>
  </w:num>
  <w:num w:numId="42" w16cid:durableId="1422216582">
    <w:abstractNumId w:val="11"/>
  </w:num>
  <w:num w:numId="43" w16cid:durableId="728458967">
    <w:abstractNumId w:val="11"/>
  </w:num>
  <w:num w:numId="44" w16cid:durableId="1875389591">
    <w:abstractNumId w:val="11"/>
  </w:num>
  <w:num w:numId="45" w16cid:durableId="1088423927">
    <w:abstractNumId w:val="11"/>
  </w:num>
  <w:num w:numId="46" w16cid:durableId="2110008393">
    <w:abstractNumId w:val="11"/>
  </w:num>
  <w:num w:numId="47" w16cid:durableId="1970623762">
    <w:abstractNumId w:val="11"/>
  </w:num>
  <w:num w:numId="48" w16cid:durableId="1757480998">
    <w:abstractNumId w:val="11"/>
  </w:num>
  <w:num w:numId="49" w16cid:durableId="787092460">
    <w:abstractNumId w:val="11"/>
  </w:num>
  <w:num w:numId="50" w16cid:durableId="2047442657">
    <w:abstractNumId w:val="19"/>
  </w:num>
  <w:num w:numId="51" w16cid:durableId="1785804890">
    <w:abstractNumId w:val="11"/>
  </w:num>
  <w:num w:numId="52" w16cid:durableId="650671431">
    <w:abstractNumId w:val="11"/>
  </w:num>
  <w:num w:numId="53" w16cid:durableId="1753623698">
    <w:abstractNumId w:val="11"/>
  </w:num>
  <w:num w:numId="54" w16cid:durableId="250623044">
    <w:abstractNumId w:val="11"/>
  </w:num>
  <w:num w:numId="55" w16cid:durableId="973750016">
    <w:abstractNumId w:val="11"/>
  </w:num>
  <w:num w:numId="56" w16cid:durableId="1435050351">
    <w:abstractNumId w:val="11"/>
  </w:num>
  <w:num w:numId="57" w16cid:durableId="1327634385">
    <w:abstractNumId w:val="11"/>
  </w:num>
  <w:num w:numId="58" w16cid:durableId="171921091">
    <w:abstractNumId w:val="11"/>
  </w:num>
  <w:num w:numId="59" w16cid:durableId="1187132504">
    <w:abstractNumId w:val="11"/>
  </w:num>
  <w:num w:numId="60" w16cid:durableId="1069185670">
    <w:abstractNumId w:val="11"/>
  </w:num>
  <w:num w:numId="61" w16cid:durableId="814420703">
    <w:abstractNumId w:val="11"/>
  </w:num>
  <w:num w:numId="62" w16cid:durableId="82603845">
    <w:abstractNumId w:val="11"/>
  </w:num>
  <w:num w:numId="63" w16cid:durableId="496579401">
    <w:abstractNumId w:val="11"/>
  </w:num>
  <w:num w:numId="64" w16cid:durableId="1578320840">
    <w:abstractNumId w:val="11"/>
  </w:num>
  <w:num w:numId="65" w16cid:durableId="1544825012">
    <w:abstractNumId w:val="11"/>
  </w:num>
  <w:num w:numId="66" w16cid:durableId="94599287">
    <w:abstractNumId w:val="11"/>
  </w:num>
  <w:num w:numId="67" w16cid:durableId="1936593475">
    <w:abstractNumId w:val="11"/>
  </w:num>
  <w:num w:numId="68" w16cid:durableId="1493138040">
    <w:abstractNumId w:val="11"/>
  </w:num>
  <w:num w:numId="69" w16cid:durableId="1117212309">
    <w:abstractNumId w:val="11"/>
  </w:num>
  <w:num w:numId="70" w16cid:durableId="1734622264">
    <w:abstractNumId w:val="11"/>
  </w:num>
  <w:num w:numId="71" w16cid:durableId="1241407012">
    <w:abstractNumId w:val="11"/>
  </w:num>
  <w:num w:numId="72" w16cid:durableId="18355232">
    <w:abstractNumId w:val="11"/>
  </w:num>
  <w:num w:numId="73" w16cid:durableId="1704013250">
    <w:abstractNumId w:val="11"/>
  </w:num>
  <w:num w:numId="74" w16cid:durableId="1827014084">
    <w:abstractNumId w:val="11"/>
  </w:num>
  <w:num w:numId="75" w16cid:durableId="83497901">
    <w:abstractNumId w:val="11"/>
  </w:num>
  <w:num w:numId="76" w16cid:durableId="332489379">
    <w:abstractNumId w:val="11"/>
  </w:num>
  <w:num w:numId="77" w16cid:durableId="549729616">
    <w:abstractNumId w:val="11"/>
  </w:num>
  <w:num w:numId="78" w16cid:durableId="457064396">
    <w:abstractNumId w:val="11"/>
  </w:num>
  <w:num w:numId="79" w16cid:durableId="893274595">
    <w:abstractNumId w:val="11"/>
  </w:num>
  <w:num w:numId="80" w16cid:durableId="1067653014">
    <w:abstractNumId w:val="11"/>
  </w:num>
  <w:num w:numId="81" w16cid:durableId="1725834618">
    <w:abstractNumId w:val="11"/>
  </w:num>
  <w:num w:numId="82" w16cid:durableId="803733849">
    <w:abstractNumId w:val="11"/>
  </w:num>
  <w:num w:numId="83" w16cid:durableId="793986748">
    <w:abstractNumId w:val="11"/>
  </w:num>
  <w:num w:numId="84" w16cid:durableId="515583533">
    <w:abstractNumId w:val="11"/>
  </w:num>
  <w:num w:numId="85" w16cid:durableId="1094669565">
    <w:abstractNumId w:val="11"/>
  </w:num>
  <w:num w:numId="86" w16cid:durableId="1760365562">
    <w:abstractNumId w:val="11"/>
  </w:num>
  <w:num w:numId="87" w16cid:durableId="1794323585">
    <w:abstractNumId w:val="11"/>
  </w:num>
  <w:num w:numId="88" w16cid:durableId="1751807006">
    <w:abstractNumId w:val="11"/>
  </w:num>
  <w:num w:numId="89" w16cid:durableId="381948553">
    <w:abstractNumId w:val="11"/>
  </w:num>
  <w:num w:numId="90" w16cid:durableId="151913848">
    <w:abstractNumId w:val="11"/>
  </w:num>
  <w:num w:numId="91" w16cid:durableId="1779521177">
    <w:abstractNumId w:val="11"/>
  </w:num>
  <w:num w:numId="92" w16cid:durableId="1687101288">
    <w:abstractNumId w:val="11"/>
  </w:num>
  <w:num w:numId="93" w16cid:durableId="134302477">
    <w:abstractNumId w:val="11"/>
  </w:num>
  <w:num w:numId="94" w16cid:durableId="1017586698">
    <w:abstractNumId w:val="11"/>
  </w:num>
  <w:num w:numId="95" w16cid:durableId="688877315">
    <w:abstractNumId w:val="11"/>
  </w:num>
  <w:num w:numId="96" w16cid:durableId="1502890451">
    <w:abstractNumId w:val="11"/>
  </w:num>
  <w:num w:numId="97" w16cid:durableId="1894735203">
    <w:abstractNumId w:val="11"/>
  </w:num>
  <w:num w:numId="98" w16cid:durableId="413625207">
    <w:abstractNumId w:val="11"/>
  </w:num>
  <w:num w:numId="99" w16cid:durableId="1883012586">
    <w:abstractNumId w:val="11"/>
  </w:num>
  <w:num w:numId="100" w16cid:durableId="469716544">
    <w:abstractNumId w:val="11"/>
  </w:num>
  <w:num w:numId="101" w16cid:durableId="600336845">
    <w:abstractNumId w:val="11"/>
  </w:num>
  <w:num w:numId="102" w16cid:durableId="1164055966">
    <w:abstractNumId w:val="11"/>
  </w:num>
  <w:num w:numId="103" w16cid:durableId="874316610">
    <w:abstractNumId w:val="11"/>
  </w:num>
  <w:num w:numId="104" w16cid:durableId="1179269462">
    <w:abstractNumId w:val="11"/>
  </w:num>
  <w:num w:numId="105" w16cid:durableId="1048064612">
    <w:abstractNumId w:val="11"/>
  </w:num>
  <w:num w:numId="106" w16cid:durableId="1034771726">
    <w:abstractNumId w:val="11"/>
  </w:num>
  <w:num w:numId="107" w16cid:durableId="276565947">
    <w:abstractNumId w:val="11"/>
  </w:num>
  <w:num w:numId="108" w16cid:durableId="1337882346">
    <w:abstractNumId w:val="11"/>
  </w:num>
  <w:num w:numId="109" w16cid:durableId="1981301550">
    <w:abstractNumId w:val="11"/>
  </w:num>
  <w:num w:numId="110" w16cid:durableId="74397933">
    <w:abstractNumId w:val="11"/>
  </w:num>
  <w:num w:numId="111" w16cid:durableId="1687437663">
    <w:abstractNumId w:val="11"/>
  </w:num>
  <w:num w:numId="112" w16cid:durableId="1745756086">
    <w:abstractNumId w:val="11"/>
  </w:num>
  <w:num w:numId="113" w16cid:durableId="1651061431">
    <w:abstractNumId w:val="11"/>
  </w:num>
  <w:num w:numId="114" w16cid:durableId="1235626652">
    <w:abstractNumId w:val="11"/>
  </w:num>
  <w:num w:numId="115" w16cid:durableId="877934832">
    <w:abstractNumId w:val="11"/>
  </w:num>
  <w:num w:numId="116" w16cid:durableId="463235753">
    <w:abstractNumId w:val="11"/>
  </w:num>
  <w:num w:numId="117" w16cid:durableId="87511047">
    <w:abstractNumId w:val="11"/>
  </w:num>
  <w:num w:numId="118" w16cid:durableId="2143840463">
    <w:abstractNumId w:val="11"/>
  </w:num>
  <w:num w:numId="119" w16cid:durableId="1474982846">
    <w:abstractNumId w:val="15"/>
  </w:num>
  <w:num w:numId="120" w16cid:durableId="143014889">
    <w:abstractNumId w:val="15"/>
  </w:num>
  <w:num w:numId="121" w16cid:durableId="18429911">
    <w:abstractNumId w:val="11"/>
  </w:num>
  <w:num w:numId="122" w16cid:durableId="452141037">
    <w:abstractNumId w:val="11"/>
  </w:num>
  <w:num w:numId="123" w16cid:durableId="1079055692">
    <w:abstractNumId w:val="11"/>
  </w:num>
  <w:num w:numId="124" w16cid:durableId="15757739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101188395">
    <w:abstractNumId w:val="11"/>
  </w:num>
  <w:num w:numId="126" w16cid:durableId="85927251">
    <w:abstractNumId w:val="11"/>
  </w:num>
  <w:num w:numId="127" w16cid:durableId="1680698327">
    <w:abstractNumId w:val="11"/>
  </w:num>
  <w:num w:numId="128" w16cid:durableId="2053260466">
    <w:abstractNumId w:val="11"/>
  </w:num>
  <w:num w:numId="129" w16cid:durableId="1915505254">
    <w:abstractNumId w:val="11"/>
  </w:num>
  <w:num w:numId="130" w16cid:durableId="1002782984">
    <w:abstractNumId w:val="11"/>
  </w:num>
  <w:num w:numId="131" w16cid:durableId="186792110">
    <w:abstractNumId w:val="11"/>
  </w:num>
  <w:num w:numId="132" w16cid:durableId="2118674690">
    <w:abstractNumId w:val="11"/>
  </w:num>
  <w:num w:numId="133" w16cid:durableId="1787499554">
    <w:abstractNumId w:val="11"/>
  </w:num>
  <w:num w:numId="134" w16cid:durableId="2099593066">
    <w:abstractNumId w:val="11"/>
  </w:num>
  <w:num w:numId="135" w16cid:durableId="1408457794">
    <w:abstractNumId w:val="11"/>
  </w:num>
  <w:num w:numId="136" w16cid:durableId="145633018">
    <w:abstractNumId w:val="11"/>
  </w:num>
  <w:num w:numId="137" w16cid:durableId="1761901388">
    <w:abstractNumId w:val="11"/>
  </w:num>
  <w:num w:numId="138" w16cid:durableId="692419369">
    <w:abstractNumId w:val="11"/>
  </w:num>
  <w:num w:numId="139" w16cid:durableId="732436667">
    <w:abstractNumId w:val="11"/>
  </w:num>
  <w:num w:numId="140" w16cid:durableId="1403288172">
    <w:abstractNumId w:val="11"/>
  </w:num>
  <w:num w:numId="141" w16cid:durableId="67772276">
    <w:abstractNumId w:val="11"/>
  </w:num>
  <w:num w:numId="142" w16cid:durableId="1766268547">
    <w:abstractNumId w:val="11"/>
  </w:num>
  <w:num w:numId="143" w16cid:durableId="1053851281">
    <w:abstractNumId w:val="11"/>
  </w:num>
  <w:num w:numId="144" w16cid:durableId="515458528">
    <w:abstractNumId w:val="11"/>
  </w:num>
  <w:num w:numId="145" w16cid:durableId="927269999">
    <w:abstractNumId w:val="11"/>
  </w:num>
  <w:num w:numId="146" w16cid:durableId="2057704094">
    <w:abstractNumId w:val="11"/>
  </w:num>
  <w:num w:numId="147" w16cid:durableId="458493111">
    <w:abstractNumId w:val="11"/>
  </w:num>
  <w:num w:numId="148" w16cid:durableId="337393093">
    <w:abstractNumId w:val="11"/>
  </w:num>
  <w:num w:numId="149" w16cid:durableId="622928320">
    <w:abstractNumId w:val="11"/>
  </w:num>
  <w:num w:numId="150" w16cid:durableId="1378310406">
    <w:abstractNumId w:val="11"/>
  </w:num>
  <w:num w:numId="151" w16cid:durableId="758479937">
    <w:abstractNumId w:val="11"/>
  </w:num>
  <w:num w:numId="152" w16cid:durableId="1798178027">
    <w:abstractNumId w:val="11"/>
  </w:num>
  <w:num w:numId="153" w16cid:durableId="1685863080">
    <w:abstractNumId w:val="11"/>
  </w:num>
  <w:num w:numId="154" w16cid:durableId="2046128949">
    <w:abstractNumId w:val="11"/>
  </w:num>
  <w:num w:numId="155" w16cid:durableId="1662461185">
    <w:abstractNumId w:val="11"/>
  </w:num>
  <w:num w:numId="156" w16cid:durableId="767193109">
    <w:abstractNumId w:val="11"/>
  </w:num>
  <w:num w:numId="157" w16cid:durableId="563760354">
    <w:abstractNumId w:val="11"/>
  </w:num>
  <w:num w:numId="158" w16cid:durableId="461004412">
    <w:abstractNumId w:val="11"/>
  </w:num>
  <w:num w:numId="159" w16cid:durableId="1664090143">
    <w:abstractNumId w:val="20"/>
  </w:num>
  <w:num w:numId="160" w16cid:durableId="630747326">
    <w:abstractNumId w:val="0"/>
  </w:num>
  <w:num w:numId="161" w16cid:durableId="518616459">
    <w:abstractNumId w:val="13"/>
  </w:num>
  <w:num w:numId="162" w16cid:durableId="1529028831">
    <w:abstractNumId w:val="10"/>
  </w:num>
  <w:num w:numId="163" w16cid:durableId="14069506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934825422">
    <w:abstractNumId w:val="11"/>
  </w:num>
  <w:num w:numId="165" w16cid:durableId="170070778">
    <w:abstractNumId w:val="11"/>
  </w:num>
  <w:num w:numId="166" w16cid:durableId="317198443">
    <w:abstractNumId w:val="11"/>
  </w:num>
  <w:num w:numId="167" w16cid:durableId="1263949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 w16cid:durableId="591935156">
    <w:abstractNumId w:val="5"/>
  </w:num>
  <w:num w:numId="169" w16cid:durableId="1790778897">
    <w:abstractNumId w:val="15"/>
  </w:num>
  <w:num w:numId="170" w16cid:durableId="351033691">
    <w:abstractNumId w:val="16"/>
  </w:num>
  <w:num w:numId="171" w16cid:durableId="919296188">
    <w:abstractNumId w:val="15"/>
  </w:num>
  <w:num w:numId="172" w16cid:durableId="1252743493">
    <w:abstractNumId w:val="11"/>
  </w:num>
  <w:num w:numId="173" w16cid:durableId="225069427">
    <w:abstractNumId w:val="15"/>
  </w:num>
  <w:num w:numId="174" w16cid:durableId="470907739">
    <w:abstractNumId w:val="15"/>
  </w:num>
  <w:num w:numId="175" w16cid:durableId="1176848567">
    <w:abstractNumId w:val="15"/>
  </w:num>
  <w:num w:numId="176" w16cid:durableId="775446956">
    <w:abstractNumId w:val="15"/>
  </w:num>
  <w:num w:numId="177" w16cid:durableId="323290150">
    <w:abstractNumId w:val="15"/>
  </w:num>
  <w:num w:numId="178" w16cid:durableId="410153588">
    <w:abstractNumId w:val="11"/>
  </w:num>
  <w:num w:numId="179" w16cid:durableId="2104841759">
    <w:abstractNumId w:val="15"/>
  </w:num>
  <w:num w:numId="180" w16cid:durableId="1711611502">
    <w:abstractNumId w:val="15"/>
  </w:num>
  <w:num w:numId="181" w16cid:durableId="1211645318">
    <w:abstractNumId w:val="15"/>
  </w:num>
  <w:num w:numId="182" w16cid:durableId="1073045316">
    <w:abstractNumId w:val="15"/>
  </w:num>
  <w:num w:numId="183" w16cid:durableId="1899434619">
    <w:abstractNumId w:val="15"/>
  </w:num>
  <w:num w:numId="184" w16cid:durableId="420103025">
    <w:abstractNumId w:val="15"/>
  </w:num>
  <w:num w:numId="185" w16cid:durableId="988945050">
    <w:abstractNumId w:val="15"/>
  </w:num>
  <w:num w:numId="186" w16cid:durableId="1880320809">
    <w:abstractNumId w:val="15"/>
  </w:num>
  <w:num w:numId="187" w16cid:durableId="1998000757">
    <w:abstractNumId w:val="11"/>
  </w:num>
  <w:num w:numId="188" w16cid:durableId="1636183989">
    <w:abstractNumId w:val="15"/>
  </w:num>
  <w:num w:numId="189" w16cid:durableId="285039621">
    <w:abstractNumId w:val="11"/>
  </w:num>
  <w:num w:numId="190" w16cid:durableId="1884903803">
    <w:abstractNumId w:val="11"/>
  </w:num>
  <w:num w:numId="191" w16cid:durableId="1283197136">
    <w:abstractNumId w:val="11"/>
  </w:num>
  <w:num w:numId="192" w16cid:durableId="847721361">
    <w:abstractNumId w:val="11"/>
  </w:num>
  <w:num w:numId="193" w16cid:durableId="1816750733">
    <w:abstractNumId w:val="15"/>
  </w:num>
  <w:num w:numId="194" w16cid:durableId="904800104">
    <w:abstractNumId w:val="15"/>
  </w:num>
  <w:num w:numId="195" w16cid:durableId="726926199">
    <w:abstractNumId w:val="15"/>
  </w:num>
  <w:num w:numId="196" w16cid:durableId="435567190">
    <w:abstractNumId w:val="15"/>
  </w:num>
  <w:num w:numId="197" w16cid:durableId="1488127219">
    <w:abstractNumId w:val="11"/>
  </w:num>
  <w:num w:numId="198" w16cid:durableId="1189757468">
    <w:abstractNumId w:val="11"/>
  </w:num>
  <w:num w:numId="199" w16cid:durableId="35281819">
    <w:abstractNumId w:val="15"/>
  </w:num>
  <w:num w:numId="200" w16cid:durableId="1747607086">
    <w:abstractNumId w:val="15"/>
  </w:num>
  <w:num w:numId="201" w16cid:durableId="515508840">
    <w:abstractNumId w:val="15"/>
  </w:num>
  <w:num w:numId="202" w16cid:durableId="1550417562">
    <w:abstractNumId w:val="15"/>
  </w:num>
  <w:num w:numId="203" w16cid:durableId="17390112">
    <w:abstractNumId w:val="15"/>
  </w:num>
  <w:num w:numId="204" w16cid:durableId="103499900">
    <w:abstractNumId w:val="15"/>
  </w:num>
  <w:num w:numId="205" w16cid:durableId="1859343930">
    <w:abstractNumId w:val="15"/>
  </w:num>
  <w:num w:numId="206" w16cid:durableId="463736145">
    <w:abstractNumId w:val="15"/>
  </w:num>
  <w:num w:numId="207" w16cid:durableId="1838034728">
    <w:abstractNumId w:val="15"/>
  </w:num>
  <w:num w:numId="208" w16cid:durableId="2024505155">
    <w:abstractNumId w:val="15"/>
  </w:num>
  <w:num w:numId="209" w16cid:durableId="728764774">
    <w:abstractNumId w:val="15"/>
  </w:num>
  <w:num w:numId="210" w16cid:durableId="1243105195">
    <w:abstractNumId w:val="15"/>
  </w:num>
  <w:num w:numId="211" w16cid:durableId="439109477">
    <w:abstractNumId w:val="15"/>
  </w:num>
  <w:num w:numId="212" w16cid:durableId="354843881">
    <w:abstractNumId w:val="15"/>
  </w:num>
  <w:num w:numId="213" w16cid:durableId="1176265109">
    <w:abstractNumId w:val="15"/>
  </w:num>
  <w:num w:numId="214" w16cid:durableId="515731379">
    <w:abstractNumId w:val="15"/>
  </w:num>
  <w:num w:numId="215" w16cid:durableId="559638995">
    <w:abstractNumId w:val="15"/>
  </w:num>
  <w:num w:numId="216" w16cid:durableId="754980932">
    <w:abstractNumId w:val="15"/>
  </w:num>
  <w:num w:numId="217" w16cid:durableId="761532674">
    <w:abstractNumId w:val="15"/>
  </w:num>
  <w:num w:numId="218" w16cid:durableId="649137271">
    <w:abstractNumId w:val="15"/>
  </w:num>
  <w:num w:numId="219" w16cid:durableId="1978294665">
    <w:abstractNumId w:val="15"/>
  </w:num>
  <w:num w:numId="220" w16cid:durableId="2107341274">
    <w:abstractNumId w:val="15"/>
  </w:num>
  <w:num w:numId="221" w16cid:durableId="276523469">
    <w:abstractNumId w:val="15"/>
  </w:num>
  <w:num w:numId="222" w16cid:durableId="1739591482">
    <w:abstractNumId w:val="15"/>
  </w:num>
  <w:num w:numId="223" w16cid:durableId="1812015000">
    <w:abstractNumId w:val="15"/>
  </w:num>
  <w:num w:numId="224" w16cid:durableId="1510562913">
    <w:abstractNumId w:val="15"/>
  </w:num>
  <w:num w:numId="225" w16cid:durableId="1709573204">
    <w:abstractNumId w:val="11"/>
  </w:num>
  <w:num w:numId="226" w16cid:durableId="977106186">
    <w:abstractNumId w:val="11"/>
  </w:num>
  <w:num w:numId="227" w16cid:durableId="203250259">
    <w:abstractNumId w:val="11"/>
  </w:num>
  <w:num w:numId="228" w16cid:durableId="457645518">
    <w:abstractNumId w:val="15"/>
  </w:num>
  <w:num w:numId="229" w16cid:durableId="1555779230">
    <w:abstractNumId w:val="15"/>
  </w:num>
  <w:num w:numId="230" w16cid:durableId="1879317589">
    <w:abstractNumId w:val="15"/>
  </w:num>
  <w:num w:numId="231" w16cid:durableId="220530660">
    <w:abstractNumId w:val="15"/>
  </w:num>
  <w:num w:numId="232" w16cid:durableId="716860896">
    <w:abstractNumId w:val="11"/>
  </w:num>
  <w:num w:numId="233" w16cid:durableId="378671302">
    <w:abstractNumId w:val="15"/>
  </w:num>
  <w:num w:numId="234" w16cid:durableId="1417243577">
    <w:abstractNumId w:val="11"/>
  </w:num>
  <w:num w:numId="235" w16cid:durableId="567617677">
    <w:abstractNumId w:val="11"/>
  </w:num>
  <w:num w:numId="236" w16cid:durableId="419907486">
    <w:abstractNumId w:val="15"/>
  </w:num>
  <w:num w:numId="237" w16cid:durableId="377358262">
    <w:abstractNumId w:val="15"/>
  </w:num>
  <w:num w:numId="238" w16cid:durableId="497814727">
    <w:abstractNumId w:val="15"/>
  </w:num>
  <w:num w:numId="239" w16cid:durableId="814371228">
    <w:abstractNumId w:val="11"/>
  </w:num>
  <w:num w:numId="240" w16cid:durableId="179860598">
    <w:abstractNumId w:val="15"/>
  </w:num>
  <w:num w:numId="241" w16cid:durableId="2056930430">
    <w:abstractNumId w:val="15"/>
  </w:num>
  <w:num w:numId="242" w16cid:durableId="28646950">
    <w:abstractNumId w:val="15"/>
  </w:num>
  <w:num w:numId="243" w16cid:durableId="1812014910">
    <w:abstractNumId w:val="15"/>
  </w:num>
  <w:num w:numId="244" w16cid:durableId="1094519695">
    <w:abstractNumId w:val="15"/>
  </w:num>
  <w:num w:numId="245" w16cid:durableId="350179474">
    <w:abstractNumId w:val="15"/>
  </w:num>
  <w:num w:numId="246" w16cid:durableId="722678600">
    <w:abstractNumId w:val="15"/>
  </w:num>
  <w:num w:numId="247" w16cid:durableId="816841125">
    <w:abstractNumId w:val="15"/>
  </w:num>
  <w:num w:numId="248" w16cid:durableId="425344811">
    <w:abstractNumId w:val="1"/>
  </w:num>
  <w:num w:numId="249" w16cid:durableId="1644964509">
    <w:abstractNumId w:val="15"/>
  </w:num>
  <w:num w:numId="250" w16cid:durableId="466774992">
    <w:abstractNumId w:val="15"/>
  </w:num>
  <w:num w:numId="251" w16cid:durableId="857693122">
    <w:abstractNumId w:val="15"/>
  </w:num>
  <w:num w:numId="252" w16cid:durableId="169297944">
    <w:abstractNumId w:val="11"/>
  </w:num>
  <w:num w:numId="253" w16cid:durableId="36441087">
    <w:abstractNumId w:val="15"/>
  </w:num>
  <w:num w:numId="254" w16cid:durableId="1923104816">
    <w:abstractNumId w:val="15"/>
  </w:num>
  <w:num w:numId="255" w16cid:durableId="202642622">
    <w:abstractNumId w:val="15"/>
  </w:num>
  <w:num w:numId="256" w16cid:durableId="520360018">
    <w:abstractNumId w:val="15"/>
  </w:num>
  <w:num w:numId="257" w16cid:durableId="1049456249">
    <w:abstractNumId w:val="15"/>
  </w:num>
  <w:num w:numId="258" w16cid:durableId="769930751">
    <w:abstractNumId w:val="15"/>
  </w:num>
  <w:num w:numId="259" w16cid:durableId="648365793">
    <w:abstractNumId w:val="11"/>
  </w:num>
  <w:num w:numId="260" w16cid:durableId="313993815">
    <w:abstractNumId w:val="15"/>
  </w:num>
  <w:num w:numId="261" w16cid:durableId="1995714582">
    <w:abstractNumId w:val="11"/>
  </w:num>
  <w:num w:numId="262" w16cid:durableId="944003681">
    <w:abstractNumId w:val="15"/>
  </w:num>
  <w:num w:numId="263" w16cid:durableId="803157934">
    <w:abstractNumId w:val="15"/>
  </w:num>
  <w:num w:numId="264" w16cid:durableId="23294924">
    <w:abstractNumId w:val="11"/>
  </w:num>
  <w:num w:numId="265" w16cid:durableId="541551926">
    <w:abstractNumId w:val="15"/>
  </w:num>
  <w:num w:numId="266" w16cid:durableId="283931268">
    <w:abstractNumId w:val="15"/>
  </w:num>
  <w:num w:numId="267" w16cid:durableId="1149787198">
    <w:abstractNumId w:val="11"/>
  </w:num>
  <w:num w:numId="268" w16cid:durableId="2080055933">
    <w:abstractNumId w:val="11"/>
  </w:num>
  <w:num w:numId="269" w16cid:durableId="536626528">
    <w:abstractNumId w:val="11"/>
  </w:num>
  <w:num w:numId="270" w16cid:durableId="1691100944">
    <w:abstractNumId w:val="11"/>
  </w:num>
  <w:num w:numId="271" w16cid:durableId="197475081">
    <w:abstractNumId w:val="11"/>
  </w:num>
  <w:num w:numId="272" w16cid:durableId="553586410">
    <w:abstractNumId w:val="11"/>
  </w:num>
  <w:num w:numId="273" w16cid:durableId="1889106275">
    <w:abstractNumId w:val="11"/>
  </w:num>
  <w:num w:numId="274" w16cid:durableId="1678997320">
    <w:abstractNumId w:val="11"/>
  </w:num>
  <w:num w:numId="275" w16cid:durableId="736632622">
    <w:abstractNumId w:val="11"/>
  </w:num>
  <w:num w:numId="276" w16cid:durableId="1215578102">
    <w:abstractNumId w:val="11"/>
  </w:num>
  <w:num w:numId="277" w16cid:durableId="1534001893">
    <w:abstractNumId w:val="11"/>
  </w:num>
  <w:num w:numId="278" w16cid:durableId="642580776">
    <w:abstractNumId w:val="11"/>
  </w:num>
  <w:num w:numId="279" w16cid:durableId="718818514">
    <w:abstractNumId w:val="11"/>
  </w:num>
  <w:num w:numId="280" w16cid:durableId="209147738">
    <w:abstractNumId w:val="11"/>
  </w:num>
  <w:num w:numId="281" w16cid:durableId="138811714">
    <w:abstractNumId w:val="11"/>
  </w:num>
  <w:num w:numId="282" w16cid:durableId="1005328667">
    <w:abstractNumId w:val="11"/>
  </w:num>
  <w:num w:numId="283" w16cid:durableId="1935820799">
    <w:abstractNumId w:val="11"/>
  </w:num>
  <w:num w:numId="284" w16cid:durableId="1083572375">
    <w:abstractNumId w:val="15"/>
  </w:num>
  <w:num w:numId="285" w16cid:durableId="537932772">
    <w:abstractNumId w:val="11"/>
  </w:num>
  <w:num w:numId="286" w16cid:durableId="703672030">
    <w:abstractNumId w:val="15"/>
  </w:num>
  <w:num w:numId="287" w16cid:durableId="467284166">
    <w:abstractNumId w:val="11"/>
  </w:num>
  <w:num w:numId="288" w16cid:durableId="2137749108">
    <w:abstractNumId w:val="11"/>
  </w:num>
  <w:num w:numId="289" w16cid:durableId="709302308">
    <w:abstractNumId w:val="11"/>
  </w:num>
  <w:num w:numId="290" w16cid:durableId="1284002461">
    <w:abstractNumId w:val="11"/>
  </w:num>
  <w:num w:numId="291" w16cid:durableId="1896892305">
    <w:abstractNumId w:val="11"/>
  </w:num>
  <w:num w:numId="292" w16cid:durableId="679965014">
    <w:abstractNumId w:val="11"/>
  </w:num>
  <w:num w:numId="293" w16cid:durableId="785125285">
    <w:abstractNumId w:val="11"/>
  </w:num>
  <w:num w:numId="294" w16cid:durableId="622349288">
    <w:abstractNumId w:val="11"/>
  </w:num>
  <w:num w:numId="295" w16cid:durableId="527109544">
    <w:abstractNumId w:val="11"/>
  </w:num>
  <w:num w:numId="296" w16cid:durableId="1341815276">
    <w:abstractNumId w:val="11"/>
  </w:num>
  <w:num w:numId="297" w16cid:durableId="448939213">
    <w:abstractNumId w:val="11"/>
  </w:num>
  <w:num w:numId="298" w16cid:durableId="809632351">
    <w:abstractNumId w:val="11"/>
  </w:num>
  <w:num w:numId="299" w16cid:durableId="1419984105">
    <w:abstractNumId w:val="11"/>
  </w:num>
  <w:num w:numId="300" w16cid:durableId="1531914368">
    <w:abstractNumId w:val="15"/>
  </w:num>
  <w:num w:numId="301" w16cid:durableId="1894806314">
    <w:abstractNumId w:val="15"/>
  </w:num>
  <w:num w:numId="302" w16cid:durableId="705176967">
    <w:abstractNumId w:val="15"/>
  </w:num>
  <w:num w:numId="303" w16cid:durableId="411705043">
    <w:abstractNumId w:val="11"/>
  </w:num>
  <w:num w:numId="304" w16cid:durableId="900864759">
    <w:abstractNumId w:val="9"/>
  </w:num>
  <w:num w:numId="305" w16cid:durableId="657927345">
    <w:abstractNumId w:val="11"/>
  </w:num>
  <w:num w:numId="306" w16cid:durableId="1072116281">
    <w:abstractNumId w:val="11"/>
  </w:num>
  <w:num w:numId="307" w16cid:durableId="759254796">
    <w:abstractNumId w:val="11"/>
  </w:num>
  <w:num w:numId="308" w16cid:durableId="1180437452">
    <w:abstractNumId w:val="11"/>
  </w:num>
  <w:num w:numId="309" w16cid:durableId="1091700485">
    <w:abstractNumId w:val="11"/>
  </w:num>
  <w:num w:numId="310" w16cid:durableId="1708602237">
    <w:abstractNumId w:val="11"/>
  </w:num>
  <w:num w:numId="311" w16cid:durableId="1934165718">
    <w:abstractNumId w:val="11"/>
  </w:num>
  <w:num w:numId="312" w16cid:durableId="1148594766">
    <w:abstractNumId w:val="11"/>
  </w:num>
  <w:num w:numId="313" w16cid:durableId="2117020760">
    <w:abstractNumId w:val="11"/>
  </w:num>
  <w:num w:numId="314" w16cid:durableId="1973511307">
    <w:abstractNumId w:val="11"/>
  </w:num>
  <w:num w:numId="315" w16cid:durableId="679280988">
    <w:abstractNumId w:val="11"/>
  </w:num>
  <w:num w:numId="316" w16cid:durableId="2094933838">
    <w:abstractNumId w:val="15"/>
  </w:num>
  <w:num w:numId="317" w16cid:durableId="1956592165">
    <w:abstractNumId w:val="15"/>
  </w:num>
  <w:num w:numId="318" w16cid:durableId="1020619490">
    <w:abstractNumId w:val="15"/>
  </w:num>
  <w:num w:numId="319" w16cid:durableId="874931326">
    <w:abstractNumId w:val="15"/>
  </w:num>
  <w:num w:numId="320" w16cid:durableId="248543307">
    <w:abstractNumId w:val="15"/>
  </w:num>
  <w:num w:numId="321" w16cid:durableId="32003140">
    <w:abstractNumId w:val="15"/>
  </w:num>
  <w:num w:numId="322" w16cid:durableId="34090409">
    <w:abstractNumId w:val="15"/>
  </w:num>
  <w:num w:numId="323" w16cid:durableId="800198285">
    <w:abstractNumId w:val="11"/>
  </w:num>
  <w:num w:numId="324" w16cid:durableId="1748570236">
    <w:abstractNumId w:val="11"/>
  </w:num>
  <w:num w:numId="325" w16cid:durableId="297730189">
    <w:abstractNumId w:val="15"/>
  </w:num>
  <w:num w:numId="326" w16cid:durableId="578442168">
    <w:abstractNumId w:val="11"/>
  </w:num>
  <w:num w:numId="327" w16cid:durableId="499388292">
    <w:abstractNumId w:val="11"/>
  </w:num>
  <w:num w:numId="328" w16cid:durableId="1401367736">
    <w:abstractNumId w:val="11"/>
  </w:num>
  <w:num w:numId="329" w16cid:durableId="1478038133">
    <w:abstractNumId w:val="15"/>
  </w:num>
  <w:num w:numId="330" w16cid:durableId="329525337">
    <w:abstractNumId w:val="15"/>
  </w:num>
  <w:num w:numId="331" w16cid:durableId="424762870">
    <w:abstractNumId w:val="15"/>
  </w:num>
  <w:num w:numId="332" w16cid:durableId="1150827443">
    <w:abstractNumId w:val="15"/>
  </w:num>
  <w:num w:numId="333" w16cid:durableId="1119571733">
    <w:abstractNumId w:val="15"/>
  </w:num>
  <w:num w:numId="334" w16cid:durableId="645548193">
    <w:abstractNumId w:val="15"/>
  </w:num>
  <w:num w:numId="335" w16cid:durableId="1346978826">
    <w:abstractNumId w:val="15"/>
  </w:num>
  <w:num w:numId="336" w16cid:durableId="449470452">
    <w:abstractNumId w:val="15"/>
  </w:num>
  <w:num w:numId="337" w16cid:durableId="670254416">
    <w:abstractNumId w:val="15"/>
  </w:num>
  <w:num w:numId="338" w16cid:durableId="150947619">
    <w:abstractNumId w:val="15"/>
  </w:num>
  <w:num w:numId="339" w16cid:durableId="440609165">
    <w:abstractNumId w:val="15"/>
  </w:num>
  <w:num w:numId="340" w16cid:durableId="326330861">
    <w:abstractNumId w:val="15"/>
  </w:num>
  <w:num w:numId="341" w16cid:durableId="1595356189">
    <w:abstractNumId w:val="15"/>
  </w:num>
  <w:num w:numId="342" w16cid:durableId="1162741940">
    <w:abstractNumId w:val="15"/>
  </w:num>
  <w:num w:numId="343" w16cid:durableId="147132972">
    <w:abstractNumId w:val="15"/>
  </w:num>
  <w:num w:numId="344" w16cid:durableId="1699966528">
    <w:abstractNumId w:val="15"/>
  </w:num>
  <w:num w:numId="345" w16cid:durableId="499394355">
    <w:abstractNumId w:val="15"/>
  </w:num>
  <w:num w:numId="346" w16cid:durableId="124979499">
    <w:abstractNumId w:val="15"/>
  </w:num>
  <w:num w:numId="347" w16cid:durableId="1757942321">
    <w:abstractNumId w:val="15"/>
  </w:num>
  <w:num w:numId="348" w16cid:durableId="577787519">
    <w:abstractNumId w:val="15"/>
  </w:num>
  <w:num w:numId="349" w16cid:durableId="1930891598">
    <w:abstractNumId w:val="15"/>
  </w:num>
  <w:num w:numId="350" w16cid:durableId="2125155171">
    <w:abstractNumId w:val="15"/>
  </w:num>
  <w:num w:numId="351" w16cid:durableId="1192263119">
    <w:abstractNumId w:val="15"/>
  </w:num>
  <w:num w:numId="352" w16cid:durableId="827600961">
    <w:abstractNumId w:val="15"/>
  </w:num>
  <w:num w:numId="353" w16cid:durableId="778380046">
    <w:abstractNumId w:val="15"/>
  </w:num>
  <w:num w:numId="354" w16cid:durableId="1682508696">
    <w:abstractNumId w:val="15"/>
  </w:num>
  <w:num w:numId="355" w16cid:durableId="152721999">
    <w:abstractNumId w:val="15"/>
  </w:num>
  <w:num w:numId="356" w16cid:durableId="11483256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 w16cid:durableId="1605112828">
    <w:abstractNumId w:val="15"/>
  </w:num>
  <w:num w:numId="358" w16cid:durableId="1406489102">
    <w:abstractNumId w:val="15"/>
  </w:num>
  <w:num w:numId="359" w16cid:durableId="2136676920">
    <w:abstractNumId w:val="15"/>
  </w:num>
  <w:num w:numId="360" w16cid:durableId="762527502">
    <w:abstractNumId w:val="15"/>
  </w:num>
  <w:num w:numId="361" w16cid:durableId="1061756130">
    <w:abstractNumId w:val="15"/>
  </w:num>
  <w:num w:numId="362" w16cid:durableId="18356517">
    <w:abstractNumId w:val="15"/>
  </w:num>
  <w:num w:numId="363" w16cid:durableId="2123457905">
    <w:abstractNumId w:val="15"/>
  </w:num>
  <w:num w:numId="364" w16cid:durableId="645012090">
    <w:abstractNumId w:val="15"/>
  </w:num>
  <w:num w:numId="365" w16cid:durableId="962928422">
    <w:abstractNumId w:val="11"/>
  </w:num>
  <w:num w:numId="366" w16cid:durableId="680083912">
    <w:abstractNumId w:val="11"/>
  </w:num>
  <w:num w:numId="367" w16cid:durableId="16335155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 w16cid:durableId="1554003576">
    <w:abstractNumId w:val="15"/>
  </w:num>
  <w:num w:numId="369" w16cid:durableId="3989428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 w16cid:durableId="1354071188">
    <w:abstractNumId w:val="15"/>
  </w:num>
  <w:num w:numId="371" w16cid:durableId="1227184765">
    <w:abstractNumId w:val="11"/>
  </w:num>
  <w:num w:numId="372" w16cid:durableId="1517617155">
    <w:abstractNumId w:val="15"/>
  </w:num>
  <w:num w:numId="373" w16cid:durableId="320157363">
    <w:abstractNumId w:val="11"/>
  </w:num>
  <w:num w:numId="374" w16cid:durableId="563443796">
    <w:abstractNumId w:val="11"/>
  </w:num>
  <w:num w:numId="375" w16cid:durableId="1748964661">
    <w:abstractNumId w:val="11"/>
  </w:num>
  <w:num w:numId="376" w16cid:durableId="260065271">
    <w:abstractNumId w:val="15"/>
  </w:num>
  <w:num w:numId="377" w16cid:durableId="625240543">
    <w:abstractNumId w:val="15"/>
  </w:num>
  <w:num w:numId="378" w16cid:durableId="2048555104">
    <w:abstractNumId w:val="11"/>
  </w:num>
  <w:num w:numId="379" w16cid:durableId="1429275071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6FDD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2E7C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1918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AD4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5161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2FEF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38B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00DA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5312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77002220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2D511-F892-4160-8005-C08DF5F7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2</TotalTime>
  <Pages>1</Pages>
  <Words>301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10</cp:revision>
  <cp:lastPrinted>2017-08-09T14:31:00Z</cp:lastPrinted>
  <dcterms:created xsi:type="dcterms:W3CDTF">2023-04-24T06:34:00Z</dcterms:created>
  <dcterms:modified xsi:type="dcterms:W3CDTF">2024-10-01T06:00:00Z</dcterms:modified>
</cp:coreProperties>
</file>