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7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9497"/>
      </w:tblGrid>
      <w:tr w:rsidR="006C1247" w:rsidRPr="00612A48" w14:paraId="475CB23A" w14:textId="77777777" w:rsidTr="00FC3031">
        <w:tc>
          <w:tcPr>
            <w:tcW w:w="9497" w:type="dxa"/>
            <w:shd w:val="clear" w:color="auto" w:fill="FFFFFF"/>
          </w:tcPr>
          <w:p w14:paraId="667F93F9" w14:textId="77777777" w:rsidR="006C1247" w:rsidRPr="008C259E" w:rsidRDefault="006C1247" w:rsidP="00D3576D">
            <w:pPr>
              <w:suppressAutoHyphens/>
              <w:spacing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8C259E">
              <w:rPr>
                <w:rFonts w:ascii="Arial" w:hAnsi="Arial" w:cs="Arial"/>
                <w:sz w:val="20"/>
                <w:szCs w:val="20"/>
              </w:rPr>
              <w:t>Teljesítési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</w:rPr>
              <w:t>Biztosíték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</w:rPr>
              <w:t>Bankgarancia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</w:rPr>
              <w:t>nyilatkozat</w:t>
            </w:r>
            <w:proofErr w:type="spellEnd"/>
          </w:p>
        </w:tc>
      </w:tr>
      <w:tr w:rsidR="006C1247" w:rsidRPr="008C259E" w14:paraId="6A5FF86D" w14:textId="77777777" w:rsidTr="00FC3031">
        <w:tc>
          <w:tcPr>
            <w:tcW w:w="9497" w:type="dxa"/>
            <w:shd w:val="clear" w:color="auto" w:fill="FFFFFF"/>
          </w:tcPr>
          <w:p w14:paraId="4A2E397B" w14:textId="77777777" w:rsidR="006C1247" w:rsidRPr="008C259E" w:rsidRDefault="006C1247" w:rsidP="00CC3AF8">
            <w:pPr>
              <w:suppressAutoHyphens/>
              <w:spacing w:after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MVM Partner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Zrt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</w:tr>
      <w:tr w:rsidR="006C1247" w:rsidRPr="008C259E" w14:paraId="33A46885" w14:textId="77777777" w:rsidTr="00FC3031">
        <w:tc>
          <w:tcPr>
            <w:tcW w:w="9497" w:type="dxa"/>
            <w:shd w:val="clear" w:color="auto" w:fill="FFFFFF"/>
          </w:tcPr>
          <w:p w14:paraId="7ECA5824" w14:textId="77777777" w:rsidR="006C1247" w:rsidRPr="008C259E" w:rsidRDefault="006C1247" w:rsidP="00CC3AF8">
            <w:pPr>
              <w:suppressAutoHyphens/>
              <w:spacing w:before="0" w:after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1031 Budapest</w:t>
            </w:r>
          </w:p>
        </w:tc>
      </w:tr>
      <w:tr w:rsidR="006C1247" w:rsidRPr="008C259E" w14:paraId="58BCDDE0" w14:textId="77777777" w:rsidTr="00FC3031">
        <w:tc>
          <w:tcPr>
            <w:tcW w:w="9497" w:type="dxa"/>
            <w:shd w:val="clear" w:color="auto" w:fill="FFFFFF"/>
          </w:tcPr>
          <w:p w14:paraId="454A9181" w14:textId="77777777" w:rsidR="006C1247" w:rsidRPr="008C259E" w:rsidRDefault="006C1247" w:rsidP="00CC3AF8">
            <w:pPr>
              <w:suppressAutoHyphens/>
              <w:spacing w:before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Szentendrei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út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 207-209.</w:t>
            </w:r>
          </w:p>
        </w:tc>
      </w:tr>
      <w:tr w:rsidR="006C1247" w:rsidRPr="008C259E" w14:paraId="5D96F008" w14:textId="77777777" w:rsidTr="00FC3031">
        <w:tc>
          <w:tcPr>
            <w:tcW w:w="9497" w:type="dxa"/>
            <w:shd w:val="clear" w:color="auto" w:fill="FFFFFF"/>
          </w:tcPr>
          <w:p w14:paraId="6098B64F" w14:textId="77777777" w:rsidR="006C1247" w:rsidRPr="008C259E" w:rsidRDefault="006C1247" w:rsidP="003D52C1">
            <w:pPr>
              <w:suppressAutoHyphens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Budapest, 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[</w:t>
            </w:r>
            <w:r w:rsidRPr="008C259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*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]</w:t>
            </w:r>
          </w:p>
        </w:tc>
      </w:tr>
      <w:tr w:rsidR="00D3576D" w:rsidRPr="00D3576D" w14:paraId="7FA17E59" w14:textId="77777777" w:rsidTr="00FC3031">
        <w:tc>
          <w:tcPr>
            <w:tcW w:w="9497" w:type="dxa"/>
            <w:shd w:val="clear" w:color="auto" w:fill="FFFFFF"/>
          </w:tcPr>
          <w:p w14:paraId="02833C00" w14:textId="77777777" w:rsidR="00D3576D" w:rsidRPr="00D3576D" w:rsidRDefault="00D3576D" w:rsidP="00D3576D">
            <w:pPr>
              <w:pStyle w:val="Cm"/>
              <w:suppressAutoHyphens/>
              <w:spacing w:before="240" w:after="240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D3576D">
              <w:rPr>
                <w:rFonts w:ascii="Arial" w:hAnsi="Arial"/>
                <w:sz w:val="20"/>
                <w:szCs w:val="20"/>
                <w:lang w:val="en-US"/>
              </w:rPr>
              <w:t>Bankgarancia</w:t>
            </w:r>
          </w:p>
        </w:tc>
      </w:tr>
      <w:tr w:rsidR="006C1247" w:rsidRPr="00D3576D" w14:paraId="4EA4984E" w14:textId="77777777" w:rsidTr="00FC3031">
        <w:tc>
          <w:tcPr>
            <w:tcW w:w="9497" w:type="dxa"/>
            <w:shd w:val="clear" w:color="auto" w:fill="FFFFFF"/>
          </w:tcPr>
          <w:p w14:paraId="71791EEF" w14:textId="7B32B1C2" w:rsidR="006C1247" w:rsidRPr="00AA571D" w:rsidRDefault="006C1247" w:rsidP="00136FDD">
            <w:pPr>
              <w:suppressAutoHyphens/>
              <w:rPr>
                <w:rFonts w:ascii="Arial" w:hAnsi="Arial" w:cs="Arial"/>
                <w:spacing w:val="-2"/>
                <w:sz w:val="20"/>
                <w:szCs w:val="20"/>
              </w:rPr>
            </w:pP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Az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általunk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kapott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tájékoztatás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szerint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Önök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korábban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árverésen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szerzett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villamos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energia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adásvételére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vonatkozóan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keretszerződést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(a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továbbiakban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: "</w:t>
            </w:r>
            <w:proofErr w:type="spellStart"/>
            <w:r w:rsidRPr="00D3576D">
              <w:rPr>
                <w:rFonts w:ascii="Arial" w:hAnsi="Arial" w:cs="Arial"/>
                <w:b/>
                <w:spacing w:val="-2"/>
                <w:sz w:val="20"/>
              </w:rPr>
              <w:t>Keretszerződés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")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kötöttek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az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[</w:t>
            </w:r>
            <w:proofErr w:type="gramStart"/>
            <w:r w:rsidRPr="00D3576D">
              <w:rPr>
                <w:rFonts w:ascii="Arial" w:hAnsi="Arial" w:cs="Arial"/>
                <w:spacing w:val="-2"/>
                <w:sz w:val="20"/>
                <w:szCs w:val="20"/>
                <w:highlight w:val="yellow"/>
              </w:rPr>
              <w:t>*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]-</w:t>
            </w:r>
            <w:proofErr w:type="spellStart"/>
            <w:proofErr w:type="gram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vel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mint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vevővel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(a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továbbiakban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: "</w:t>
            </w:r>
            <w:proofErr w:type="spellStart"/>
            <w:r w:rsidRPr="00D3576D">
              <w:rPr>
                <w:rFonts w:ascii="Arial" w:hAnsi="Arial" w:cs="Arial"/>
                <w:b/>
                <w:spacing w:val="-2"/>
                <w:sz w:val="20"/>
              </w:rPr>
              <w:t>Vevő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").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Vevő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si</w:t>
            </w:r>
            <w:r w:rsidR="00332DAA">
              <w:rPr>
                <w:rFonts w:ascii="Arial" w:hAnsi="Arial" w:cs="Arial"/>
                <w:spacing w:val="-2"/>
                <w:sz w:val="20"/>
                <w:szCs w:val="20"/>
              </w:rPr>
              <w:t>ker</w:t>
            </w:r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>esen</w:t>
            </w:r>
            <w:proofErr w:type="spellEnd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>licitált</w:t>
            </w:r>
            <w:proofErr w:type="spellEnd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>az</w:t>
            </w:r>
            <w:proofErr w:type="spellEnd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>Önök</w:t>
            </w:r>
            <w:proofErr w:type="spellEnd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>által</w:t>
            </w:r>
            <w:proofErr w:type="spellEnd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A65161">
              <w:rPr>
                <w:rFonts w:ascii="Arial" w:hAnsi="Arial" w:cs="Arial"/>
                <w:spacing w:val="-2"/>
                <w:sz w:val="20"/>
                <w:szCs w:val="20"/>
              </w:rPr>
              <w:t>202</w:t>
            </w:r>
            <w:r w:rsidR="00873E58">
              <w:rPr>
                <w:rFonts w:ascii="Arial" w:hAnsi="Arial" w:cs="Arial"/>
                <w:spacing w:val="-2"/>
                <w:sz w:val="20"/>
                <w:szCs w:val="20"/>
              </w:rPr>
              <w:t xml:space="preserve">5. </w:t>
            </w:r>
            <w:proofErr w:type="spellStart"/>
            <w:r w:rsidR="00873E58">
              <w:rPr>
                <w:rFonts w:ascii="Arial" w:hAnsi="Arial" w:cs="Arial"/>
                <w:spacing w:val="-2"/>
                <w:sz w:val="20"/>
                <w:szCs w:val="20"/>
              </w:rPr>
              <w:t>március</w:t>
            </w:r>
            <w:proofErr w:type="spellEnd"/>
            <w:r w:rsidR="00873E58">
              <w:rPr>
                <w:rFonts w:ascii="Arial" w:hAnsi="Arial" w:cs="Arial"/>
                <w:spacing w:val="-2"/>
                <w:sz w:val="20"/>
                <w:szCs w:val="20"/>
              </w:rPr>
              <w:t xml:space="preserve"> 12.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napján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megtartott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Árverésen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,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és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az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ott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Elnyert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Termékek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vonatkozásában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Egyedi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Szerződés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kötésére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kötelezett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. A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Vevő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Keretszerződésben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és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az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Eg</w:t>
            </w:r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yedi</w:t>
            </w:r>
            <w:proofErr w:type="spellEnd"/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Szerződésben</w:t>
            </w:r>
            <w:proofErr w:type="spellEnd"/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foglalt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kötelezettségeinek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teljesítése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bankgarancia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nyújtásával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kerül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biztosításra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.</w:t>
            </w:r>
          </w:p>
        </w:tc>
      </w:tr>
      <w:tr w:rsidR="006C1247" w:rsidRPr="00612A48" w14:paraId="44BEB512" w14:textId="77777777" w:rsidTr="00FC3031">
        <w:tc>
          <w:tcPr>
            <w:tcW w:w="9497" w:type="dxa"/>
            <w:shd w:val="clear" w:color="auto" w:fill="FFFFFF"/>
          </w:tcPr>
          <w:p w14:paraId="1B73CE51" w14:textId="77777777"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>Mi, a [</w:t>
            </w:r>
            <w:r w:rsidRPr="00AA571D">
              <w:rPr>
                <w:rFonts w:ascii="Arial" w:hAnsi="Arial" w:cs="Arial"/>
                <w:sz w:val="20"/>
                <w:szCs w:val="20"/>
                <w:highlight w:val="yellow"/>
              </w:rPr>
              <w:t>*</w:t>
            </w:r>
            <w:r w:rsidRPr="00AA571D">
              <w:rPr>
                <w:rFonts w:ascii="Arial" w:hAnsi="Arial" w:cs="Arial"/>
                <w:sz w:val="20"/>
                <w:szCs w:val="20"/>
              </w:rPr>
              <w:t xml:space="preserve">] (a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továbbiakban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>: "</w:t>
            </w:r>
            <w:r w:rsidRPr="00AA571D">
              <w:rPr>
                <w:rFonts w:ascii="Arial" w:hAnsi="Arial" w:cs="Arial"/>
                <w:b/>
                <w:sz w:val="20"/>
              </w:rPr>
              <w:t>Bank</w:t>
            </w:r>
            <w:r w:rsidRPr="00AA571D">
              <w:rPr>
                <w:rFonts w:ascii="Arial" w:hAnsi="Arial" w:cs="Arial"/>
                <w:sz w:val="20"/>
                <w:szCs w:val="20"/>
              </w:rPr>
              <w:t xml:space="preserve">")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Vevő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megbízása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alapján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mint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garantőr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lemondva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alapjogviszonyból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eredő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bárminemű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ellentmondási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és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felszólamlási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jogunkról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visszavonhatatlan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kötelezettséget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vállalunk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Önöknek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megfizetünk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nem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több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mint</w:t>
            </w:r>
          </w:p>
        </w:tc>
      </w:tr>
      <w:tr w:rsidR="006C1247" w:rsidRPr="00612A48" w14:paraId="0C84EF55" w14:textId="77777777" w:rsidTr="00FC3031">
        <w:tc>
          <w:tcPr>
            <w:tcW w:w="9497" w:type="dxa"/>
            <w:shd w:val="clear" w:color="auto" w:fill="FFFFFF"/>
          </w:tcPr>
          <w:p w14:paraId="63353D7E" w14:textId="77777777" w:rsidR="006C1247" w:rsidRPr="00592AB7" w:rsidRDefault="006C1247" w:rsidP="004309FB">
            <w:pPr>
              <w:suppressAutoHyphens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] </w:t>
            </w:r>
            <w:r w:rsidR="004309FB">
              <w:rPr>
                <w:rFonts w:ascii="Arial" w:hAnsi="Arial" w:cs="Arial"/>
                <w:b/>
                <w:sz w:val="20"/>
                <w:szCs w:val="20"/>
                <w:lang w:val="de-DE"/>
              </w:rPr>
              <w:t>EUR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-</w:t>
            </w:r>
            <w:proofErr w:type="spellStart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ot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, (</w:t>
            </w:r>
            <w:proofErr w:type="spellStart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azaz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 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] </w:t>
            </w:r>
            <w:proofErr w:type="spellStart"/>
            <w:r w:rsidR="004309FB">
              <w:rPr>
                <w:rFonts w:ascii="Arial" w:hAnsi="Arial" w:cs="Arial"/>
                <w:b/>
                <w:sz w:val="20"/>
                <w:szCs w:val="20"/>
                <w:lang w:val="de-DE"/>
              </w:rPr>
              <w:t>Eurot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)</w:t>
            </w:r>
          </w:p>
        </w:tc>
      </w:tr>
      <w:tr w:rsidR="006C1247" w:rsidRPr="00612A48" w14:paraId="026C1B83" w14:textId="77777777" w:rsidTr="00FC3031">
        <w:tc>
          <w:tcPr>
            <w:tcW w:w="9497" w:type="dxa"/>
            <w:shd w:val="clear" w:color="auto" w:fill="FFFFFF"/>
          </w:tcPr>
          <w:p w14:paraId="62DE3A36" w14:textId="77777777"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A571D">
              <w:rPr>
                <w:rFonts w:ascii="Arial" w:hAnsi="Arial" w:cs="Arial"/>
                <w:sz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első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írásos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felszólítására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amennyiben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kijelentik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Vevő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Keretszerződés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és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r w:rsidRPr="00AA571D"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vagy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Egyedi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Szerződés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szerinti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szerződéses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kötelezettségének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nem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tett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eleget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>.</w:t>
            </w:r>
          </w:p>
        </w:tc>
      </w:tr>
      <w:tr w:rsidR="006C1247" w:rsidRPr="00612A48" w14:paraId="1EC66BA5" w14:textId="77777777" w:rsidTr="00FC3031">
        <w:tc>
          <w:tcPr>
            <w:tcW w:w="9497" w:type="dxa"/>
            <w:shd w:val="clear" w:color="auto" w:fill="FFFFFF"/>
          </w:tcPr>
          <w:p w14:paraId="086827AA" w14:textId="77777777"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Azonosítás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céljából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fizetési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felhívásnak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és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megerősítésnek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számlavezető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bankján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keresztül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kell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beérkeznie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amely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igazolja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okmányokon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szereplő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aláírások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jogilag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kötelező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érvényűek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C1247" w:rsidRPr="00612A48" w14:paraId="04275DFE" w14:textId="77777777" w:rsidTr="00FC3031">
        <w:tc>
          <w:tcPr>
            <w:tcW w:w="9497" w:type="dxa"/>
            <w:shd w:val="clear" w:color="auto" w:fill="FFFFFF"/>
          </w:tcPr>
          <w:p w14:paraId="3D1C5CF8" w14:textId="77777777"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 xml:space="preserve">E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részben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vagy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egészben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átutalással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érvényesíthető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hozzánk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írásban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benyújtott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megfelelő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tartalmú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követelésük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beérkezését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követő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3 (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három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munkanapon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belül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6C1247" w:rsidRPr="00612A48" w14:paraId="39DE61C7" w14:textId="77777777" w:rsidTr="00FC3031">
        <w:tc>
          <w:tcPr>
            <w:tcW w:w="9497" w:type="dxa"/>
            <w:shd w:val="clear" w:color="auto" w:fill="FFFFFF"/>
          </w:tcPr>
          <w:p w14:paraId="754D846E" w14:textId="77777777" w:rsidR="006C1247" w:rsidRPr="00AA571D" w:rsidRDefault="006C1247" w:rsidP="00AA571D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</w:rPr>
              <w:t xml:space="preserve">Jelen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[</w:t>
            </w:r>
            <w:proofErr w:type="gramStart"/>
            <w:r w:rsidRPr="00AA571D">
              <w:rPr>
                <w:rFonts w:ascii="Arial" w:hAnsi="Arial" w:cs="Arial"/>
                <w:sz w:val="20"/>
                <w:highlight w:val="yellow"/>
              </w:rPr>
              <w:t>*</w:t>
            </w:r>
            <w:r w:rsidRPr="00AA571D">
              <w:rPr>
                <w:rFonts w:ascii="Arial" w:hAnsi="Arial" w:cs="Arial"/>
                <w:sz w:val="20"/>
              </w:rPr>
              <w:t>]</w:t>
            </w:r>
            <w:r w:rsidR="00AA571D">
              <w:rPr>
                <w:rFonts w:ascii="Arial" w:hAnsi="Arial" w:cs="Arial"/>
                <w:sz w:val="20"/>
              </w:rPr>
              <w:t>-</w:t>
            </w:r>
            <w:proofErr w:type="spellStart"/>
            <w:proofErr w:type="gramEnd"/>
            <w:r w:rsidR="00AA571D">
              <w:rPr>
                <w:rFonts w:ascii="Arial" w:hAnsi="Arial" w:cs="Arial"/>
                <w:sz w:val="20"/>
              </w:rPr>
              <w:t>ig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érvényes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és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fentiekhez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kapcsolódó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bármilyen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követelésnek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e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dátumig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Bankhoz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be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kell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érkeznie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>.</w:t>
            </w:r>
          </w:p>
        </w:tc>
      </w:tr>
      <w:tr w:rsidR="006C1247" w:rsidRPr="00CC3AF8" w14:paraId="4AD314B7" w14:textId="77777777" w:rsidTr="00FC3031">
        <w:tc>
          <w:tcPr>
            <w:tcW w:w="9497" w:type="dxa"/>
            <w:shd w:val="clear" w:color="auto" w:fill="FFFFFF"/>
          </w:tcPr>
          <w:p w14:paraId="2359E5D6" w14:textId="77777777" w:rsidR="006C1247" w:rsidRPr="00AA571D" w:rsidRDefault="006C1247" w:rsidP="00BC7400">
            <w:pPr>
              <w:suppressAutoHyphens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lejárat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napjáig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számára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jelen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alapján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érvényesített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kifizetések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kötelezettségvállalásunk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mértékét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csökkentik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.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Tudomásunk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van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arról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Vevő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Önökkel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szemben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kötelezettséget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vállalt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arra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3 (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három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)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banki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napon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belül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feltöltse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jelen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garanciát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eredeti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összegre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.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Amennyiben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kifizetés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összegét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3 (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három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)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banki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napon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belül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Vevő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megtéríti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Banknak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, a Bank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jelen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szerinti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kötelezettségvállalásának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csökkentést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megelőző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mértékre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növekszik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. A Bank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kötelezettségvállalás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mértékének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ilyen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növekedéséről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vagy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annak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elmaradásáról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feltöltést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követő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3 (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három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)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banki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napon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belül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írásban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értesíti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Önöket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.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jelen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szerinti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kötelezettségvállalás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mértékének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visszaállása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erre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vonatkozó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értesítésünk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általi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kézhezvételétől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hatályos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.</w:t>
            </w:r>
          </w:p>
        </w:tc>
      </w:tr>
      <w:tr w:rsidR="006C1247" w:rsidRPr="00612A48" w14:paraId="72F99057" w14:textId="77777777" w:rsidTr="00FC3031">
        <w:tc>
          <w:tcPr>
            <w:tcW w:w="9497" w:type="dxa"/>
            <w:shd w:val="clear" w:color="auto" w:fill="FFFFFF"/>
          </w:tcPr>
          <w:p w14:paraId="1ECE7F62" w14:textId="77777777" w:rsidR="006C1247" w:rsidRPr="008C259E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A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kibocsátó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Bank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nevében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</w:p>
        </w:tc>
      </w:tr>
    </w:tbl>
    <w:p w14:paraId="6B234D38" w14:textId="77777777" w:rsidR="006C1247" w:rsidRPr="00CC3AF8" w:rsidRDefault="006C1247" w:rsidP="006A6556">
      <w:pPr>
        <w:spacing w:before="0" w:after="0" w:line="240" w:lineRule="auto"/>
        <w:rPr>
          <w:sz w:val="2"/>
        </w:rPr>
      </w:pPr>
    </w:p>
    <w:sectPr w:rsidR="006C1247" w:rsidRPr="00CC3AF8" w:rsidSect="004B58CF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993" w:right="1417" w:bottom="1417" w:left="1417" w:header="720" w:footer="69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EF45E" w14:textId="77777777" w:rsidR="00791DAC" w:rsidRDefault="00791DAC">
      <w:r>
        <w:separator/>
      </w:r>
    </w:p>
  </w:endnote>
  <w:endnote w:type="continuationSeparator" w:id="0">
    <w:p w14:paraId="2507851B" w14:textId="77777777" w:rsidR="00791DAC" w:rsidRDefault="00791DAC">
      <w:r>
        <w:continuationSeparator/>
      </w:r>
    </w:p>
  </w:endnote>
  <w:endnote w:type="continuationNotice" w:id="1">
    <w:p w14:paraId="4A7111BB" w14:textId="77777777" w:rsidR="00791DAC" w:rsidRDefault="00791DA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roman"/>
    <w:pitch w:val="variable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NeueLT Pro 55 Roman">
    <w:altName w:val="Arial"/>
    <w:panose1 w:val="00000000000000000000"/>
    <w:charset w:val="00"/>
    <w:family w:val="swiss"/>
    <w:notTrueType/>
    <w:pitch w:val="variable"/>
    <w:sig w:usb0="00000001" w:usb1="5000205B" w:usb2="00000000" w:usb3="00000000" w:csb0="0000009B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5811726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58B3C0F5" w14:textId="77777777" w:rsidR="003A3DB6" w:rsidRPr="00037BA4" w:rsidRDefault="003A3DB6" w:rsidP="00037BA4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037BA4">
          <w:rPr>
            <w:rFonts w:ascii="Arial" w:hAnsi="Arial" w:cs="Arial"/>
            <w:sz w:val="20"/>
            <w:szCs w:val="20"/>
          </w:rPr>
          <w:fldChar w:fldCharType="begin"/>
        </w:r>
        <w:r w:rsidRPr="00037BA4">
          <w:rPr>
            <w:rFonts w:ascii="Arial" w:hAnsi="Arial" w:cs="Arial"/>
            <w:sz w:val="20"/>
            <w:szCs w:val="20"/>
          </w:rPr>
          <w:instrText>PAGE   \* MERGEFORMAT</w:instrText>
        </w:r>
        <w:r w:rsidRPr="00037BA4">
          <w:rPr>
            <w:rFonts w:ascii="Arial" w:hAnsi="Arial" w:cs="Arial"/>
            <w:sz w:val="20"/>
            <w:szCs w:val="20"/>
          </w:rPr>
          <w:fldChar w:fldCharType="separate"/>
        </w:r>
        <w:r w:rsidR="006A6556" w:rsidRPr="006A6556">
          <w:rPr>
            <w:rFonts w:ascii="Arial" w:hAnsi="Arial" w:cs="Arial"/>
            <w:noProof/>
            <w:sz w:val="20"/>
            <w:szCs w:val="20"/>
            <w:lang w:val="hu-HU"/>
          </w:rPr>
          <w:t>2</w:t>
        </w:r>
        <w:r w:rsidRPr="00037BA4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101281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2C364822" w14:textId="77777777" w:rsidR="003A3DB6" w:rsidRPr="00320063" w:rsidRDefault="003A3DB6" w:rsidP="00320063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320063">
          <w:rPr>
            <w:rFonts w:ascii="Arial" w:hAnsi="Arial" w:cs="Arial"/>
            <w:sz w:val="20"/>
            <w:szCs w:val="20"/>
          </w:rPr>
          <w:fldChar w:fldCharType="begin"/>
        </w:r>
        <w:r w:rsidRPr="00320063">
          <w:rPr>
            <w:rFonts w:ascii="Arial" w:hAnsi="Arial" w:cs="Arial"/>
            <w:sz w:val="20"/>
            <w:szCs w:val="20"/>
          </w:rPr>
          <w:instrText>PAGE   \* MERGEFORMAT</w:instrText>
        </w:r>
        <w:r w:rsidRPr="00320063">
          <w:rPr>
            <w:rFonts w:ascii="Arial" w:hAnsi="Arial" w:cs="Arial"/>
            <w:sz w:val="20"/>
            <w:szCs w:val="20"/>
          </w:rPr>
          <w:fldChar w:fldCharType="separate"/>
        </w:r>
        <w:r w:rsidR="00136FDD" w:rsidRPr="00136FDD">
          <w:rPr>
            <w:rFonts w:ascii="Arial" w:hAnsi="Arial" w:cs="Arial"/>
            <w:noProof/>
            <w:sz w:val="20"/>
            <w:szCs w:val="20"/>
            <w:lang w:val="hu-HU"/>
          </w:rPr>
          <w:t>1</w:t>
        </w:r>
        <w:r w:rsidRPr="00320063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641AC" w14:textId="77777777" w:rsidR="00791DAC" w:rsidRDefault="00791DAC">
      <w:r>
        <w:separator/>
      </w:r>
    </w:p>
  </w:footnote>
  <w:footnote w:type="continuationSeparator" w:id="0">
    <w:p w14:paraId="09D95C58" w14:textId="77777777" w:rsidR="00791DAC" w:rsidRDefault="00791DAC">
      <w:r>
        <w:continuationSeparator/>
      </w:r>
    </w:p>
  </w:footnote>
  <w:footnote w:type="continuationNotice" w:id="1">
    <w:p w14:paraId="238D5CEF" w14:textId="77777777" w:rsidR="00791DAC" w:rsidRDefault="00791DAC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637EC" w14:textId="77777777" w:rsidR="003A3DB6" w:rsidRDefault="003A3DB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</w:t>
    </w:r>
    <w:r>
      <w:rPr>
        <w:noProof/>
      </w:rPr>
      <w:fldChar w:fldCharType="end"/>
    </w:r>
  </w:p>
  <w:p w14:paraId="0EEC22FE" w14:textId="77777777" w:rsidR="003A3DB6" w:rsidRDefault="003A3DB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5C008" w14:textId="77777777" w:rsidR="003A3DB6" w:rsidRDefault="003A3DB6" w:rsidP="00FC009A">
    <w:pPr>
      <w:pStyle w:val="lfej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E4879" w14:textId="77777777" w:rsidR="003A3DB6" w:rsidRPr="000412E5" w:rsidRDefault="00956699" w:rsidP="000412E5">
    <w:pPr>
      <w:pStyle w:val="lfej"/>
      <w:spacing w:before="0" w:after="480"/>
      <w:jc w:val="right"/>
      <w:rPr>
        <w:rFonts w:ascii="Arial" w:hAnsi="Arial" w:cs="Arial"/>
        <w:sz w:val="44"/>
        <w:szCs w:val="44"/>
      </w:rPr>
    </w:pPr>
    <w:r w:rsidRPr="000412E5">
      <w:rPr>
        <w:rFonts w:ascii="Arial" w:hAnsi="Arial" w:cs="Arial"/>
        <w:noProof/>
        <w:sz w:val="44"/>
        <w:szCs w:val="44"/>
        <w:lang w:val="hu-HU" w:eastAsia="hu-HU"/>
      </w:rPr>
      <w:drawing>
        <wp:anchor distT="0" distB="0" distL="114300" distR="114300" simplePos="0" relativeHeight="251659264" behindDoc="0" locked="0" layoutInCell="1" allowOverlap="1" wp14:anchorId="11F6B8EC" wp14:editId="4120FF3D">
          <wp:simplePos x="0" y="0"/>
          <wp:positionH relativeFrom="margin">
            <wp:posOffset>4333063</wp:posOffset>
          </wp:positionH>
          <wp:positionV relativeFrom="page">
            <wp:posOffset>347779</wp:posOffset>
          </wp:positionV>
          <wp:extent cx="1440000" cy="356400"/>
          <wp:effectExtent l="0" t="0" r="8255" b="5715"/>
          <wp:wrapSquare wrapText="bothSides"/>
          <wp:docPr id="1" name="Ábr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Ábr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9497" w:type="dxa"/>
      <w:tblInd w:w="-318" w:type="dxa"/>
      <w:tblLayout w:type="fixed"/>
      <w:tblLook w:val="01E0" w:firstRow="1" w:lastRow="1" w:firstColumn="1" w:lastColumn="1" w:noHBand="0" w:noVBand="0"/>
    </w:tblPr>
    <w:tblGrid>
      <w:gridCol w:w="9497"/>
    </w:tblGrid>
    <w:tr w:rsidR="006A6556" w:rsidRPr="006A6556" w14:paraId="31E2FC01" w14:textId="77777777" w:rsidTr="00792F99">
      <w:tc>
        <w:tcPr>
          <w:tcW w:w="9497" w:type="dxa"/>
          <w:shd w:val="clear" w:color="auto" w:fill="FFFFFF"/>
        </w:tcPr>
        <w:p w14:paraId="4EAF3076" w14:textId="77777777" w:rsidR="006A6556" w:rsidRPr="006A6556" w:rsidRDefault="006A6556" w:rsidP="006A6556">
          <w:pPr>
            <w:suppressAutoHyphens/>
            <w:spacing w:line="240" w:lineRule="atLeast"/>
            <w:rPr>
              <w:rFonts w:ascii="Arial" w:hAnsi="Arial" w:cs="Arial"/>
              <w:b/>
              <w:i/>
              <w:szCs w:val="20"/>
              <w:lang w:val="en-US"/>
            </w:rPr>
          </w:pPr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 xml:space="preserve">II.2.A. </w:t>
          </w:r>
          <w:proofErr w:type="spellStart"/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>sz</w:t>
          </w:r>
          <w:proofErr w:type="spellEnd"/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 xml:space="preserve">. </w:t>
          </w:r>
          <w:proofErr w:type="spellStart"/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>Melléklet</w:t>
          </w:r>
          <w:proofErr w:type="spellEnd"/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>:</w:t>
          </w:r>
          <w:r w:rsidRPr="006A6556">
            <w:rPr>
              <w:rFonts w:ascii="Arial" w:hAnsi="Arial" w:cs="Arial"/>
              <w:b/>
              <w:i/>
              <w:szCs w:val="20"/>
            </w:rPr>
            <w:t xml:space="preserve"> </w:t>
          </w:r>
        </w:p>
      </w:tc>
    </w:tr>
  </w:tbl>
  <w:p w14:paraId="6BEA83BC" w14:textId="77777777" w:rsidR="006A6556" w:rsidRPr="006A6556" w:rsidRDefault="006A6556" w:rsidP="006A6556">
    <w:pPr>
      <w:pStyle w:val="lfej"/>
      <w:spacing w:before="0" w:after="0" w:line="240" w:lineRule="auto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63B54"/>
    <w:multiLevelType w:val="hybridMultilevel"/>
    <w:tmpl w:val="28580A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87293"/>
    <w:multiLevelType w:val="hybridMultilevel"/>
    <w:tmpl w:val="2878030A"/>
    <w:lvl w:ilvl="0" w:tplc="B0C2B8A0">
      <w:start w:val="5"/>
      <w:numFmt w:val="bullet"/>
      <w:lvlText w:val=""/>
      <w:lvlJc w:val="left"/>
      <w:pPr>
        <w:tabs>
          <w:tab w:val="num" w:pos="1939"/>
        </w:tabs>
        <w:ind w:left="1939" w:hanging="380"/>
      </w:pPr>
      <w:rPr>
        <w:rFonts w:ascii="Symbol" w:eastAsia="Times New Roman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587"/>
        </w:tabs>
        <w:ind w:left="1587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307"/>
        </w:tabs>
        <w:ind w:left="2307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3027"/>
        </w:tabs>
        <w:ind w:left="3027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747"/>
        </w:tabs>
        <w:ind w:left="3747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467"/>
        </w:tabs>
        <w:ind w:left="4467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87"/>
        </w:tabs>
        <w:ind w:left="5187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907"/>
        </w:tabs>
        <w:ind w:left="5907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627"/>
        </w:tabs>
        <w:ind w:left="6627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14C2194A"/>
    <w:multiLevelType w:val="hybridMultilevel"/>
    <w:tmpl w:val="AE300F08"/>
    <w:lvl w:ilvl="0" w:tplc="50D8EE00">
      <w:numFmt w:val="bullet"/>
      <w:pStyle w:val="Felsorolas1"/>
      <w:lvlText w:val=""/>
      <w:lvlJc w:val="left"/>
      <w:pPr>
        <w:tabs>
          <w:tab w:val="num" w:pos="851"/>
        </w:tabs>
        <w:ind w:left="851" w:hanging="851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31762"/>
    <w:multiLevelType w:val="hybridMultilevel"/>
    <w:tmpl w:val="9692FBA4"/>
    <w:lvl w:ilvl="0" w:tplc="D95632E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AB12132"/>
    <w:multiLevelType w:val="multilevel"/>
    <w:tmpl w:val="B3B49912"/>
    <w:styleLink w:val="ListStyleLevelVF"/>
    <w:lvl w:ilvl="0">
      <w:start w:val="1"/>
      <w:numFmt w:val="decimal"/>
      <w:pStyle w:val="Level1VF"/>
      <w:lvlText w:val="%1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8"/>
      </w:rPr>
    </w:lvl>
    <w:lvl w:ilvl="1">
      <w:start w:val="1"/>
      <w:numFmt w:val="decimal"/>
      <w:pStyle w:val="Level2VF"/>
      <w:lvlText w:val="%1.%2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3"/>
      </w:rPr>
    </w:lvl>
    <w:lvl w:ilvl="2">
      <w:start w:val="1"/>
      <w:numFmt w:val="decimal"/>
      <w:pStyle w:val="Level3VF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 Bold" w:hAnsi="Times New Roman Bold" w:cs="Times New Roman" w:hint="default"/>
        <w:b/>
        <w:i w:val="0"/>
        <w:sz w:val="20"/>
      </w:rPr>
    </w:lvl>
    <w:lvl w:ilvl="3">
      <w:start w:val="1"/>
      <w:numFmt w:val="lowerLetter"/>
      <w:pStyle w:val="Level4VF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Roman"/>
      <w:pStyle w:val="Level5VF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5">
      <w:start w:val="1"/>
      <w:numFmt w:val="upperRoman"/>
      <w:pStyle w:val="Level6VF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" w15:restartNumberingAfterBreak="0">
    <w:nsid w:val="1ED03FBF"/>
    <w:multiLevelType w:val="hybridMultilevel"/>
    <w:tmpl w:val="803847CE"/>
    <w:lvl w:ilvl="0" w:tplc="FEAE095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Times New Roman" w:hint="default"/>
      </w:rPr>
    </w:lvl>
    <w:lvl w:ilvl="1" w:tplc="F7EE30B8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19E6EE3"/>
    <w:multiLevelType w:val="hybridMultilevel"/>
    <w:tmpl w:val="9034B5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D0CC3"/>
    <w:multiLevelType w:val="hybridMultilevel"/>
    <w:tmpl w:val="96246A40"/>
    <w:lvl w:ilvl="0" w:tplc="1364631A">
      <w:start w:val="1"/>
      <w:numFmt w:val="bullet"/>
      <w:pStyle w:val="Felsorolas2"/>
      <w:lvlText w:val="–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03" w:tentative="1">
      <w:start w:val="1"/>
      <w:numFmt w:val="bullet"/>
      <w:pStyle w:val="Level2VFnobol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4022A"/>
    <w:multiLevelType w:val="multilevel"/>
    <w:tmpl w:val="BF629F48"/>
    <w:styleLink w:val="NumberinglisttableVF"/>
    <w:lvl w:ilvl="0">
      <w:start w:val="1"/>
      <w:numFmt w:val="none"/>
      <w:pStyle w:val="BodyTableCellVF"/>
      <w:lvlText w:val="%1"/>
      <w:lvlJc w:val="left"/>
      <w:pPr>
        <w:tabs>
          <w:tab w:val="num" w:pos="0"/>
        </w:tabs>
      </w:pPr>
      <w:rPr>
        <w:rFonts w:cs="Times New Roman"/>
        <w:b/>
      </w:rPr>
    </w:lvl>
    <w:lvl w:ilvl="1">
      <w:start w:val="1"/>
      <w:numFmt w:val="lowerLetter"/>
      <w:pStyle w:val="LevelTableCell1VF"/>
      <w:lvlText w:val="(%2)"/>
      <w:lvlJc w:val="left"/>
      <w:pPr>
        <w:tabs>
          <w:tab w:val="num" w:pos="720"/>
        </w:tabs>
        <w:ind w:left="720"/>
      </w:pPr>
      <w:rPr>
        <w:rFonts w:ascii="New York" w:hAnsi="New York" w:cs="New York" w:hint="default"/>
        <w:b w:val="0"/>
        <w:i w:val="0"/>
        <w:sz w:val="20"/>
        <w:szCs w:val="20"/>
      </w:rPr>
    </w:lvl>
    <w:lvl w:ilvl="2">
      <w:start w:val="1"/>
      <w:numFmt w:val="lowerRoman"/>
      <w:pStyle w:val="LevelTableCell2VF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decimal"/>
      <w:lvlText w:val="%1%2.%3.%4"/>
      <w:lvlJc w:val="left"/>
      <w:pPr>
        <w:tabs>
          <w:tab w:val="num" w:pos="1800"/>
        </w:tabs>
        <w:ind w:left="216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1987" w:hanging="547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520" w:hanging="533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30903A19"/>
    <w:multiLevelType w:val="hybridMultilevel"/>
    <w:tmpl w:val="3F504C76"/>
    <w:lvl w:ilvl="0" w:tplc="B0C2B8A0">
      <w:start w:val="5"/>
      <w:numFmt w:val="bullet"/>
      <w:lvlText w:val=""/>
      <w:lvlJc w:val="left"/>
      <w:pPr>
        <w:tabs>
          <w:tab w:val="num" w:pos="3913"/>
        </w:tabs>
        <w:ind w:left="3913" w:hanging="380"/>
      </w:pPr>
      <w:rPr>
        <w:rFonts w:ascii="Symbol" w:eastAsia="Times New Roman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2801"/>
        </w:tabs>
        <w:ind w:left="2801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21"/>
        </w:tabs>
        <w:ind w:left="35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41"/>
        </w:tabs>
        <w:ind w:left="42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961"/>
        </w:tabs>
        <w:ind w:left="4961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681"/>
        </w:tabs>
        <w:ind w:left="56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01"/>
        </w:tabs>
        <w:ind w:left="64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21"/>
        </w:tabs>
        <w:ind w:left="7121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41"/>
        </w:tabs>
        <w:ind w:left="7841" w:hanging="360"/>
      </w:pPr>
      <w:rPr>
        <w:rFonts w:ascii="Wingdings" w:hAnsi="Wingdings" w:hint="default"/>
      </w:rPr>
    </w:lvl>
  </w:abstractNum>
  <w:abstractNum w:abstractNumId="10" w15:restartNumberingAfterBreak="0">
    <w:nsid w:val="38CE79AC"/>
    <w:multiLevelType w:val="hybridMultilevel"/>
    <w:tmpl w:val="C60C510E"/>
    <w:lvl w:ilvl="0" w:tplc="5E6A6F7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90FA6"/>
    <w:multiLevelType w:val="multilevel"/>
    <w:tmpl w:val="A12A3C54"/>
    <w:lvl w:ilvl="0">
      <w:start w:val="1"/>
      <w:numFmt w:val="decimal"/>
      <w:pStyle w:val="Cmsor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  <w:lang w:val="en-US"/>
      </w:rPr>
    </w:lvl>
    <w:lvl w:ilvl="2">
      <w:start w:val="1"/>
      <w:numFmt w:val="decimal"/>
      <w:pStyle w:val="Cmsor3"/>
      <w:lvlText w:val="%1.%2.%3."/>
      <w:lvlJc w:val="left"/>
      <w:pPr>
        <w:tabs>
          <w:tab w:val="num" w:pos="4254"/>
        </w:tabs>
        <w:ind w:left="4254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ascii="Cambria" w:hAnsi="Cambria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2" w15:restartNumberingAfterBreak="0">
    <w:nsid w:val="42E167C5"/>
    <w:multiLevelType w:val="multilevel"/>
    <w:tmpl w:val="2E06F66C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PARA-2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PARA-a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ARA-i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A7B05F7"/>
    <w:multiLevelType w:val="multilevel"/>
    <w:tmpl w:val="055629FC"/>
    <w:lvl w:ilvl="0">
      <w:start w:val="2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4B194CA8"/>
    <w:multiLevelType w:val="hybridMultilevel"/>
    <w:tmpl w:val="FACCF7D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77582"/>
    <w:multiLevelType w:val="multilevel"/>
    <w:tmpl w:val="7DFCD0F2"/>
    <w:lvl w:ilvl="0">
      <w:start w:val="1"/>
      <w:numFmt w:val="decimal"/>
      <w:pStyle w:val="CmsorJ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J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pStyle w:val="CmsorJ3"/>
      <w:lvlText w:val="%1.%2.%3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J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J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6" w15:restartNumberingAfterBreak="0">
    <w:nsid w:val="53105620"/>
    <w:multiLevelType w:val="hybridMultilevel"/>
    <w:tmpl w:val="B566A750"/>
    <w:lvl w:ilvl="0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596002F4"/>
    <w:multiLevelType w:val="hybridMultilevel"/>
    <w:tmpl w:val="793A4C3E"/>
    <w:lvl w:ilvl="0" w:tplc="C31CAF52">
      <w:start w:val="1"/>
      <w:numFmt w:val="decimal"/>
      <w:pStyle w:val="Parties"/>
      <w:lvlText w:val="(%1)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752B89"/>
    <w:multiLevelType w:val="hybridMultilevel"/>
    <w:tmpl w:val="E21E43CE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19" w15:restartNumberingAfterBreak="0">
    <w:nsid w:val="644575C7"/>
    <w:multiLevelType w:val="hybridMultilevel"/>
    <w:tmpl w:val="4FCA87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543A5"/>
    <w:multiLevelType w:val="hybridMultilevel"/>
    <w:tmpl w:val="4086BBE8"/>
    <w:lvl w:ilvl="0" w:tplc="9CC6E7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522BFC"/>
    <w:multiLevelType w:val="hybridMultilevel"/>
    <w:tmpl w:val="4DDC71B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06294D"/>
    <w:multiLevelType w:val="hybridMultilevel"/>
    <w:tmpl w:val="4184D938"/>
    <w:lvl w:ilvl="0" w:tplc="FFFFFFFF">
      <w:start w:val="1"/>
      <w:numFmt w:val="lowerRoman"/>
      <w:pStyle w:val="PARA-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3" w15:restartNumberingAfterBreak="0">
    <w:nsid w:val="79DA7D0B"/>
    <w:multiLevelType w:val="multilevel"/>
    <w:tmpl w:val="F8127836"/>
    <w:name w:val="PARA-a"/>
    <w:lvl w:ilvl="0">
      <w:start w:val="2"/>
      <w:numFmt w:val="lowerLetter"/>
      <w:pStyle w:val="PARA-a0"/>
      <w:lvlText w:val="(%1)"/>
      <w:lvlJc w:val="left"/>
      <w:pPr>
        <w:tabs>
          <w:tab w:val="num" w:pos="1440"/>
        </w:tabs>
        <w:ind w:left="1440" w:hanging="720"/>
      </w:pPr>
    </w:lvl>
    <w:lvl w:ilvl="1">
      <w:start w:val="1"/>
      <w:numFmt w:val="decimal"/>
      <w:isLgl/>
      <w:lvlText w:val="6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isLgl/>
      <w:lvlText w:val="(%3)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 w16cid:durableId="1541432211">
    <w:abstractNumId w:val="2"/>
  </w:num>
  <w:num w:numId="2" w16cid:durableId="1981812099">
    <w:abstractNumId w:val="7"/>
  </w:num>
  <w:num w:numId="3" w16cid:durableId="1057632913">
    <w:abstractNumId w:val="11"/>
  </w:num>
  <w:num w:numId="4" w16cid:durableId="803158984">
    <w:abstractNumId w:val="15"/>
  </w:num>
  <w:num w:numId="5" w16cid:durableId="1779131743">
    <w:abstractNumId w:val="8"/>
  </w:num>
  <w:num w:numId="6" w16cid:durableId="990330822">
    <w:abstractNumId w:val="4"/>
  </w:num>
  <w:num w:numId="7" w16cid:durableId="5690098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11877618">
    <w:abstractNumId w:val="22"/>
  </w:num>
  <w:num w:numId="9" w16cid:durableId="900216020">
    <w:abstractNumId w:val="12"/>
  </w:num>
  <w:num w:numId="10" w16cid:durableId="2100902588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741335">
    <w:abstractNumId w:val="14"/>
  </w:num>
  <w:num w:numId="12" w16cid:durableId="17825807">
    <w:abstractNumId w:val="6"/>
  </w:num>
  <w:num w:numId="13" w16cid:durableId="1241981057">
    <w:abstractNumId w:val="21"/>
  </w:num>
  <w:num w:numId="14" w16cid:durableId="451049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87467271">
    <w:abstractNumId w:val="3"/>
  </w:num>
  <w:num w:numId="16" w16cid:durableId="154390236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431333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250276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716891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8559170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50287397">
    <w:abstractNumId w:val="11"/>
  </w:num>
  <w:num w:numId="22" w16cid:durableId="2134251346">
    <w:abstractNumId w:val="11"/>
  </w:num>
  <w:num w:numId="23" w16cid:durableId="1930263908">
    <w:abstractNumId w:val="11"/>
  </w:num>
  <w:num w:numId="24" w16cid:durableId="932976308">
    <w:abstractNumId w:val="11"/>
  </w:num>
  <w:num w:numId="25" w16cid:durableId="210847845">
    <w:abstractNumId w:val="11"/>
  </w:num>
  <w:num w:numId="26" w16cid:durableId="875966415">
    <w:abstractNumId w:val="11"/>
  </w:num>
  <w:num w:numId="27" w16cid:durableId="2016491086">
    <w:abstractNumId w:val="11"/>
  </w:num>
  <w:num w:numId="28" w16cid:durableId="1468662291">
    <w:abstractNumId w:val="11"/>
  </w:num>
  <w:num w:numId="29" w16cid:durableId="303195949">
    <w:abstractNumId w:val="11"/>
  </w:num>
  <w:num w:numId="30" w16cid:durableId="2034844063">
    <w:abstractNumId w:val="11"/>
  </w:num>
  <w:num w:numId="31" w16cid:durableId="679429273">
    <w:abstractNumId w:val="11"/>
  </w:num>
  <w:num w:numId="32" w16cid:durableId="1961953268">
    <w:abstractNumId w:val="11"/>
  </w:num>
  <w:num w:numId="33" w16cid:durableId="2122455667">
    <w:abstractNumId w:val="11"/>
  </w:num>
  <w:num w:numId="34" w16cid:durableId="1475293305">
    <w:abstractNumId w:val="11"/>
  </w:num>
  <w:num w:numId="35" w16cid:durableId="1523399401">
    <w:abstractNumId w:val="11"/>
  </w:num>
  <w:num w:numId="36" w16cid:durableId="1143157533">
    <w:abstractNumId w:val="11"/>
  </w:num>
  <w:num w:numId="37" w16cid:durableId="815337399">
    <w:abstractNumId w:val="11"/>
  </w:num>
  <w:num w:numId="38" w16cid:durableId="1100905842">
    <w:abstractNumId w:val="11"/>
  </w:num>
  <w:num w:numId="39" w16cid:durableId="828247679">
    <w:abstractNumId w:val="11"/>
  </w:num>
  <w:num w:numId="40" w16cid:durableId="1452744564">
    <w:abstractNumId w:val="11"/>
  </w:num>
  <w:num w:numId="41" w16cid:durableId="1129935138">
    <w:abstractNumId w:val="11"/>
  </w:num>
  <w:num w:numId="42" w16cid:durableId="1422216582">
    <w:abstractNumId w:val="11"/>
  </w:num>
  <w:num w:numId="43" w16cid:durableId="728458967">
    <w:abstractNumId w:val="11"/>
  </w:num>
  <w:num w:numId="44" w16cid:durableId="1875389591">
    <w:abstractNumId w:val="11"/>
  </w:num>
  <w:num w:numId="45" w16cid:durableId="1088423927">
    <w:abstractNumId w:val="11"/>
  </w:num>
  <w:num w:numId="46" w16cid:durableId="2110008393">
    <w:abstractNumId w:val="11"/>
  </w:num>
  <w:num w:numId="47" w16cid:durableId="1970623762">
    <w:abstractNumId w:val="11"/>
  </w:num>
  <w:num w:numId="48" w16cid:durableId="1757480998">
    <w:abstractNumId w:val="11"/>
  </w:num>
  <w:num w:numId="49" w16cid:durableId="787092460">
    <w:abstractNumId w:val="11"/>
  </w:num>
  <w:num w:numId="50" w16cid:durableId="2047442657">
    <w:abstractNumId w:val="19"/>
  </w:num>
  <w:num w:numId="51" w16cid:durableId="1785804890">
    <w:abstractNumId w:val="11"/>
  </w:num>
  <w:num w:numId="52" w16cid:durableId="650671431">
    <w:abstractNumId w:val="11"/>
  </w:num>
  <w:num w:numId="53" w16cid:durableId="1753623698">
    <w:abstractNumId w:val="11"/>
  </w:num>
  <w:num w:numId="54" w16cid:durableId="250623044">
    <w:abstractNumId w:val="11"/>
  </w:num>
  <w:num w:numId="55" w16cid:durableId="973750016">
    <w:abstractNumId w:val="11"/>
  </w:num>
  <w:num w:numId="56" w16cid:durableId="1435050351">
    <w:abstractNumId w:val="11"/>
  </w:num>
  <w:num w:numId="57" w16cid:durableId="1327634385">
    <w:abstractNumId w:val="11"/>
  </w:num>
  <w:num w:numId="58" w16cid:durableId="171921091">
    <w:abstractNumId w:val="11"/>
  </w:num>
  <w:num w:numId="59" w16cid:durableId="1187132504">
    <w:abstractNumId w:val="11"/>
  </w:num>
  <w:num w:numId="60" w16cid:durableId="1069185670">
    <w:abstractNumId w:val="11"/>
  </w:num>
  <w:num w:numId="61" w16cid:durableId="814420703">
    <w:abstractNumId w:val="11"/>
  </w:num>
  <w:num w:numId="62" w16cid:durableId="82603845">
    <w:abstractNumId w:val="11"/>
  </w:num>
  <w:num w:numId="63" w16cid:durableId="496579401">
    <w:abstractNumId w:val="11"/>
  </w:num>
  <w:num w:numId="64" w16cid:durableId="1578320840">
    <w:abstractNumId w:val="11"/>
  </w:num>
  <w:num w:numId="65" w16cid:durableId="1544825012">
    <w:abstractNumId w:val="11"/>
  </w:num>
  <w:num w:numId="66" w16cid:durableId="94599287">
    <w:abstractNumId w:val="11"/>
  </w:num>
  <w:num w:numId="67" w16cid:durableId="1936593475">
    <w:abstractNumId w:val="11"/>
  </w:num>
  <w:num w:numId="68" w16cid:durableId="1493138040">
    <w:abstractNumId w:val="11"/>
  </w:num>
  <w:num w:numId="69" w16cid:durableId="1117212309">
    <w:abstractNumId w:val="11"/>
  </w:num>
  <w:num w:numId="70" w16cid:durableId="1734622264">
    <w:abstractNumId w:val="11"/>
  </w:num>
  <w:num w:numId="71" w16cid:durableId="1241407012">
    <w:abstractNumId w:val="11"/>
  </w:num>
  <w:num w:numId="72" w16cid:durableId="18355232">
    <w:abstractNumId w:val="11"/>
  </w:num>
  <w:num w:numId="73" w16cid:durableId="1704013250">
    <w:abstractNumId w:val="11"/>
  </w:num>
  <w:num w:numId="74" w16cid:durableId="1827014084">
    <w:abstractNumId w:val="11"/>
  </w:num>
  <w:num w:numId="75" w16cid:durableId="83497901">
    <w:abstractNumId w:val="11"/>
  </w:num>
  <w:num w:numId="76" w16cid:durableId="332489379">
    <w:abstractNumId w:val="11"/>
  </w:num>
  <w:num w:numId="77" w16cid:durableId="549729616">
    <w:abstractNumId w:val="11"/>
  </w:num>
  <w:num w:numId="78" w16cid:durableId="457064396">
    <w:abstractNumId w:val="11"/>
  </w:num>
  <w:num w:numId="79" w16cid:durableId="893274595">
    <w:abstractNumId w:val="11"/>
  </w:num>
  <w:num w:numId="80" w16cid:durableId="1067653014">
    <w:abstractNumId w:val="11"/>
  </w:num>
  <w:num w:numId="81" w16cid:durableId="1725834618">
    <w:abstractNumId w:val="11"/>
  </w:num>
  <w:num w:numId="82" w16cid:durableId="803733849">
    <w:abstractNumId w:val="11"/>
  </w:num>
  <w:num w:numId="83" w16cid:durableId="793986748">
    <w:abstractNumId w:val="11"/>
  </w:num>
  <w:num w:numId="84" w16cid:durableId="515583533">
    <w:abstractNumId w:val="11"/>
  </w:num>
  <w:num w:numId="85" w16cid:durableId="1094669565">
    <w:abstractNumId w:val="11"/>
  </w:num>
  <w:num w:numId="86" w16cid:durableId="1760365562">
    <w:abstractNumId w:val="11"/>
  </w:num>
  <w:num w:numId="87" w16cid:durableId="1794323585">
    <w:abstractNumId w:val="11"/>
  </w:num>
  <w:num w:numId="88" w16cid:durableId="1751807006">
    <w:abstractNumId w:val="11"/>
  </w:num>
  <w:num w:numId="89" w16cid:durableId="381948553">
    <w:abstractNumId w:val="11"/>
  </w:num>
  <w:num w:numId="90" w16cid:durableId="151913848">
    <w:abstractNumId w:val="11"/>
  </w:num>
  <w:num w:numId="91" w16cid:durableId="1779521177">
    <w:abstractNumId w:val="11"/>
  </w:num>
  <w:num w:numId="92" w16cid:durableId="1687101288">
    <w:abstractNumId w:val="11"/>
  </w:num>
  <w:num w:numId="93" w16cid:durableId="134302477">
    <w:abstractNumId w:val="11"/>
  </w:num>
  <w:num w:numId="94" w16cid:durableId="1017586698">
    <w:abstractNumId w:val="11"/>
  </w:num>
  <w:num w:numId="95" w16cid:durableId="688877315">
    <w:abstractNumId w:val="11"/>
  </w:num>
  <w:num w:numId="96" w16cid:durableId="1502890451">
    <w:abstractNumId w:val="11"/>
  </w:num>
  <w:num w:numId="97" w16cid:durableId="1894735203">
    <w:abstractNumId w:val="11"/>
  </w:num>
  <w:num w:numId="98" w16cid:durableId="413625207">
    <w:abstractNumId w:val="11"/>
  </w:num>
  <w:num w:numId="99" w16cid:durableId="1883012586">
    <w:abstractNumId w:val="11"/>
  </w:num>
  <w:num w:numId="100" w16cid:durableId="469716544">
    <w:abstractNumId w:val="11"/>
  </w:num>
  <w:num w:numId="101" w16cid:durableId="600336845">
    <w:abstractNumId w:val="11"/>
  </w:num>
  <w:num w:numId="102" w16cid:durableId="1164055966">
    <w:abstractNumId w:val="11"/>
  </w:num>
  <w:num w:numId="103" w16cid:durableId="874316610">
    <w:abstractNumId w:val="11"/>
  </w:num>
  <w:num w:numId="104" w16cid:durableId="1179269462">
    <w:abstractNumId w:val="11"/>
  </w:num>
  <w:num w:numId="105" w16cid:durableId="1048064612">
    <w:abstractNumId w:val="11"/>
  </w:num>
  <w:num w:numId="106" w16cid:durableId="1034771726">
    <w:abstractNumId w:val="11"/>
  </w:num>
  <w:num w:numId="107" w16cid:durableId="276565947">
    <w:abstractNumId w:val="11"/>
  </w:num>
  <w:num w:numId="108" w16cid:durableId="1337882346">
    <w:abstractNumId w:val="11"/>
  </w:num>
  <w:num w:numId="109" w16cid:durableId="1981301550">
    <w:abstractNumId w:val="11"/>
  </w:num>
  <w:num w:numId="110" w16cid:durableId="74397933">
    <w:abstractNumId w:val="11"/>
  </w:num>
  <w:num w:numId="111" w16cid:durableId="1687437663">
    <w:abstractNumId w:val="11"/>
  </w:num>
  <w:num w:numId="112" w16cid:durableId="1745756086">
    <w:abstractNumId w:val="11"/>
  </w:num>
  <w:num w:numId="113" w16cid:durableId="1651061431">
    <w:abstractNumId w:val="11"/>
  </w:num>
  <w:num w:numId="114" w16cid:durableId="1235626652">
    <w:abstractNumId w:val="11"/>
  </w:num>
  <w:num w:numId="115" w16cid:durableId="877934832">
    <w:abstractNumId w:val="11"/>
  </w:num>
  <w:num w:numId="116" w16cid:durableId="463235753">
    <w:abstractNumId w:val="11"/>
  </w:num>
  <w:num w:numId="117" w16cid:durableId="87511047">
    <w:abstractNumId w:val="11"/>
  </w:num>
  <w:num w:numId="118" w16cid:durableId="2143840463">
    <w:abstractNumId w:val="11"/>
  </w:num>
  <w:num w:numId="119" w16cid:durableId="1474982846">
    <w:abstractNumId w:val="15"/>
  </w:num>
  <w:num w:numId="120" w16cid:durableId="143014889">
    <w:abstractNumId w:val="15"/>
  </w:num>
  <w:num w:numId="121" w16cid:durableId="18429911">
    <w:abstractNumId w:val="11"/>
  </w:num>
  <w:num w:numId="122" w16cid:durableId="452141037">
    <w:abstractNumId w:val="11"/>
  </w:num>
  <w:num w:numId="123" w16cid:durableId="1079055692">
    <w:abstractNumId w:val="11"/>
  </w:num>
  <w:num w:numId="124" w16cid:durableId="15757739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 w16cid:durableId="101188395">
    <w:abstractNumId w:val="11"/>
  </w:num>
  <w:num w:numId="126" w16cid:durableId="85927251">
    <w:abstractNumId w:val="11"/>
  </w:num>
  <w:num w:numId="127" w16cid:durableId="1680698327">
    <w:abstractNumId w:val="11"/>
  </w:num>
  <w:num w:numId="128" w16cid:durableId="2053260466">
    <w:abstractNumId w:val="11"/>
  </w:num>
  <w:num w:numId="129" w16cid:durableId="1915505254">
    <w:abstractNumId w:val="11"/>
  </w:num>
  <w:num w:numId="130" w16cid:durableId="1002782984">
    <w:abstractNumId w:val="11"/>
  </w:num>
  <w:num w:numId="131" w16cid:durableId="186792110">
    <w:abstractNumId w:val="11"/>
  </w:num>
  <w:num w:numId="132" w16cid:durableId="2118674690">
    <w:abstractNumId w:val="11"/>
  </w:num>
  <w:num w:numId="133" w16cid:durableId="1787499554">
    <w:abstractNumId w:val="11"/>
  </w:num>
  <w:num w:numId="134" w16cid:durableId="2099593066">
    <w:abstractNumId w:val="11"/>
  </w:num>
  <w:num w:numId="135" w16cid:durableId="1408457794">
    <w:abstractNumId w:val="11"/>
  </w:num>
  <w:num w:numId="136" w16cid:durableId="145633018">
    <w:abstractNumId w:val="11"/>
  </w:num>
  <w:num w:numId="137" w16cid:durableId="1761901388">
    <w:abstractNumId w:val="11"/>
  </w:num>
  <w:num w:numId="138" w16cid:durableId="692419369">
    <w:abstractNumId w:val="11"/>
  </w:num>
  <w:num w:numId="139" w16cid:durableId="732436667">
    <w:abstractNumId w:val="11"/>
  </w:num>
  <w:num w:numId="140" w16cid:durableId="1403288172">
    <w:abstractNumId w:val="11"/>
  </w:num>
  <w:num w:numId="141" w16cid:durableId="67772276">
    <w:abstractNumId w:val="11"/>
  </w:num>
  <w:num w:numId="142" w16cid:durableId="1766268547">
    <w:abstractNumId w:val="11"/>
  </w:num>
  <w:num w:numId="143" w16cid:durableId="1053851281">
    <w:abstractNumId w:val="11"/>
  </w:num>
  <w:num w:numId="144" w16cid:durableId="515458528">
    <w:abstractNumId w:val="11"/>
  </w:num>
  <w:num w:numId="145" w16cid:durableId="927269999">
    <w:abstractNumId w:val="11"/>
  </w:num>
  <w:num w:numId="146" w16cid:durableId="2057704094">
    <w:abstractNumId w:val="11"/>
  </w:num>
  <w:num w:numId="147" w16cid:durableId="458493111">
    <w:abstractNumId w:val="11"/>
  </w:num>
  <w:num w:numId="148" w16cid:durableId="337393093">
    <w:abstractNumId w:val="11"/>
  </w:num>
  <w:num w:numId="149" w16cid:durableId="622928320">
    <w:abstractNumId w:val="11"/>
  </w:num>
  <w:num w:numId="150" w16cid:durableId="1378310406">
    <w:abstractNumId w:val="11"/>
  </w:num>
  <w:num w:numId="151" w16cid:durableId="758479937">
    <w:abstractNumId w:val="11"/>
  </w:num>
  <w:num w:numId="152" w16cid:durableId="1798178027">
    <w:abstractNumId w:val="11"/>
  </w:num>
  <w:num w:numId="153" w16cid:durableId="1685863080">
    <w:abstractNumId w:val="11"/>
  </w:num>
  <w:num w:numId="154" w16cid:durableId="2046128949">
    <w:abstractNumId w:val="11"/>
  </w:num>
  <w:num w:numId="155" w16cid:durableId="1662461185">
    <w:abstractNumId w:val="11"/>
  </w:num>
  <w:num w:numId="156" w16cid:durableId="767193109">
    <w:abstractNumId w:val="11"/>
  </w:num>
  <w:num w:numId="157" w16cid:durableId="563760354">
    <w:abstractNumId w:val="11"/>
  </w:num>
  <w:num w:numId="158" w16cid:durableId="461004412">
    <w:abstractNumId w:val="11"/>
  </w:num>
  <w:num w:numId="159" w16cid:durableId="1664090143">
    <w:abstractNumId w:val="20"/>
  </w:num>
  <w:num w:numId="160" w16cid:durableId="630747326">
    <w:abstractNumId w:val="0"/>
  </w:num>
  <w:num w:numId="161" w16cid:durableId="518616459">
    <w:abstractNumId w:val="13"/>
  </w:num>
  <w:num w:numId="162" w16cid:durableId="1529028831">
    <w:abstractNumId w:val="10"/>
  </w:num>
  <w:num w:numId="163" w16cid:durableId="14069506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 w16cid:durableId="934825422">
    <w:abstractNumId w:val="11"/>
  </w:num>
  <w:num w:numId="165" w16cid:durableId="170070778">
    <w:abstractNumId w:val="11"/>
  </w:num>
  <w:num w:numId="166" w16cid:durableId="317198443">
    <w:abstractNumId w:val="11"/>
  </w:num>
  <w:num w:numId="167" w16cid:durableId="126394925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 w16cid:durableId="591935156">
    <w:abstractNumId w:val="5"/>
  </w:num>
  <w:num w:numId="169" w16cid:durableId="1790778897">
    <w:abstractNumId w:val="15"/>
  </w:num>
  <w:num w:numId="170" w16cid:durableId="351033691">
    <w:abstractNumId w:val="16"/>
  </w:num>
  <w:num w:numId="171" w16cid:durableId="919296188">
    <w:abstractNumId w:val="15"/>
  </w:num>
  <w:num w:numId="172" w16cid:durableId="1252743493">
    <w:abstractNumId w:val="11"/>
  </w:num>
  <w:num w:numId="173" w16cid:durableId="225069427">
    <w:abstractNumId w:val="15"/>
  </w:num>
  <w:num w:numId="174" w16cid:durableId="470907739">
    <w:abstractNumId w:val="15"/>
  </w:num>
  <w:num w:numId="175" w16cid:durableId="1176848567">
    <w:abstractNumId w:val="15"/>
  </w:num>
  <w:num w:numId="176" w16cid:durableId="775446956">
    <w:abstractNumId w:val="15"/>
  </w:num>
  <w:num w:numId="177" w16cid:durableId="323290150">
    <w:abstractNumId w:val="15"/>
  </w:num>
  <w:num w:numId="178" w16cid:durableId="410153588">
    <w:abstractNumId w:val="11"/>
  </w:num>
  <w:num w:numId="179" w16cid:durableId="2104841759">
    <w:abstractNumId w:val="15"/>
  </w:num>
  <w:num w:numId="180" w16cid:durableId="1711611502">
    <w:abstractNumId w:val="15"/>
  </w:num>
  <w:num w:numId="181" w16cid:durableId="1211645318">
    <w:abstractNumId w:val="15"/>
  </w:num>
  <w:num w:numId="182" w16cid:durableId="1073045316">
    <w:abstractNumId w:val="15"/>
  </w:num>
  <w:num w:numId="183" w16cid:durableId="1899434619">
    <w:abstractNumId w:val="15"/>
  </w:num>
  <w:num w:numId="184" w16cid:durableId="420103025">
    <w:abstractNumId w:val="15"/>
  </w:num>
  <w:num w:numId="185" w16cid:durableId="988945050">
    <w:abstractNumId w:val="15"/>
  </w:num>
  <w:num w:numId="186" w16cid:durableId="1880320809">
    <w:abstractNumId w:val="15"/>
  </w:num>
  <w:num w:numId="187" w16cid:durableId="1998000757">
    <w:abstractNumId w:val="11"/>
  </w:num>
  <w:num w:numId="188" w16cid:durableId="1636183989">
    <w:abstractNumId w:val="15"/>
  </w:num>
  <w:num w:numId="189" w16cid:durableId="285039621">
    <w:abstractNumId w:val="11"/>
  </w:num>
  <w:num w:numId="190" w16cid:durableId="1884903803">
    <w:abstractNumId w:val="11"/>
  </w:num>
  <w:num w:numId="191" w16cid:durableId="1283197136">
    <w:abstractNumId w:val="11"/>
  </w:num>
  <w:num w:numId="192" w16cid:durableId="847721361">
    <w:abstractNumId w:val="11"/>
  </w:num>
  <w:num w:numId="193" w16cid:durableId="1816750733">
    <w:abstractNumId w:val="15"/>
  </w:num>
  <w:num w:numId="194" w16cid:durableId="904800104">
    <w:abstractNumId w:val="15"/>
  </w:num>
  <w:num w:numId="195" w16cid:durableId="726926199">
    <w:abstractNumId w:val="15"/>
  </w:num>
  <w:num w:numId="196" w16cid:durableId="435567190">
    <w:abstractNumId w:val="15"/>
  </w:num>
  <w:num w:numId="197" w16cid:durableId="1488127219">
    <w:abstractNumId w:val="11"/>
  </w:num>
  <w:num w:numId="198" w16cid:durableId="1189757468">
    <w:abstractNumId w:val="11"/>
  </w:num>
  <w:num w:numId="199" w16cid:durableId="35281819">
    <w:abstractNumId w:val="15"/>
  </w:num>
  <w:num w:numId="200" w16cid:durableId="1747607086">
    <w:abstractNumId w:val="15"/>
  </w:num>
  <w:num w:numId="201" w16cid:durableId="515508840">
    <w:abstractNumId w:val="15"/>
  </w:num>
  <w:num w:numId="202" w16cid:durableId="1550417562">
    <w:abstractNumId w:val="15"/>
  </w:num>
  <w:num w:numId="203" w16cid:durableId="17390112">
    <w:abstractNumId w:val="15"/>
  </w:num>
  <w:num w:numId="204" w16cid:durableId="103499900">
    <w:abstractNumId w:val="15"/>
  </w:num>
  <w:num w:numId="205" w16cid:durableId="1859343930">
    <w:abstractNumId w:val="15"/>
  </w:num>
  <w:num w:numId="206" w16cid:durableId="463736145">
    <w:abstractNumId w:val="15"/>
  </w:num>
  <w:num w:numId="207" w16cid:durableId="1838034728">
    <w:abstractNumId w:val="15"/>
  </w:num>
  <w:num w:numId="208" w16cid:durableId="2024505155">
    <w:abstractNumId w:val="15"/>
  </w:num>
  <w:num w:numId="209" w16cid:durableId="728764774">
    <w:abstractNumId w:val="15"/>
  </w:num>
  <w:num w:numId="210" w16cid:durableId="1243105195">
    <w:abstractNumId w:val="15"/>
  </w:num>
  <w:num w:numId="211" w16cid:durableId="439109477">
    <w:abstractNumId w:val="15"/>
  </w:num>
  <w:num w:numId="212" w16cid:durableId="354843881">
    <w:abstractNumId w:val="15"/>
  </w:num>
  <w:num w:numId="213" w16cid:durableId="1176265109">
    <w:abstractNumId w:val="15"/>
  </w:num>
  <w:num w:numId="214" w16cid:durableId="515731379">
    <w:abstractNumId w:val="15"/>
  </w:num>
  <w:num w:numId="215" w16cid:durableId="559638995">
    <w:abstractNumId w:val="15"/>
  </w:num>
  <w:num w:numId="216" w16cid:durableId="754980932">
    <w:abstractNumId w:val="15"/>
  </w:num>
  <w:num w:numId="217" w16cid:durableId="761532674">
    <w:abstractNumId w:val="15"/>
  </w:num>
  <w:num w:numId="218" w16cid:durableId="649137271">
    <w:abstractNumId w:val="15"/>
  </w:num>
  <w:num w:numId="219" w16cid:durableId="1978294665">
    <w:abstractNumId w:val="15"/>
  </w:num>
  <w:num w:numId="220" w16cid:durableId="2107341274">
    <w:abstractNumId w:val="15"/>
  </w:num>
  <w:num w:numId="221" w16cid:durableId="276523469">
    <w:abstractNumId w:val="15"/>
  </w:num>
  <w:num w:numId="222" w16cid:durableId="1739591482">
    <w:abstractNumId w:val="15"/>
  </w:num>
  <w:num w:numId="223" w16cid:durableId="1812015000">
    <w:abstractNumId w:val="15"/>
  </w:num>
  <w:num w:numId="224" w16cid:durableId="1510562913">
    <w:abstractNumId w:val="15"/>
  </w:num>
  <w:num w:numId="225" w16cid:durableId="1709573204">
    <w:abstractNumId w:val="11"/>
  </w:num>
  <w:num w:numId="226" w16cid:durableId="977106186">
    <w:abstractNumId w:val="11"/>
  </w:num>
  <w:num w:numId="227" w16cid:durableId="203250259">
    <w:abstractNumId w:val="11"/>
  </w:num>
  <w:num w:numId="228" w16cid:durableId="457645518">
    <w:abstractNumId w:val="15"/>
  </w:num>
  <w:num w:numId="229" w16cid:durableId="1555779230">
    <w:abstractNumId w:val="15"/>
  </w:num>
  <w:num w:numId="230" w16cid:durableId="1879317589">
    <w:abstractNumId w:val="15"/>
  </w:num>
  <w:num w:numId="231" w16cid:durableId="220530660">
    <w:abstractNumId w:val="15"/>
  </w:num>
  <w:num w:numId="232" w16cid:durableId="716860896">
    <w:abstractNumId w:val="11"/>
  </w:num>
  <w:num w:numId="233" w16cid:durableId="378671302">
    <w:abstractNumId w:val="15"/>
  </w:num>
  <w:num w:numId="234" w16cid:durableId="1417243577">
    <w:abstractNumId w:val="11"/>
  </w:num>
  <w:num w:numId="235" w16cid:durableId="567617677">
    <w:abstractNumId w:val="11"/>
  </w:num>
  <w:num w:numId="236" w16cid:durableId="419907486">
    <w:abstractNumId w:val="15"/>
  </w:num>
  <w:num w:numId="237" w16cid:durableId="377358262">
    <w:abstractNumId w:val="15"/>
  </w:num>
  <w:num w:numId="238" w16cid:durableId="497814727">
    <w:abstractNumId w:val="15"/>
  </w:num>
  <w:num w:numId="239" w16cid:durableId="814371228">
    <w:abstractNumId w:val="11"/>
  </w:num>
  <w:num w:numId="240" w16cid:durableId="179860598">
    <w:abstractNumId w:val="15"/>
  </w:num>
  <w:num w:numId="241" w16cid:durableId="2056930430">
    <w:abstractNumId w:val="15"/>
  </w:num>
  <w:num w:numId="242" w16cid:durableId="28646950">
    <w:abstractNumId w:val="15"/>
  </w:num>
  <w:num w:numId="243" w16cid:durableId="1812014910">
    <w:abstractNumId w:val="15"/>
  </w:num>
  <w:num w:numId="244" w16cid:durableId="1094519695">
    <w:abstractNumId w:val="15"/>
  </w:num>
  <w:num w:numId="245" w16cid:durableId="350179474">
    <w:abstractNumId w:val="15"/>
  </w:num>
  <w:num w:numId="246" w16cid:durableId="722678600">
    <w:abstractNumId w:val="15"/>
  </w:num>
  <w:num w:numId="247" w16cid:durableId="816841125">
    <w:abstractNumId w:val="15"/>
  </w:num>
  <w:num w:numId="248" w16cid:durableId="425344811">
    <w:abstractNumId w:val="1"/>
  </w:num>
  <w:num w:numId="249" w16cid:durableId="1644964509">
    <w:abstractNumId w:val="15"/>
  </w:num>
  <w:num w:numId="250" w16cid:durableId="466774992">
    <w:abstractNumId w:val="15"/>
  </w:num>
  <w:num w:numId="251" w16cid:durableId="857693122">
    <w:abstractNumId w:val="15"/>
  </w:num>
  <w:num w:numId="252" w16cid:durableId="169297944">
    <w:abstractNumId w:val="11"/>
  </w:num>
  <w:num w:numId="253" w16cid:durableId="36441087">
    <w:abstractNumId w:val="15"/>
  </w:num>
  <w:num w:numId="254" w16cid:durableId="1923104816">
    <w:abstractNumId w:val="15"/>
  </w:num>
  <w:num w:numId="255" w16cid:durableId="202642622">
    <w:abstractNumId w:val="15"/>
  </w:num>
  <w:num w:numId="256" w16cid:durableId="520360018">
    <w:abstractNumId w:val="15"/>
  </w:num>
  <w:num w:numId="257" w16cid:durableId="1049456249">
    <w:abstractNumId w:val="15"/>
  </w:num>
  <w:num w:numId="258" w16cid:durableId="769930751">
    <w:abstractNumId w:val="15"/>
  </w:num>
  <w:num w:numId="259" w16cid:durableId="648365793">
    <w:abstractNumId w:val="11"/>
  </w:num>
  <w:num w:numId="260" w16cid:durableId="313993815">
    <w:abstractNumId w:val="15"/>
  </w:num>
  <w:num w:numId="261" w16cid:durableId="1995714582">
    <w:abstractNumId w:val="11"/>
  </w:num>
  <w:num w:numId="262" w16cid:durableId="944003681">
    <w:abstractNumId w:val="15"/>
  </w:num>
  <w:num w:numId="263" w16cid:durableId="803157934">
    <w:abstractNumId w:val="15"/>
  </w:num>
  <w:num w:numId="264" w16cid:durableId="23294924">
    <w:abstractNumId w:val="11"/>
  </w:num>
  <w:num w:numId="265" w16cid:durableId="541551926">
    <w:abstractNumId w:val="15"/>
  </w:num>
  <w:num w:numId="266" w16cid:durableId="283931268">
    <w:abstractNumId w:val="15"/>
  </w:num>
  <w:num w:numId="267" w16cid:durableId="1149787198">
    <w:abstractNumId w:val="11"/>
  </w:num>
  <w:num w:numId="268" w16cid:durableId="2080055933">
    <w:abstractNumId w:val="11"/>
  </w:num>
  <w:num w:numId="269" w16cid:durableId="536626528">
    <w:abstractNumId w:val="11"/>
  </w:num>
  <w:num w:numId="270" w16cid:durableId="1691100944">
    <w:abstractNumId w:val="11"/>
  </w:num>
  <w:num w:numId="271" w16cid:durableId="197475081">
    <w:abstractNumId w:val="11"/>
  </w:num>
  <w:num w:numId="272" w16cid:durableId="553586410">
    <w:abstractNumId w:val="11"/>
  </w:num>
  <w:num w:numId="273" w16cid:durableId="1889106275">
    <w:abstractNumId w:val="11"/>
  </w:num>
  <w:num w:numId="274" w16cid:durableId="1678997320">
    <w:abstractNumId w:val="11"/>
  </w:num>
  <w:num w:numId="275" w16cid:durableId="736632622">
    <w:abstractNumId w:val="11"/>
  </w:num>
  <w:num w:numId="276" w16cid:durableId="1215578102">
    <w:abstractNumId w:val="11"/>
  </w:num>
  <w:num w:numId="277" w16cid:durableId="1534001893">
    <w:abstractNumId w:val="11"/>
  </w:num>
  <w:num w:numId="278" w16cid:durableId="642580776">
    <w:abstractNumId w:val="11"/>
  </w:num>
  <w:num w:numId="279" w16cid:durableId="718818514">
    <w:abstractNumId w:val="11"/>
  </w:num>
  <w:num w:numId="280" w16cid:durableId="209147738">
    <w:abstractNumId w:val="11"/>
  </w:num>
  <w:num w:numId="281" w16cid:durableId="138811714">
    <w:abstractNumId w:val="11"/>
  </w:num>
  <w:num w:numId="282" w16cid:durableId="1005328667">
    <w:abstractNumId w:val="11"/>
  </w:num>
  <w:num w:numId="283" w16cid:durableId="1935820799">
    <w:abstractNumId w:val="11"/>
  </w:num>
  <w:num w:numId="284" w16cid:durableId="1083572375">
    <w:abstractNumId w:val="15"/>
  </w:num>
  <w:num w:numId="285" w16cid:durableId="537932772">
    <w:abstractNumId w:val="11"/>
  </w:num>
  <w:num w:numId="286" w16cid:durableId="703672030">
    <w:abstractNumId w:val="15"/>
  </w:num>
  <w:num w:numId="287" w16cid:durableId="467284166">
    <w:abstractNumId w:val="11"/>
  </w:num>
  <w:num w:numId="288" w16cid:durableId="2137749108">
    <w:abstractNumId w:val="11"/>
  </w:num>
  <w:num w:numId="289" w16cid:durableId="709302308">
    <w:abstractNumId w:val="11"/>
  </w:num>
  <w:num w:numId="290" w16cid:durableId="1284002461">
    <w:abstractNumId w:val="11"/>
  </w:num>
  <w:num w:numId="291" w16cid:durableId="1896892305">
    <w:abstractNumId w:val="11"/>
  </w:num>
  <w:num w:numId="292" w16cid:durableId="679965014">
    <w:abstractNumId w:val="11"/>
  </w:num>
  <w:num w:numId="293" w16cid:durableId="785125285">
    <w:abstractNumId w:val="11"/>
  </w:num>
  <w:num w:numId="294" w16cid:durableId="622349288">
    <w:abstractNumId w:val="11"/>
  </w:num>
  <w:num w:numId="295" w16cid:durableId="527109544">
    <w:abstractNumId w:val="11"/>
  </w:num>
  <w:num w:numId="296" w16cid:durableId="1341815276">
    <w:abstractNumId w:val="11"/>
  </w:num>
  <w:num w:numId="297" w16cid:durableId="448939213">
    <w:abstractNumId w:val="11"/>
  </w:num>
  <w:num w:numId="298" w16cid:durableId="809632351">
    <w:abstractNumId w:val="11"/>
  </w:num>
  <w:num w:numId="299" w16cid:durableId="1419984105">
    <w:abstractNumId w:val="11"/>
  </w:num>
  <w:num w:numId="300" w16cid:durableId="1531914368">
    <w:abstractNumId w:val="15"/>
  </w:num>
  <w:num w:numId="301" w16cid:durableId="1894806314">
    <w:abstractNumId w:val="15"/>
  </w:num>
  <w:num w:numId="302" w16cid:durableId="705176967">
    <w:abstractNumId w:val="15"/>
  </w:num>
  <w:num w:numId="303" w16cid:durableId="411705043">
    <w:abstractNumId w:val="11"/>
  </w:num>
  <w:num w:numId="304" w16cid:durableId="900864759">
    <w:abstractNumId w:val="9"/>
  </w:num>
  <w:num w:numId="305" w16cid:durableId="657927345">
    <w:abstractNumId w:val="11"/>
  </w:num>
  <w:num w:numId="306" w16cid:durableId="1072116281">
    <w:abstractNumId w:val="11"/>
  </w:num>
  <w:num w:numId="307" w16cid:durableId="759254796">
    <w:abstractNumId w:val="11"/>
  </w:num>
  <w:num w:numId="308" w16cid:durableId="1180437452">
    <w:abstractNumId w:val="11"/>
  </w:num>
  <w:num w:numId="309" w16cid:durableId="1091700485">
    <w:abstractNumId w:val="11"/>
  </w:num>
  <w:num w:numId="310" w16cid:durableId="1708602237">
    <w:abstractNumId w:val="11"/>
  </w:num>
  <w:num w:numId="311" w16cid:durableId="1934165718">
    <w:abstractNumId w:val="11"/>
  </w:num>
  <w:num w:numId="312" w16cid:durableId="1148594766">
    <w:abstractNumId w:val="11"/>
  </w:num>
  <w:num w:numId="313" w16cid:durableId="2117020760">
    <w:abstractNumId w:val="11"/>
  </w:num>
  <w:num w:numId="314" w16cid:durableId="1973511307">
    <w:abstractNumId w:val="11"/>
  </w:num>
  <w:num w:numId="315" w16cid:durableId="679280988">
    <w:abstractNumId w:val="11"/>
  </w:num>
  <w:num w:numId="316" w16cid:durableId="2094933838">
    <w:abstractNumId w:val="15"/>
  </w:num>
  <w:num w:numId="317" w16cid:durableId="1956592165">
    <w:abstractNumId w:val="15"/>
  </w:num>
  <w:num w:numId="318" w16cid:durableId="1020619490">
    <w:abstractNumId w:val="15"/>
  </w:num>
  <w:num w:numId="319" w16cid:durableId="874931326">
    <w:abstractNumId w:val="15"/>
  </w:num>
  <w:num w:numId="320" w16cid:durableId="248543307">
    <w:abstractNumId w:val="15"/>
  </w:num>
  <w:num w:numId="321" w16cid:durableId="32003140">
    <w:abstractNumId w:val="15"/>
  </w:num>
  <w:num w:numId="322" w16cid:durableId="34090409">
    <w:abstractNumId w:val="15"/>
  </w:num>
  <w:num w:numId="323" w16cid:durableId="800198285">
    <w:abstractNumId w:val="11"/>
  </w:num>
  <w:num w:numId="324" w16cid:durableId="1748570236">
    <w:abstractNumId w:val="11"/>
  </w:num>
  <w:num w:numId="325" w16cid:durableId="297730189">
    <w:abstractNumId w:val="15"/>
  </w:num>
  <w:num w:numId="326" w16cid:durableId="578442168">
    <w:abstractNumId w:val="11"/>
  </w:num>
  <w:num w:numId="327" w16cid:durableId="499388292">
    <w:abstractNumId w:val="11"/>
  </w:num>
  <w:num w:numId="328" w16cid:durableId="1401367736">
    <w:abstractNumId w:val="11"/>
  </w:num>
  <w:num w:numId="329" w16cid:durableId="1478038133">
    <w:abstractNumId w:val="15"/>
  </w:num>
  <w:num w:numId="330" w16cid:durableId="329525337">
    <w:abstractNumId w:val="15"/>
  </w:num>
  <w:num w:numId="331" w16cid:durableId="424762870">
    <w:abstractNumId w:val="15"/>
  </w:num>
  <w:num w:numId="332" w16cid:durableId="1150827443">
    <w:abstractNumId w:val="15"/>
  </w:num>
  <w:num w:numId="333" w16cid:durableId="1119571733">
    <w:abstractNumId w:val="15"/>
  </w:num>
  <w:num w:numId="334" w16cid:durableId="645548193">
    <w:abstractNumId w:val="15"/>
  </w:num>
  <w:num w:numId="335" w16cid:durableId="1346978826">
    <w:abstractNumId w:val="15"/>
  </w:num>
  <w:num w:numId="336" w16cid:durableId="449470452">
    <w:abstractNumId w:val="15"/>
  </w:num>
  <w:num w:numId="337" w16cid:durableId="670254416">
    <w:abstractNumId w:val="15"/>
  </w:num>
  <w:num w:numId="338" w16cid:durableId="150947619">
    <w:abstractNumId w:val="15"/>
  </w:num>
  <w:num w:numId="339" w16cid:durableId="440609165">
    <w:abstractNumId w:val="15"/>
  </w:num>
  <w:num w:numId="340" w16cid:durableId="326330861">
    <w:abstractNumId w:val="15"/>
  </w:num>
  <w:num w:numId="341" w16cid:durableId="1595356189">
    <w:abstractNumId w:val="15"/>
  </w:num>
  <w:num w:numId="342" w16cid:durableId="1162741940">
    <w:abstractNumId w:val="15"/>
  </w:num>
  <w:num w:numId="343" w16cid:durableId="147132972">
    <w:abstractNumId w:val="15"/>
  </w:num>
  <w:num w:numId="344" w16cid:durableId="1699966528">
    <w:abstractNumId w:val="15"/>
  </w:num>
  <w:num w:numId="345" w16cid:durableId="499394355">
    <w:abstractNumId w:val="15"/>
  </w:num>
  <w:num w:numId="346" w16cid:durableId="124979499">
    <w:abstractNumId w:val="15"/>
  </w:num>
  <w:num w:numId="347" w16cid:durableId="1757942321">
    <w:abstractNumId w:val="15"/>
  </w:num>
  <w:num w:numId="348" w16cid:durableId="577787519">
    <w:abstractNumId w:val="15"/>
  </w:num>
  <w:num w:numId="349" w16cid:durableId="1930891598">
    <w:abstractNumId w:val="15"/>
  </w:num>
  <w:num w:numId="350" w16cid:durableId="2125155171">
    <w:abstractNumId w:val="15"/>
  </w:num>
  <w:num w:numId="351" w16cid:durableId="1192263119">
    <w:abstractNumId w:val="15"/>
  </w:num>
  <w:num w:numId="352" w16cid:durableId="827600961">
    <w:abstractNumId w:val="15"/>
  </w:num>
  <w:num w:numId="353" w16cid:durableId="778380046">
    <w:abstractNumId w:val="15"/>
  </w:num>
  <w:num w:numId="354" w16cid:durableId="1682508696">
    <w:abstractNumId w:val="15"/>
  </w:num>
  <w:num w:numId="355" w16cid:durableId="152721999">
    <w:abstractNumId w:val="15"/>
  </w:num>
  <w:num w:numId="356" w16cid:durableId="114832566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7" w16cid:durableId="1605112828">
    <w:abstractNumId w:val="15"/>
  </w:num>
  <w:num w:numId="358" w16cid:durableId="1406489102">
    <w:abstractNumId w:val="15"/>
  </w:num>
  <w:num w:numId="359" w16cid:durableId="2136676920">
    <w:abstractNumId w:val="15"/>
  </w:num>
  <w:num w:numId="360" w16cid:durableId="762527502">
    <w:abstractNumId w:val="15"/>
  </w:num>
  <w:num w:numId="361" w16cid:durableId="1061756130">
    <w:abstractNumId w:val="15"/>
  </w:num>
  <w:num w:numId="362" w16cid:durableId="18356517">
    <w:abstractNumId w:val="15"/>
  </w:num>
  <w:num w:numId="363" w16cid:durableId="2123457905">
    <w:abstractNumId w:val="15"/>
  </w:num>
  <w:num w:numId="364" w16cid:durableId="645012090">
    <w:abstractNumId w:val="15"/>
  </w:num>
  <w:num w:numId="365" w16cid:durableId="962928422">
    <w:abstractNumId w:val="11"/>
  </w:num>
  <w:num w:numId="366" w16cid:durableId="680083912">
    <w:abstractNumId w:val="11"/>
  </w:num>
  <w:num w:numId="367" w16cid:durableId="16335155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8" w16cid:durableId="1554003576">
    <w:abstractNumId w:val="15"/>
  </w:num>
  <w:num w:numId="369" w16cid:durableId="3989428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0" w16cid:durableId="1354071188">
    <w:abstractNumId w:val="15"/>
  </w:num>
  <w:num w:numId="371" w16cid:durableId="1227184765">
    <w:abstractNumId w:val="11"/>
  </w:num>
  <w:num w:numId="372" w16cid:durableId="1517617155">
    <w:abstractNumId w:val="15"/>
  </w:num>
  <w:num w:numId="373" w16cid:durableId="320157363">
    <w:abstractNumId w:val="11"/>
  </w:num>
  <w:num w:numId="374" w16cid:durableId="563443796">
    <w:abstractNumId w:val="11"/>
  </w:num>
  <w:num w:numId="375" w16cid:durableId="1748964661">
    <w:abstractNumId w:val="11"/>
  </w:num>
  <w:num w:numId="376" w16cid:durableId="260065271">
    <w:abstractNumId w:val="15"/>
  </w:num>
  <w:num w:numId="377" w16cid:durableId="625240543">
    <w:abstractNumId w:val="15"/>
  </w:num>
  <w:num w:numId="378" w16cid:durableId="2048555104">
    <w:abstractNumId w:val="11"/>
  </w:num>
  <w:num w:numId="379" w16cid:durableId="1429275071">
    <w:abstractNumId w:val="15"/>
  </w:num>
  <w:numIdMacAtCleanup w:val="3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activeWritingStyle w:appName="MSWord" w:lang="de-AT" w:vendorID="9" w:dllVersion="512" w:checkStyle="1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5120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3E6"/>
    <w:rsid w:val="0000010E"/>
    <w:rsid w:val="00001C66"/>
    <w:rsid w:val="00002E77"/>
    <w:rsid w:val="00003994"/>
    <w:rsid w:val="00005DD6"/>
    <w:rsid w:val="00010328"/>
    <w:rsid w:val="00014222"/>
    <w:rsid w:val="00016626"/>
    <w:rsid w:val="0002045F"/>
    <w:rsid w:val="00021190"/>
    <w:rsid w:val="000235FB"/>
    <w:rsid w:val="00023840"/>
    <w:rsid w:val="00023B31"/>
    <w:rsid w:val="00027A07"/>
    <w:rsid w:val="00027A62"/>
    <w:rsid w:val="00027B3F"/>
    <w:rsid w:val="00027DD0"/>
    <w:rsid w:val="00030F5B"/>
    <w:rsid w:val="00032FA3"/>
    <w:rsid w:val="000331C7"/>
    <w:rsid w:val="000332CC"/>
    <w:rsid w:val="0003428C"/>
    <w:rsid w:val="00034BC2"/>
    <w:rsid w:val="00034F31"/>
    <w:rsid w:val="00037BA4"/>
    <w:rsid w:val="00040D9D"/>
    <w:rsid w:val="000412E5"/>
    <w:rsid w:val="00041EFB"/>
    <w:rsid w:val="00042291"/>
    <w:rsid w:val="00046A2B"/>
    <w:rsid w:val="00050586"/>
    <w:rsid w:val="000511AA"/>
    <w:rsid w:val="00053548"/>
    <w:rsid w:val="00054C26"/>
    <w:rsid w:val="00056AC1"/>
    <w:rsid w:val="00057834"/>
    <w:rsid w:val="00060435"/>
    <w:rsid w:val="00061F76"/>
    <w:rsid w:val="00062640"/>
    <w:rsid w:val="00063A90"/>
    <w:rsid w:val="00065238"/>
    <w:rsid w:val="00067F6F"/>
    <w:rsid w:val="00071ABA"/>
    <w:rsid w:val="00073396"/>
    <w:rsid w:val="00073C15"/>
    <w:rsid w:val="00082781"/>
    <w:rsid w:val="00082919"/>
    <w:rsid w:val="0008425D"/>
    <w:rsid w:val="000848CB"/>
    <w:rsid w:val="00084953"/>
    <w:rsid w:val="000903B1"/>
    <w:rsid w:val="00090470"/>
    <w:rsid w:val="00091112"/>
    <w:rsid w:val="000921AC"/>
    <w:rsid w:val="0009330E"/>
    <w:rsid w:val="0009386F"/>
    <w:rsid w:val="00093BD4"/>
    <w:rsid w:val="00095317"/>
    <w:rsid w:val="00096418"/>
    <w:rsid w:val="0009709D"/>
    <w:rsid w:val="00097B59"/>
    <w:rsid w:val="000A0AC3"/>
    <w:rsid w:val="000A1124"/>
    <w:rsid w:val="000A1AE5"/>
    <w:rsid w:val="000A3439"/>
    <w:rsid w:val="000A34C3"/>
    <w:rsid w:val="000A3636"/>
    <w:rsid w:val="000A50A2"/>
    <w:rsid w:val="000A56EA"/>
    <w:rsid w:val="000A63B0"/>
    <w:rsid w:val="000A7AF5"/>
    <w:rsid w:val="000B2625"/>
    <w:rsid w:val="000B43A1"/>
    <w:rsid w:val="000B4E5A"/>
    <w:rsid w:val="000B591F"/>
    <w:rsid w:val="000B61BA"/>
    <w:rsid w:val="000B6685"/>
    <w:rsid w:val="000B6D44"/>
    <w:rsid w:val="000B7395"/>
    <w:rsid w:val="000C0A76"/>
    <w:rsid w:val="000C0B8D"/>
    <w:rsid w:val="000C2CF1"/>
    <w:rsid w:val="000C4209"/>
    <w:rsid w:val="000C60FA"/>
    <w:rsid w:val="000D15DF"/>
    <w:rsid w:val="000D310D"/>
    <w:rsid w:val="000D5785"/>
    <w:rsid w:val="000D6E0B"/>
    <w:rsid w:val="000D6E78"/>
    <w:rsid w:val="000D78C6"/>
    <w:rsid w:val="000E0038"/>
    <w:rsid w:val="000E02D3"/>
    <w:rsid w:val="000E0FA1"/>
    <w:rsid w:val="000E1052"/>
    <w:rsid w:val="000E3F35"/>
    <w:rsid w:val="000E67F5"/>
    <w:rsid w:val="000F0012"/>
    <w:rsid w:val="000F0D1D"/>
    <w:rsid w:val="000F1F6B"/>
    <w:rsid w:val="000F2940"/>
    <w:rsid w:val="000F2CAC"/>
    <w:rsid w:val="000F3515"/>
    <w:rsid w:val="000F5075"/>
    <w:rsid w:val="000F5278"/>
    <w:rsid w:val="00106003"/>
    <w:rsid w:val="001078CB"/>
    <w:rsid w:val="0010796F"/>
    <w:rsid w:val="0011080E"/>
    <w:rsid w:val="0011148B"/>
    <w:rsid w:val="00112BF4"/>
    <w:rsid w:val="00114803"/>
    <w:rsid w:val="001160BE"/>
    <w:rsid w:val="001178FD"/>
    <w:rsid w:val="001206C5"/>
    <w:rsid w:val="0012077A"/>
    <w:rsid w:val="00120C2E"/>
    <w:rsid w:val="00122486"/>
    <w:rsid w:val="00122BAC"/>
    <w:rsid w:val="00124624"/>
    <w:rsid w:val="00124FD3"/>
    <w:rsid w:val="00126E02"/>
    <w:rsid w:val="00132441"/>
    <w:rsid w:val="00132AAF"/>
    <w:rsid w:val="00132B50"/>
    <w:rsid w:val="00133EA1"/>
    <w:rsid w:val="00134916"/>
    <w:rsid w:val="00134C21"/>
    <w:rsid w:val="00136F57"/>
    <w:rsid w:val="00136FDD"/>
    <w:rsid w:val="00137A5F"/>
    <w:rsid w:val="00140A53"/>
    <w:rsid w:val="001415FC"/>
    <w:rsid w:val="0014283A"/>
    <w:rsid w:val="0014296B"/>
    <w:rsid w:val="00144870"/>
    <w:rsid w:val="001448D2"/>
    <w:rsid w:val="001458C4"/>
    <w:rsid w:val="00145C4A"/>
    <w:rsid w:val="00146F92"/>
    <w:rsid w:val="001470F3"/>
    <w:rsid w:val="00150C5E"/>
    <w:rsid w:val="0015132B"/>
    <w:rsid w:val="00151956"/>
    <w:rsid w:val="00151C71"/>
    <w:rsid w:val="0015256D"/>
    <w:rsid w:val="001534FE"/>
    <w:rsid w:val="00154CFB"/>
    <w:rsid w:val="0015741D"/>
    <w:rsid w:val="0016000F"/>
    <w:rsid w:val="00162981"/>
    <w:rsid w:val="00162B88"/>
    <w:rsid w:val="0016445F"/>
    <w:rsid w:val="00164564"/>
    <w:rsid w:val="001654EC"/>
    <w:rsid w:val="001702B0"/>
    <w:rsid w:val="00170DA0"/>
    <w:rsid w:val="00171046"/>
    <w:rsid w:val="00172EBA"/>
    <w:rsid w:val="00173168"/>
    <w:rsid w:val="00173EE7"/>
    <w:rsid w:val="00175309"/>
    <w:rsid w:val="00175DCE"/>
    <w:rsid w:val="00176D6B"/>
    <w:rsid w:val="0018148C"/>
    <w:rsid w:val="00181709"/>
    <w:rsid w:val="0018191F"/>
    <w:rsid w:val="00183128"/>
    <w:rsid w:val="00183189"/>
    <w:rsid w:val="001833DB"/>
    <w:rsid w:val="00183BC6"/>
    <w:rsid w:val="00183D6E"/>
    <w:rsid w:val="001848DB"/>
    <w:rsid w:val="00185A68"/>
    <w:rsid w:val="00187572"/>
    <w:rsid w:val="001879CB"/>
    <w:rsid w:val="001916C4"/>
    <w:rsid w:val="00192341"/>
    <w:rsid w:val="00193D92"/>
    <w:rsid w:val="00193F21"/>
    <w:rsid w:val="0019592D"/>
    <w:rsid w:val="00196EFC"/>
    <w:rsid w:val="001A0767"/>
    <w:rsid w:val="001A16C4"/>
    <w:rsid w:val="001A213D"/>
    <w:rsid w:val="001A3161"/>
    <w:rsid w:val="001A323E"/>
    <w:rsid w:val="001A3BA9"/>
    <w:rsid w:val="001A3CB4"/>
    <w:rsid w:val="001A3EDE"/>
    <w:rsid w:val="001A3EE0"/>
    <w:rsid w:val="001A45F8"/>
    <w:rsid w:val="001A5576"/>
    <w:rsid w:val="001A55DE"/>
    <w:rsid w:val="001A57EC"/>
    <w:rsid w:val="001A6FAA"/>
    <w:rsid w:val="001B00A3"/>
    <w:rsid w:val="001B0C6A"/>
    <w:rsid w:val="001B3216"/>
    <w:rsid w:val="001B4895"/>
    <w:rsid w:val="001B5BD8"/>
    <w:rsid w:val="001B5C45"/>
    <w:rsid w:val="001B6FA8"/>
    <w:rsid w:val="001B723F"/>
    <w:rsid w:val="001C1502"/>
    <w:rsid w:val="001C370B"/>
    <w:rsid w:val="001C5249"/>
    <w:rsid w:val="001C58EC"/>
    <w:rsid w:val="001C6DB1"/>
    <w:rsid w:val="001D0D1F"/>
    <w:rsid w:val="001D259F"/>
    <w:rsid w:val="001D2D66"/>
    <w:rsid w:val="001D2DEB"/>
    <w:rsid w:val="001D3364"/>
    <w:rsid w:val="001D348C"/>
    <w:rsid w:val="001E1970"/>
    <w:rsid w:val="001E279D"/>
    <w:rsid w:val="001E3179"/>
    <w:rsid w:val="001E697E"/>
    <w:rsid w:val="001E7159"/>
    <w:rsid w:val="001E7BBA"/>
    <w:rsid w:val="001F0C29"/>
    <w:rsid w:val="001F0DB7"/>
    <w:rsid w:val="001F12A2"/>
    <w:rsid w:val="001F1ABA"/>
    <w:rsid w:val="001F22CE"/>
    <w:rsid w:val="001F2906"/>
    <w:rsid w:val="001F3C0E"/>
    <w:rsid w:val="001F4BA9"/>
    <w:rsid w:val="001F53A9"/>
    <w:rsid w:val="001F6452"/>
    <w:rsid w:val="001F7D42"/>
    <w:rsid w:val="00200AF7"/>
    <w:rsid w:val="00201AAA"/>
    <w:rsid w:val="00202E7C"/>
    <w:rsid w:val="00205F22"/>
    <w:rsid w:val="002065DC"/>
    <w:rsid w:val="002116AD"/>
    <w:rsid w:val="002118B3"/>
    <w:rsid w:val="00213C60"/>
    <w:rsid w:val="002146E5"/>
    <w:rsid w:val="00215F99"/>
    <w:rsid w:val="002167AD"/>
    <w:rsid w:val="00216B4D"/>
    <w:rsid w:val="00216D9D"/>
    <w:rsid w:val="00221A72"/>
    <w:rsid w:val="0022284F"/>
    <w:rsid w:val="002238C4"/>
    <w:rsid w:val="00223F69"/>
    <w:rsid w:val="00227172"/>
    <w:rsid w:val="002276C7"/>
    <w:rsid w:val="00227C1F"/>
    <w:rsid w:val="0023037B"/>
    <w:rsid w:val="00230B93"/>
    <w:rsid w:val="002314D4"/>
    <w:rsid w:val="0023168F"/>
    <w:rsid w:val="00231C53"/>
    <w:rsid w:val="002416B3"/>
    <w:rsid w:val="00247D19"/>
    <w:rsid w:val="00247F4E"/>
    <w:rsid w:val="00250E56"/>
    <w:rsid w:val="00251CB1"/>
    <w:rsid w:val="00252323"/>
    <w:rsid w:val="0025303C"/>
    <w:rsid w:val="00254D0B"/>
    <w:rsid w:val="00254EEB"/>
    <w:rsid w:val="002550F9"/>
    <w:rsid w:val="0025748E"/>
    <w:rsid w:val="002602B5"/>
    <w:rsid w:val="0026347D"/>
    <w:rsid w:val="00263FB2"/>
    <w:rsid w:val="00265AFF"/>
    <w:rsid w:val="00265B3F"/>
    <w:rsid w:val="0026632D"/>
    <w:rsid w:val="00267210"/>
    <w:rsid w:val="0026726F"/>
    <w:rsid w:val="002715B4"/>
    <w:rsid w:val="00272705"/>
    <w:rsid w:val="00274B78"/>
    <w:rsid w:val="00276CF7"/>
    <w:rsid w:val="0027719E"/>
    <w:rsid w:val="002808CF"/>
    <w:rsid w:val="00283E18"/>
    <w:rsid w:val="00284571"/>
    <w:rsid w:val="00286089"/>
    <w:rsid w:val="002A071D"/>
    <w:rsid w:val="002A1EA3"/>
    <w:rsid w:val="002A2401"/>
    <w:rsid w:val="002A2DEF"/>
    <w:rsid w:val="002A3060"/>
    <w:rsid w:val="002A42E9"/>
    <w:rsid w:val="002A6859"/>
    <w:rsid w:val="002A685A"/>
    <w:rsid w:val="002A797C"/>
    <w:rsid w:val="002A7F47"/>
    <w:rsid w:val="002B2E79"/>
    <w:rsid w:val="002B30F1"/>
    <w:rsid w:val="002B3F24"/>
    <w:rsid w:val="002B512D"/>
    <w:rsid w:val="002B68AA"/>
    <w:rsid w:val="002B7257"/>
    <w:rsid w:val="002B7650"/>
    <w:rsid w:val="002C0232"/>
    <w:rsid w:val="002C0D86"/>
    <w:rsid w:val="002C17E7"/>
    <w:rsid w:val="002C1F88"/>
    <w:rsid w:val="002C21A6"/>
    <w:rsid w:val="002C29D6"/>
    <w:rsid w:val="002C3263"/>
    <w:rsid w:val="002C64D1"/>
    <w:rsid w:val="002C6D1F"/>
    <w:rsid w:val="002D0628"/>
    <w:rsid w:val="002D0C7C"/>
    <w:rsid w:val="002D19BD"/>
    <w:rsid w:val="002D295E"/>
    <w:rsid w:val="002D43E6"/>
    <w:rsid w:val="002D46FE"/>
    <w:rsid w:val="002D537A"/>
    <w:rsid w:val="002D5A60"/>
    <w:rsid w:val="002D5C76"/>
    <w:rsid w:val="002D6B4D"/>
    <w:rsid w:val="002D6DBE"/>
    <w:rsid w:val="002E279E"/>
    <w:rsid w:val="002E5203"/>
    <w:rsid w:val="002E5A48"/>
    <w:rsid w:val="002E5E5D"/>
    <w:rsid w:val="002E629D"/>
    <w:rsid w:val="002E70C1"/>
    <w:rsid w:val="002E7C4C"/>
    <w:rsid w:val="002E7EA7"/>
    <w:rsid w:val="002F1160"/>
    <w:rsid w:val="002F132E"/>
    <w:rsid w:val="002F2965"/>
    <w:rsid w:val="002F662E"/>
    <w:rsid w:val="002F7D6D"/>
    <w:rsid w:val="003013A6"/>
    <w:rsid w:val="00302C15"/>
    <w:rsid w:val="00303C17"/>
    <w:rsid w:val="00307052"/>
    <w:rsid w:val="003127B1"/>
    <w:rsid w:val="003128C3"/>
    <w:rsid w:val="00313B54"/>
    <w:rsid w:val="00314084"/>
    <w:rsid w:val="0031413E"/>
    <w:rsid w:val="003145E5"/>
    <w:rsid w:val="0031693C"/>
    <w:rsid w:val="0031798F"/>
    <w:rsid w:val="00317FE2"/>
    <w:rsid w:val="00320063"/>
    <w:rsid w:val="00320105"/>
    <w:rsid w:val="00321F7F"/>
    <w:rsid w:val="0032436C"/>
    <w:rsid w:val="00326DBE"/>
    <w:rsid w:val="003278B4"/>
    <w:rsid w:val="00327D44"/>
    <w:rsid w:val="003326E7"/>
    <w:rsid w:val="0033297B"/>
    <w:rsid w:val="00332DAA"/>
    <w:rsid w:val="003330A4"/>
    <w:rsid w:val="00333D4C"/>
    <w:rsid w:val="003353B6"/>
    <w:rsid w:val="00336F21"/>
    <w:rsid w:val="003370E2"/>
    <w:rsid w:val="00337405"/>
    <w:rsid w:val="00337591"/>
    <w:rsid w:val="0034055E"/>
    <w:rsid w:val="00341C1E"/>
    <w:rsid w:val="00341FB9"/>
    <w:rsid w:val="003422C9"/>
    <w:rsid w:val="0034359A"/>
    <w:rsid w:val="003440CC"/>
    <w:rsid w:val="00344C45"/>
    <w:rsid w:val="003464BC"/>
    <w:rsid w:val="00346A62"/>
    <w:rsid w:val="00347110"/>
    <w:rsid w:val="003513D3"/>
    <w:rsid w:val="00351B45"/>
    <w:rsid w:val="00351E7B"/>
    <w:rsid w:val="00352B1F"/>
    <w:rsid w:val="00354E97"/>
    <w:rsid w:val="00355E18"/>
    <w:rsid w:val="00355E38"/>
    <w:rsid w:val="00356E2B"/>
    <w:rsid w:val="0036063D"/>
    <w:rsid w:val="003615E5"/>
    <w:rsid w:val="00361C60"/>
    <w:rsid w:val="003623A8"/>
    <w:rsid w:val="00362B6F"/>
    <w:rsid w:val="00363A43"/>
    <w:rsid w:val="00365F93"/>
    <w:rsid w:val="00367F55"/>
    <w:rsid w:val="003704C0"/>
    <w:rsid w:val="00370F44"/>
    <w:rsid w:val="003721B9"/>
    <w:rsid w:val="00372794"/>
    <w:rsid w:val="0037520E"/>
    <w:rsid w:val="003758F9"/>
    <w:rsid w:val="00377BAD"/>
    <w:rsid w:val="00380457"/>
    <w:rsid w:val="00380AE3"/>
    <w:rsid w:val="00382266"/>
    <w:rsid w:val="003845BD"/>
    <w:rsid w:val="003847E6"/>
    <w:rsid w:val="003854F5"/>
    <w:rsid w:val="003900D4"/>
    <w:rsid w:val="003932EF"/>
    <w:rsid w:val="003947F5"/>
    <w:rsid w:val="003958C2"/>
    <w:rsid w:val="003A1144"/>
    <w:rsid w:val="003A153E"/>
    <w:rsid w:val="003A18F2"/>
    <w:rsid w:val="003A2C27"/>
    <w:rsid w:val="003A3C34"/>
    <w:rsid w:val="003A3DB6"/>
    <w:rsid w:val="003A5720"/>
    <w:rsid w:val="003A57B8"/>
    <w:rsid w:val="003A6E76"/>
    <w:rsid w:val="003A75B2"/>
    <w:rsid w:val="003B0C28"/>
    <w:rsid w:val="003B1944"/>
    <w:rsid w:val="003B276C"/>
    <w:rsid w:val="003B3F1D"/>
    <w:rsid w:val="003B7010"/>
    <w:rsid w:val="003B733E"/>
    <w:rsid w:val="003C018D"/>
    <w:rsid w:val="003C158D"/>
    <w:rsid w:val="003C193D"/>
    <w:rsid w:val="003C317B"/>
    <w:rsid w:val="003C321A"/>
    <w:rsid w:val="003C662A"/>
    <w:rsid w:val="003C6BCD"/>
    <w:rsid w:val="003D05DF"/>
    <w:rsid w:val="003D16C0"/>
    <w:rsid w:val="003D1748"/>
    <w:rsid w:val="003D255F"/>
    <w:rsid w:val="003D411C"/>
    <w:rsid w:val="003D4D8F"/>
    <w:rsid w:val="003D52C1"/>
    <w:rsid w:val="003D54D1"/>
    <w:rsid w:val="003D5AD3"/>
    <w:rsid w:val="003D75BF"/>
    <w:rsid w:val="003E0F7C"/>
    <w:rsid w:val="003E240A"/>
    <w:rsid w:val="003E3E85"/>
    <w:rsid w:val="003E492D"/>
    <w:rsid w:val="003E565E"/>
    <w:rsid w:val="003E6844"/>
    <w:rsid w:val="003E6983"/>
    <w:rsid w:val="003E7438"/>
    <w:rsid w:val="003E7E70"/>
    <w:rsid w:val="003F193F"/>
    <w:rsid w:val="003F20B3"/>
    <w:rsid w:val="003F30C9"/>
    <w:rsid w:val="003F45A3"/>
    <w:rsid w:val="003F4DB3"/>
    <w:rsid w:val="003F5CDE"/>
    <w:rsid w:val="004004C5"/>
    <w:rsid w:val="00400651"/>
    <w:rsid w:val="00400C62"/>
    <w:rsid w:val="004022EF"/>
    <w:rsid w:val="00402D07"/>
    <w:rsid w:val="00403241"/>
    <w:rsid w:val="004033C0"/>
    <w:rsid w:val="00404684"/>
    <w:rsid w:val="00404E06"/>
    <w:rsid w:val="00405076"/>
    <w:rsid w:val="0040613C"/>
    <w:rsid w:val="0040636F"/>
    <w:rsid w:val="00406889"/>
    <w:rsid w:val="00406FA1"/>
    <w:rsid w:val="00407B1F"/>
    <w:rsid w:val="00411A76"/>
    <w:rsid w:val="00412793"/>
    <w:rsid w:val="00412DC5"/>
    <w:rsid w:val="004139D8"/>
    <w:rsid w:val="00414176"/>
    <w:rsid w:val="00414515"/>
    <w:rsid w:val="00414B1A"/>
    <w:rsid w:val="004150BE"/>
    <w:rsid w:val="004164C1"/>
    <w:rsid w:val="00417A48"/>
    <w:rsid w:val="00420C04"/>
    <w:rsid w:val="00421A7E"/>
    <w:rsid w:val="004236D1"/>
    <w:rsid w:val="0042427D"/>
    <w:rsid w:val="0042632D"/>
    <w:rsid w:val="00427727"/>
    <w:rsid w:val="004301A9"/>
    <w:rsid w:val="004309FB"/>
    <w:rsid w:val="00430E19"/>
    <w:rsid w:val="00431DEB"/>
    <w:rsid w:val="004346CE"/>
    <w:rsid w:val="00436B4B"/>
    <w:rsid w:val="0043737D"/>
    <w:rsid w:val="004402F0"/>
    <w:rsid w:val="004415E4"/>
    <w:rsid w:val="004418F7"/>
    <w:rsid w:val="00441D9D"/>
    <w:rsid w:val="00442608"/>
    <w:rsid w:val="00442DE0"/>
    <w:rsid w:val="00445385"/>
    <w:rsid w:val="004462D5"/>
    <w:rsid w:val="00451852"/>
    <w:rsid w:val="004528CC"/>
    <w:rsid w:val="004552AE"/>
    <w:rsid w:val="00455F5B"/>
    <w:rsid w:val="00460408"/>
    <w:rsid w:val="00460657"/>
    <w:rsid w:val="004611CE"/>
    <w:rsid w:val="00461259"/>
    <w:rsid w:val="00461ACF"/>
    <w:rsid w:val="00462D72"/>
    <w:rsid w:val="00465A0B"/>
    <w:rsid w:val="00466D16"/>
    <w:rsid w:val="00471E0E"/>
    <w:rsid w:val="004724E1"/>
    <w:rsid w:val="0047288E"/>
    <w:rsid w:val="00475064"/>
    <w:rsid w:val="0047578B"/>
    <w:rsid w:val="00476202"/>
    <w:rsid w:val="004762C8"/>
    <w:rsid w:val="0047760E"/>
    <w:rsid w:val="0048214B"/>
    <w:rsid w:val="00482EF1"/>
    <w:rsid w:val="0048370A"/>
    <w:rsid w:val="00486827"/>
    <w:rsid w:val="00486A84"/>
    <w:rsid w:val="004901A4"/>
    <w:rsid w:val="00490F3E"/>
    <w:rsid w:val="004970ED"/>
    <w:rsid w:val="00497BC1"/>
    <w:rsid w:val="004A145C"/>
    <w:rsid w:val="004A31B5"/>
    <w:rsid w:val="004A3ED7"/>
    <w:rsid w:val="004A3FA1"/>
    <w:rsid w:val="004A75EB"/>
    <w:rsid w:val="004B122E"/>
    <w:rsid w:val="004B1A64"/>
    <w:rsid w:val="004B40D0"/>
    <w:rsid w:val="004B555F"/>
    <w:rsid w:val="004B58CF"/>
    <w:rsid w:val="004B5A53"/>
    <w:rsid w:val="004B6C37"/>
    <w:rsid w:val="004B6FB4"/>
    <w:rsid w:val="004C0ECF"/>
    <w:rsid w:val="004C1237"/>
    <w:rsid w:val="004C1A8C"/>
    <w:rsid w:val="004C1AF0"/>
    <w:rsid w:val="004C3985"/>
    <w:rsid w:val="004C5191"/>
    <w:rsid w:val="004D048F"/>
    <w:rsid w:val="004D0C20"/>
    <w:rsid w:val="004D409F"/>
    <w:rsid w:val="004D4248"/>
    <w:rsid w:val="004D471A"/>
    <w:rsid w:val="004D4B42"/>
    <w:rsid w:val="004D58C1"/>
    <w:rsid w:val="004D748D"/>
    <w:rsid w:val="004E0B00"/>
    <w:rsid w:val="004E1460"/>
    <w:rsid w:val="004E2199"/>
    <w:rsid w:val="004E3825"/>
    <w:rsid w:val="004E3B89"/>
    <w:rsid w:val="004E4450"/>
    <w:rsid w:val="004E4728"/>
    <w:rsid w:val="004E4968"/>
    <w:rsid w:val="004E5902"/>
    <w:rsid w:val="004E650B"/>
    <w:rsid w:val="004E6C92"/>
    <w:rsid w:val="004E7BF1"/>
    <w:rsid w:val="004F0ABB"/>
    <w:rsid w:val="004F2421"/>
    <w:rsid w:val="004F4295"/>
    <w:rsid w:val="004F4C27"/>
    <w:rsid w:val="004F6087"/>
    <w:rsid w:val="004F6150"/>
    <w:rsid w:val="004F684B"/>
    <w:rsid w:val="0050087D"/>
    <w:rsid w:val="00500AF1"/>
    <w:rsid w:val="00502784"/>
    <w:rsid w:val="005049B7"/>
    <w:rsid w:val="0050589D"/>
    <w:rsid w:val="00506265"/>
    <w:rsid w:val="00506763"/>
    <w:rsid w:val="00510ADA"/>
    <w:rsid w:val="005117C9"/>
    <w:rsid w:val="005134A3"/>
    <w:rsid w:val="0051405E"/>
    <w:rsid w:val="0051437A"/>
    <w:rsid w:val="00514D39"/>
    <w:rsid w:val="00515F53"/>
    <w:rsid w:val="00516014"/>
    <w:rsid w:val="005165E4"/>
    <w:rsid w:val="005169A1"/>
    <w:rsid w:val="005214E4"/>
    <w:rsid w:val="00521DBD"/>
    <w:rsid w:val="005226FA"/>
    <w:rsid w:val="00522DE3"/>
    <w:rsid w:val="00523913"/>
    <w:rsid w:val="0052445F"/>
    <w:rsid w:val="005353C9"/>
    <w:rsid w:val="0053594B"/>
    <w:rsid w:val="005366BE"/>
    <w:rsid w:val="00536962"/>
    <w:rsid w:val="00540965"/>
    <w:rsid w:val="005419B5"/>
    <w:rsid w:val="00543207"/>
    <w:rsid w:val="0054331E"/>
    <w:rsid w:val="005435C4"/>
    <w:rsid w:val="00543F11"/>
    <w:rsid w:val="00545051"/>
    <w:rsid w:val="005463A3"/>
    <w:rsid w:val="00546FB2"/>
    <w:rsid w:val="005478D7"/>
    <w:rsid w:val="00550125"/>
    <w:rsid w:val="00551CE3"/>
    <w:rsid w:val="005539D5"/>
    <w:rsid w:val="00553E10"/>
    <w:rsid w:val="00553E3A"/>
    <w:rsid w:val="00553E51"/>
    <w:rsid w:val="005546BF"/>
    <w:rsid w:val="00554B77"/>
    <w:rsid w:val="00556E96"/>
    <w:rsid w:val="00557E26"/>
    <w:rsid w:val="00557E5D"/>
    <w:rsid w:val="00561918"/>
    <w:rsid w:val="00563CC5"/>
    <w:rsid w:val="005664B4"/>
    <w:rsid w:val="005666B0"/>
    <w:rsid w:val="00566A4B"/>
    <w:rsid w:val="0056761B"/>
    <w:rsid w:val="0057004F"/>
    <w:rsid w:val="00570C07"/>
    <w:rsid w:val="00571D94"/>
    <w:rsid w:val="005721E5"/>
    <w:rsid w:val="00573CEC"/>
    <w:rsid w:val="00573DC5"/>
    <w:rsid w:val="005751D9"/>
    <w:rsid w:val="00576939"/>
    <w:rsid w:val="00576EF4"/>
    <w:rsid w:val="0057710D"/>
    <w:rsid w:val="005800B5"/>
    <w:rsid w:val="00584B96"/>
    <w:rsid w:val="00584E71"/>
    <w:rsid w:val="00586468"/>
    <w:rsid w:val="00587D5D"/>
    <w:rsid w:val="00590BCD"/>
    <w:rsid w:val="0059160E"/>
    <w:rsid w:val="00592AB7"/>
    <w:rsid w:val="00593E81"/>
    <w:rsid w:val="005945D7"/>
    <w:rsid w:val="005952A1"/>
    <w:rsid w:val="005A0444"/>
    <w:rsid w:val="005A05F6"/>
    <w:rsid w:val="005A09F4"/>
    <w:rsid w:val="005A1C06"/>
    <w:rsid w:val="005A3F54"/>
    <w:rsid w:val="005A465D"/>
    <w:rsid w:val="005A48B0"/>
    <w:rsid w:val="005A5768"/>
    <w:rsid w:val="005A6C02"/>
    <w:rsid w:val="005A75A6"/>
    <w:rsid w:val="005A7BA2"/>
    <w:rsid w:val="005A7CA4"/>
    <w:rsid w:val="005B0291"/>
    <w:rsid w:val="005B05AC"/>
    <w:rsid w:val="005B0DBA"/>
    <w:rsid w:val="005B0EC0"/>
    <w:rsid w:val="005B0EDF"/>
    <w:rsid w:val="005B3236"/>
    <w:rsid w:val="005B32A8"/>
    <w:rsid w:val="005B4778"/>
    <w:rsid w:val="005B60D3"/>
    <w:rsid w:val="005B6ABD"/>
    <w:rsid w:val="005B6FA8"/>
    <w:rsid w:val="005B6FCB"/>
    <w:rsid w:val="005C0D63"/>
    <w:rsid w:val="005C34DD"/>
    <w:rsid w:val="005C532A"/>
    <w:rsid w:val="005C65DC"/>
    <w:rsid w:val="005C6FBD"/>
    <w:rsid w:val="005C70AA"/>
    <w:rsid w:val="005C7A86"/>
    <w:rsid w:val="005D0834"/>
    <w:rsid w:val="005D09DB"/>
    <w:rsid w:val="005D0E29"/>
    <w:rsid w:val="005D1AD4"/>
    <w:rsid w:val="005D1CB6"/>
    <w:rsid w:val="005D210A"/>
    <w:rsid w:val="005D28E0"/>
    <w:rsid w:val="005D2E44"/>
    <w:rsid w:val="005D41D3"/>
    <w:rsid w:val="005D4841"/>
    <w:rsid w:val="005D4B75"/>
    <w:rsid w:val="005D4D73"/>
    <w:rsid w:val="005D5222"/>
    <w:rsid w:val="005D695A"/>
    <w:rsid w:val="005D6F57"/>
    <w:rsid w:val="005E2689"/>
    <w:rsid w:val="005E3163"/>
    <w:rsid w:val="005E41AF"/>
    <w:rsid w:val="005E5A37"/>
    <w:rsid w:val="005F067D"/>
    <w:rsid w:val="005F0FFE"/>
    <w:rsid w:val="005F15A5"/>
    <w:rsid w:val="005F1A45"/>
    <w:rsid w:val="005F426F"/>
    <w:rsid w:val="005F42BF"/>
    <w:rsid w:val="005F4BB9"/>
    <w:rsid w:val="005F5B48"/>
    <w:rsid w:val="005F6445"/>
    <w:rsid w:val="005F676D"/>
    <w:rsid w:val="005F6799"/>
    <w:rsid w:val="005F72AB"/>
    <w:rsid w:val="005F7750"/>
    <w:rsid w:val="00607A78"/>
    <w:rsid w:val="00611184"/>
    <w:rsid w:val="0061148F"/>
    <w:rsid w:val="006121BB"/>
    <w:rsid w:val="00612A48"/>
    <w:rsid w:val="00613347"/>
    <w:rsid w:val="00617D6B"/>
    <w:rsid w:val="00620816"/>
    <w:rsid w:val="00621112"/>
    <w:rsid w:val="00621ED2"/>
    <w:rsid w:val="00622265"/>
    <w:rsid w:val="00622276"/>
    <w:rsid w:val="00622DCA"/>
    <w:rsid w:val="006230DD"/>
    <w:rsid w:val="0062313D"/>
    <w:rsid w:val="0062313F"/>
    <w:rsid w:val="0063283E"/>
    <w:rsid w:val="00632C9C"/>
    <w:rsid w:val="0063415B"/>
    <w:rsid w:val="0063521F"/>
    <w:rsid w:val="00635622"/>
    <w:rsid w:val="00635D08"/>
    <w:rsid w:val="00636CD6"/>
    <w:rsid w:val="00637C08"/>
    <w:rsid w:val="00637DD1"/>
    <w:rsid w:val="00640771"/>
    <w:rsid w:val="0064099F"/>
    <w:rsid w:val="00641451"/>
    <w:rsid w:val="00641F34"/>
    <w:rsid w:val="00644CC5"/>
    <w:rsid w:val="00645366"/>
    <w:rsid w:val="00645390"/>
    <w:rsid w:val="006464AF"/>
    <w:rsid w:val="00646869"/>
    <w:rsid w:val="00646AF8"/>
    <w:rsid w:val="00650B11"/>
    <w:rsid w:val="00650C43"/>
    <w:rsid w:val="00652FB0"/>
    <w:rsid w:val="00654114"/>
    <w:rsid w:val="00655149"/>
    <w:rsid w:val="006555F1"/>
    <w:rsid w:val="0065686B"/>
    <w:rsid w:val="00657E3D"/>
    <w:rsid w:val="00661EE6"/>
    <w:rsid w:val="00662EF1"/>
    <w:rsid w:val="0066330C"/>
    <w:rsid w:val="00663BDD"/>
    <w:rsid w:val="00664036"/>
    <w:rsid w:val="00664DFA"/>
    <w:rsid w:val="00665B51"/>
    <w:rsid w:val="00667946"/>
    <w:rsid w:val="00667E8A"/>
    <w:rsid w:val="00667FB4"/>
    <w:rsid w:val="00670A8B"/>
    <w:rsid w:val="0067158F"/>
    <w:rsid w:val="0067199E"/>
    <w:rsid w:val="00671F98"/>
    <w:rsid w:val="006729DD"/>
    <w:rsid w:val="00673310"/>
    <w:rsid w:val="00673B3C"/>
    <w:rsid w:val="0067596F"/>
    <w:rsid w:val="006759D5"/>
    <w:rsid w:val="006774E2"/>
    <w:rsid w:val="006814CC"/>
    <w:rsid w:val="00682FAB"/>
    <w:rsid w:val="00683F14"/>
    <w:rsid w:val="00684947"/>
    <w:rsid w:val="006851AD"/>
    <w:rsid w:val="00685202"/>
    <w:rsid w:val="00687910"/>
    <w:rsid w:val="00687A72"/>
    <w:rsid w:val="00691801"/>
    <w:rsid w:val="0069221D"/>
    <w:rsid w:val="006953DD"/>
    <w:rsid w:val="006973E3"/>
    <w:rsid w:val="006A0071"/>
    <w:rsid w:val="006A1127"/>
    <w:rsid w:val="006A1F9E"/>
    <w:rsid w:val="006A2B92"/>
    <w:rsid w:val="006A2D87"/>
    <w:rsid w:val="006A5139"/>
    <w:rsid w:val="006A6556"/>
    <w:rsid w:val="006B1D9C"/>
    <w:rsid w:val="006B2EEC"/>
    <w:rsid w:val="006B3DA9"/>
    <w:rsid w:val="006B3E38"/>
    <w:rsid w:val="006B43F5"/>
    <w:rsid w:val="006B4645"/>
    <w:rsid w:val="006B4986"/>
    <w:rsid w:val="006B66D1"/>
    <w:rsid w:val="006B6B26"/>
    <w:rsid w:val="006B73F9"/>
    <w:rsid w:val="006C0165"/>
    <w:rsid w:val="006C0824"/>
    <w:rsid w:val="006C1247"/>
    <w:rsid w:val="006C126B"/>
    <w:rsid w:val="006C1286"/>
    <w:rsid w:val="006C1C05"/>
    <w:rsid w:val="006C1C55"/>
    <w:rsid w:val="006C28E1"/>
    <w:rsid w:val="006C4C65"/>
    <w:rsid w:val="006C602A"/>
    <w:rsid w:val="006C677E"/>
    <w:rsid w:val="006D067E"/>
    <w:rsid w:val="006D0CA0"/>
    <w:rsid w:val="006D0DA5"/>
    <w:rsid w:val="006D21EE"/>
    <w:rsid w:val="006D33EA"/>
    <w:rsid w:val="006D39ED"/>
    <w:rsid w:val="006D4786"/>
    <w:rsid w:val="006D73AB"/>
    <w:rsid w:val="006D79F3"/>
    <w:rsid w:val="006E213B"/>
    <w:rsid w:val="006E2165"/>
    <w:rsid w:val="006E261E"/>
    <w:rsid w:val="006E40C8"/>
    <w:rsid w:val="006E439D"/>
    <w:rsid w:val="006E4BBE"/>
    <w:rsid w:val="006E58B0"/>
    <w:rsid w:val="006E6B9A"/>
    <w:rsid w:val="006F05D1"/>
    <w:rsid w:val="006F1857"/>
    <w:rsid w:val="006F2422"/>
    <w:rsid w:val="006F25A4"/>
    <w:rsid w:val="006F4196"/>
    <w:rsid w:val="006F4A2A"/>
    <w:rsid w:val="006F4D78"/>
    <w:rsid w:val="006F59AF"/>
    <w:rsid w:val="006F672F"/>
    <w:rsid w:val="006F6A88"/>
    <w:rsid w:val="006F73F0"/>
    <w:rsid w:val="00701F56"/>
    <w:rsid w:val="0070230D"/>
    <w:rsid w:val="00702A0D"/>
    <w:rsid w:val="007035A0"/>
    <w:rsid w:val="007045E5"/>
    <w:rsid w:val="0070475F"/>
    <w:rsid w:val="00706364"/>
    <w:rsid w:val="00706E6F"/>
    <w:rsid w:val="00710697"/>
    <w:rsid w:val="00710844"/>
    <w:rsid w:val="00710869"/>
    <w:rsid w:val="007111EB"/>
    <w:rsid w:val="00712EBC"/>
    <w:rsid w:val="007139CB"/>
    <w:rsid w:val="00713BA6"/>
    <w:rsid w:val="00716692"/>
    <w:rsid w:val="00716820"/>
    <w:rsid w:val="00717C0F"/>
    <w:rsid w:val="00720354"/>
    <w:rsid w:val="00720B39"/>
    <w:rsid w:val="00720E0A"/>
    <w:rsid w:val="00721ADD"/>
    <w:rsid w:val="0072256F"/>
    <w:rsid w:val="007228B2"/>
    <w:rsid w:val="00723EE5"/>
    <w:rsid w:val="007241EE"/>
    <w:rsid w:val="007244C2"/>
    <w:rsid w:val="00725291"/>
    <w:rsid w:val="0072572D"/>
    <w:rsid w:val="00726079"/>
    <w:rsid w:val="00726366"/>
    <w:rsid w:val="00726BEB"/>
    <w:rsid w:val="0072715C"/>
    <w:rsid w:val="00727A70"/>
    <w:rsid w:val="007319ED"/>
    <w:rsid w:val="00732F68"/>
    <w:rsid w:val="0073306C"/>
    <w:rsid w:val="00733546"/>
    <w:rsid w:val="00733981"/>
    <w:rsid w:val="00733D4B"/>
    <w:rsid w:val="007351CD"/>
    <w:rsid w:val="00736468"/>
    <w:rsid w:val="00736ABE"/>
    <w:rsid w:val="00740E6C"/>
    <w:rsid w:val="007422C6"/>
    <w:rsid w:val="0074276E"/>
    <w:rsid w:val="00743B47"/>
    <w:rsid w:val="00744116"/>
    <w:rsid w:val="00746F47"/>
    <w:rsid w:val="00747F39"/>
    <w:rsid w:val="007507F7"/>
    <w:rsid w:val="007512F3"/>
    <w:rsid w:val="00751629"/>
    <w:rsid w:val="00751B27"/>
    <w:rsid w:val="00752E15"/>
    <w:rsid w:val="0075465F"/>
    <w:rsid w:val="007546D4"/>
    <w:rsid w:val="0075533D"/>
    <w:rsid w:val="00756E7E"/>
    <w:rsid w:val="0076427A"/>
    <w:rsid w:val="00764A2E"/>
    <w:rsid w:val="00766154"/>
    <w:rsid w:val="007672A0"/>
    <w:rsid w:val="00770B36"/>
    <w:rsid w:val="0077184D"/>
    <w:rsid w:val="00774916"/>
    <w:rsid w:val="0077540B"/>
    <w:rsid w:val="007762F3"/>
    <w:rsid w:val="0078021E"/>
    <w:rsid w:val="00780DA6"/>
    <w:rsid w:val="00782AE1"/>
    <w:rsid w:val="00782FBB"/>
    <w:rsid w:val="00783B1B"/>
    <w:rsid w:val="00783B82"/>
    <w:rsid w:val="00784167"/>
    <w:rsid w:val="007844D3"/>
    <w:rsid w:val="00785AA8"/>
    <w:rsid w:val="00785DE0"/>
    <w:rsid w:val="007865BE"/>
    <w:rsid w:val="00786BB7"/>
    <w:rsid w:val="00787ADF"/>
    <w:rsid w:val="00791497"/>
    <w:rsid w:val="00791DAC"/>
    <w:rsid w:val="00794BEE"/>
    <w:rsid w:val="00794C5C"/>
    <w:rsid w:val="00795F7A"/>
    <w:rsid w:val="00796458"/>
    <w:rsid w:val="00797B39"/>
    <w:rsid w:val="00797B6C"/>
    <w:rsid w:val="007A11F5"/>
    <w:rsid w:val="007A12F8"/>
    <w:rsid w:val="007A177F"/>
    <w:rsid w:val="007A4CA5"/>
    <w:rsid w:val="007A5703"/>
    <w:rsid w:val="007A72C9"/>
    <w:rsid w:val="007A776E"/>
    <w:rsid w:val="007B02C8"/>
    <w:rsid w:val="007B04D2"/>
    <w:rsid w:val="007B35D9"/>
    <w:rsid w:val="007B36CE"/>
    <w:rsid w:val="007B43C3"/>
    <w:rsid w:val="007B4503"/>
    <w:rsid w:val="007B69CF"/>
    <w:rsid w:val="007B6F00"/>
    <w:rsid w:val="007C17E7"/>
    <w:rsid w:val="007C5950"/>
    <w:rsid w:val="007C5A2B"/>
    <w:rsid w:val="007C734B"/>
    <w:rsid w:val="007C755C"/>
    <w:rsid w:val="007D0924"/>
    <w:rsid w:val="007D0B53"/>
    <w:rsid w:val="007D16B8"/>
    <w:rsid w:val="007D1736"/>
    <w:rsid w:val="007D2ED2"/>
    <w:rsid w:val="007D30E8"/>
    <w:rsid w:val="007D552A"/>
    <w:rsid w:val="007D573E"/>
    <w:rsid w:val="007D5918"/>
    <w:rsid w:val="007D7771"/>
    <w:rsid w:val="007E0643"/>
    <w:rsid w:val="007E0BE1"/>
    <w:rsid w:val="007E0C1D"/>
    <w:rsid w:val="007E2BE1"/>
    <w:rsid w:val="007E2FAC"/>
    <w:rsid w:val="007E3908"/>
    <w:rsid w:val="007E434E"/>
    <w:rsid w:val="007E635F"/>
    <w:rsid w:val="007E6528"/>
    <w:rsid w:val="007E6954"/>
    <w:rsid w:val="007E7E60"/>
    <w:rsid w:val="007F0A23"/>
    <w:rsid w:val="007F22D7"/>
    <w:rsid w:val="007F36B4"/>
    <w:rsid w:val="007F4B3D"/>
    <w:rsid w:val="007F516B"/>
    <w:rsid w:val="007F5358"/>
    <w:rsid w:val="007F723D"/>
    <w:rsid w:val="00801147"/>
    <w:rsid w:val="00803147"/>
    <w:rsid w:val="008041F4"/>
    <w:rsid w:val="0080575B"/>
    <w:rsid w:val="00806656"/>
    <w:rsid w:val="00807DFB"/>
    <w:rsid w:val="0081260C"/>
    <w:rsid w:val="00812FDE"/>
    <w:rsid w:val="00813175"/>
    <w:rsid w:val="008138BC"/>
    <w:rsid w:val="00813DFF"/>
    <w:rsid w:val="0081400B"/>
    <w:rsid w:val="00815D84"/>
    <w:rsid w:val="00816573"/>
    <w:rsid w:val="00817FA3"/>
    <w:rsid w:val="00817FB1"/>
    <w:rsid w:val="0082027A"/>
    <w:rsid w:val="00822B0D"/>
    <w:rsid w:val="0082311C"/>
    <w:rsid w:val="008266FD"/>
    <w:rsid w:val="008276F8"/>
    <w:rsid w:val="0083230A"/>
    <w:rsid w:val="008338AF"/>
    <w:rsid w:val="00834903"/>
    <w:rsid w:val="00835520"/>
    <w:rsid w:val="00837190"/>
    <w:rsid w:val="0083791E"/>
    <w:rsid w:val="008406BD"/>
    <w:rsid w:val="00841B7C"/>
    <w:rsid w:val="00841C7C"/>
    <w:rsid w:val="00842D46"/>
    <w:rsid w:val="008432E6"/>
    <w:rsid w:val="008452BD"/>
    <w:rsid w:val="008453AF"/>
    <w:rsid w:val="00845A85"/>
    <w:rsid w:val="00846B35"/>
    <w:rsid w:val="00846CEA"/>
    <w:rsid w:val="008476C1"/>
    <w:rsid w:val="008504FE"/>
    <w:rsid w:val="00850CAB"/>
    <w:rsid w:val="00851F78"/>
    <w:rsid w:val="0085506F"/>
    <w:rsid w:val="00857E3C"/>
    <w:rsid w:val="008616BE"/>
    <w:rsid w:val="008633F0"/>
    <w:rsid w:val="00863C36"/>
    <w:rsid w:val="0086424E"/>
    <w:rsid w:val="00864833"/>
    <w:rsid w:val="00864B62"/>
    <w:rsid w:val="00865A75"/>
    <w:rsid w:val="008703A9"/>
    <w:rsid w:val="00873E58"/>
    <w:rsid w:val="00874607"/>
    <w:rsid w:val="008756FB"/>
    <w:rsid w:val="00876FD8"/>
    <w:rsid w:val="008776B0"/>
    <w:rsid w:val="008778A0"/>
    <w:rsid w:val="00882A0C"/>
    <w:rsid w:val="00883C71"/>
    <w:rsid w:val="00884386"/>
    <w:rsid w:val="00884B02"/>
    <w:rsid w:val="00885B7F"/>
    <w:rsid w:val="0088620D"/>
    <w:rsid w:val="00886903"/>
    <w:rsid w:val="00887A63"/>
    <w:rsid w:val="00890EB1"/>
    <w:rsid w:val="00891F19"/>
    <w:rsid w:val="0089274E"/>
    <w:rsid w:val="00895569"/>
    <w:rsid w:val="008976F9"/>
    <w:rsid w:val="008A09A8"/>
    <w:rsid w:val="008A1D77"/>
    <w:rsid w:val="008A47CF"/>
    <w:rsid w:val="008A5143"/>
    <w:rsid w:val="008A6218"/>
    <w:rsid w:val="008A6302"/>
    <w:rsid w:val="008A6D61"/>
    <w:rsid w:val="008B0FDC"/>
    <w:rsid w:val="008B3FCB"/>
    <w:rsid w:val="008B6BA2"/>
    <w:rsid w:val="008B6BB2"/>
    <w:rsid w:val="008B75CC"/>
    <w:rsid w:val="008C1080"/>
    <w:rsid w:val="008C14B7"/>
    <w:rsid w:val="008C1505"/>
    <w:rsid w:val="008C259E"/>
    <w:rsid w:val="008C3439"/>
    <w:rsid w:val="008C3F0A"/>
    <w:rsid w:val="008C4CA2"/>
    <w:rsid w:val="008D0177"/>
    <w:rsid w:val="008D1030"/>
    <w:rsid w:val="008D134D"/>
    <w:rsid w:val="008D21D5"/>
    <w:rsid w:val="008D2504"/>
    <w:rsid w:val="008D2816"/>
    <w:rsid w:val="008D282B"/>
    <w:rsid w:val="008D3F5C"/>
    <w:rsid w:val="008D3F85"/>
    <w:rsid w:val="008D462B"/>
    <w:rsid w:val="008E0CFC"/>
    <w:rsid w:val="008E2259"/>
    <w:rsid w:val="008E23BE"/>
    <w:rsid w:val="008E34E0"/>
    <w:rsid w:val="008E3685"/>
    <w:rsid w:val="008E477D"/>
    <w:rsid w:val="008E663C"/>
    <w:rsid w:val="008E6B7E"/>
    <w:rsid w:val="008E6D8B"/>
    <w:rsid w:val="008F0080"/>
    <w:rsid w:val="008F133A"/>
    <w:rsid w:val="008F2807"/>
    <w:rsid w:val="008F2B2D"/>
    <w:rsid w:val="008F3D5E"/>
    <w:rsid w:val="008F4162"/>
    <w:rsid w:val="008F41E1"/>
    <w:rsid w:val="008F4C03"/>
    <w:rsid w:val="008F5090"/>
    <w:rsid w:val="008F6554"/>
    <w:rsid w:val="008F6657"/>
    <w:rsid w:val="008F6F58"/>
    <w:rsid w:val="008F7C79"/>
    <w:rsid w:val="00901D3A"/>
    <w:rsid w:val="00902654"/>
    <w:rsid w:val="00904229"/>
    <w:rsid w:val="009059EF"/>
    <w:rsid w:val="00906139"/>
    <w:rsid w:val="00906336"/>
    <w:rsid w:val="00907171"/>
    <w:rsid w:val="0091036C"/>
    <w:rsid w:val="009120BE"/>
    <w:rsid w:val="00912D37"/>
    <w:rsid w:val="009170D0"/>
    <w:rsid w:val="0092121A"/>
    <w:rsid w:val="009216F4"/>
    <w:rsid w:val="00921C75"/>
    <w:rsid w:val="00923FB2"/>
    <w:rsid w:val="00924150"/>
    <w:rsid w:val="00924EB8"/>
    <w:rsid w:val="00925344"/>
    <w:rsid w:val="00925497"/>
    <w:rsid w:val="009266DC"/>
    <w:rsid w:val="00927E54"/>
    <w:rsid w:val="00931F4F"/>
    <w:rsid w:val="009322B3"/>
    <w:rsid w:val="00933463"/>
    <w:rsid w:val="0093386C"/>
    <w:rsid w:val="00934B29"/>
    <w:rsid w:val="00934E69"/>
    <w:rsid w:val="00936D62"/>
    <w:rsid w:val="00941269"/>
    <w:rsid w:val="0094523F"/>
    <w:rsid w:val="0094551A"/>
    <w:rsid w:val="0094678F"/>
    <w:rsid w:val="009472AD"/>
    <w:rsid w:val="00947377"/>
    <w:rsid w:val="00951F26"/>
    <w:rsid w:val="0095219D"/>
    <w:rsid w:val="009537F2"/>
    <w:rsid w:val="00955433"/>
    <w:rsid w:val="009558A5"/>
    <w:rsid w:val="0095601C"/>
    <w:rsid w:val="00956699"/>
    <w:rsid w:val="00957234"/>
    <w:rsid w:val="00960179"/>
    <w:rsid w:val="00960F5A"/>
    <w:rsid w:val="00961DAD"/>
    <w:rsid w:val="00964347"/>
    <w:rsid w:val="009644DE"/>
    <w:rsid w:val="0096463E"/>
    <w:rsid w:val="009670DA"/>
    <w:rsid w:val="0097069C"/>
    <w:rsid w:val="00971736"/>
    <w:rsid w:val="009717FE"/>
    <w:rsid w:val="00972BEC"/>
    <w:rsid w:val="0097355E"/>
    <w:rsid w:val="00973652"/>
    <w:rsid w:val="00973CBB"/>
    <w:rsid w:val="00973CFF"/>
    <w:rsid w:val="00974D50"/>
    <w:rsid w:val="009766EE"/>
    <w:rsid w:val="00980A79"/>
    <w:rsid w:val="009812EA"/>
    <w:rsid w:val="00983459"/>
    <w:rsid w:val="00983B4B"/>
    <w:rsid w:val="009846E7"/>
    <w:rsid w:val="00984B3A"/>
    <w:rsid w:val="00985576"/>
    <w:rsid w:val="00985B54"/>
    <w:rsid w:val="009920B8"/>
    <w:rsid w:val="009A0372"/>
    <w:rsid w:val="009A0925"/>
    <w:rsid w:val="009A0E82"/>
    <w:rsid w:val="009A271E"/>
    <w:rsid w:val="009A2840"/>
    <w:rsid w:val="009A40E5"/>
    <w:rsid w:val="009A4993"/>
    <w:rsid w:val="009A5B0F"/>
    <w:rsid w:val="009A6E9E"/>
    <w:rsid w:val="009A7121"/>
    <w:rsid w:val="009A7FE3"/>
    <w:rsid w:val="009B1D89"/>
    <w:rsid w:val="009B2F44"/>
    <w:rsid w:val="009B5D1F"/>
    <w:rsid w:val="009B621E"/>
    <w:rsid w:val="009B724B"/>
    <w:rsid w:val="009C08B7"/>
    <w:rsid w:val="009C2F43"/>
    <w:rsid w:val="009C3595"/>
    <w:rsid w:val="009C36DA"/>
    <w:rsid w:val="009C37DB"/>
    <w:rsid w:val="009C4977"/>
    <w:rsid w:val="009C4E73"/>
    <w:rsid w:val="009C7BB2"/>
    <w:rsid w:val="009D13FD"/>
    <w:rsid w:val="009D1DE3"/>
    <w:rsid w:val="009D5731"/>
    <w:rsid w:val="009D5A49"/>
    <w:rsid w:val="009D6870"/>
    <w:rsid w:val="009E077B"/>
    <w:rsid w:val="009E1206"/>
    <w:rsid w:val="009E1BB5"/>
    <w:rsid w:val="009E2720"/>
    <w:rsid w:val="009E2AF0"/>
    <w:rsid w:val="009E3B8A"/>
    <w:rsid w:val="009E3D4F"/>
    <w:rsid w:val="009E4935"/>
    <w:rsid w:val="009E49AA"/>
    <w:rsid w:val="009E682D"/>
    <w:rsid w:val="009E7EB3"/>
    <w:rsid w:val="009F16CE"/>
    <w:rsid w:val="009F1A90"/>
    <w:rsid w:val="009F1C48"/>
    <w:rsid w:val="009F1D2F"/>
    <w:rsid w:val="009F58CE"/>
    <w:rsid w:val="009F5B88"/>
    <w:rsid w:val="009F664C"/>
    <w:rsid w:val="009F6EB1"/>
    <w:rsid w:val="009F7497"/>
    <w:rsid w:val="00A02265"/>
    <w:rsid w:val="00A05530"/>
    <w:rsid w:val="00A057B9"/>
    <w:rsid w:val="00A05E48"/>
    <w:rsid w:val="00A07965"/>
    <w:rsid w:val="00A11821"/>
    <w:rsid w:val="00A124F7"/>
    <w:rsid w:val="00A12FBB"/>
    <w:rsid w:val="00A13374"/>
    <w:rsid w:val="00A13CD4"/>
    <w:rsid w:val="00A13DAA"/>
    <w:rsid w:val="00A1552C"/>
    <w:rsid w:val="00A16EAD"/>
    <w:rsid w:val="00A20867"/>
    <w:rsid w:val="00A20B38"/>
    <w:rsid w:val="00A22F7D"/>
    <w:rsid w:val="00A23B2C"/>
    <w:rsid w:val="00A249C4"/>
    <w:rsid w:val="00A27B10"/>
    <w:rsid w:val="00A30E64"/>
    <w:rsid w:val="00A33D64"/>
    <w:rsid w:val="00A344C0"/>
    <w:rsid w:val="00A34929"/>
    <w:rsid w:val="00A358C2"/>
    <w:rsid w:val="00A36C82"/>
    <w:rsid w:val="00A41C54"/>
    <w:rsid w:val="00A41FC2"/>
    <w:rsid w:val="00A424B3"/>
    <w:rsid w:val="00A448D0"/>
    <w:rsid w:val="00A4664A"/>
    <w:rsid w:val="00A476A0"/>
    <w:rsid w:val="00A5072B"/>
    <w:rsid w:val="00A51CB8"/>
    <w:rsid w:val="00A55CEC"/>
    <w:rsid w:val="00A57C51"/>
    <w:rsid w:val="00A6174A"/>
    <w:rsid w:val="00A6252E"/>
    <w:rsid w:val="00A65161"/>
    <w:rsid w:val="00A6662F"/>
    <w:rsid w:val="00A677C1"/>
    <w:rsid w:val="00A67C01"/>
    <w:rsid w:val="00A7157C"/>
    <w:rsid w:val="00A72AAA"/>
    <w:rsid w:val="00A73739"/>
    <w:rsid w:val="00A7375E"/>
    <w:rsid w:val="00A73D1A"/>
    <w:rsid w:val="00A74474"/>
    <w:rsid w:val="00A75639"/>
    <w:rsid w:val="00A77D0C"/>
    <w:rsid w:val="00A80AC3"/>
    <w:rsid w:val="00A81A81"/>
    <w:rsid w:val="00A8238F"/>
    <w:rsid w:val="00A847A3"/>
    <w:rsid w:val="00A84F3A"/>
    <w:rsid w:val="00A8551D"/>
    <w:rsid w:val="00A85C60"/>
    <w:rsid w:val="00A863FB"/>
    <w:rsid w:val="00A87708"/>
    <w:rsid w:val="00A919C8"/>
    <w:rsid w:val="00A91A8C"/>
    <w:rsid w:val="00A92D85"/>
    <w:rsid w:val="00A93456"/>
    <w:rsid w:val="00A94F5A"/>
    <w:rsid w:val="00A96038"/>
    <w:rsid w:val="00A967D1"/>
    <w:rsid w:val="00A971FE"/>
    <w:rsid w:val="00AA082E"/>
    <w:rsid w:val="00AA0C83"/>
    <w:rsid w:val="00AA1834"/>
    <w:rsid w:val="00AA1CBD"/>
    <w:rsid w:val="00AA277D"/>
    <w:rsid w:val="00AA338C"/>
    <w:rsid w:val="00AA571D"/>
    <w:rsid w:val="00AA7F3B"/>
    <w:rsid w:val="00AB3DCB"/>
    <w:rsid w:val="00AB54CE"/>
    <w:rsid w:val="00AB5F5C"/>
    <w:rsid w:val="00AC49FB"/>
    <w:rsid w:val="00AC58F4"/>
    <w:rsid w:val="00AC72DC"/>
    <w:rsid w:val="00AD0E0A"/>
    <w:rsid w:val="00AD235F"/>
    <w:rsid w:val="00AD3DE8"/>
    <w:rsid w:val="00AD607D"/>
    <w:rsid w:val="00AD6C9D"/>
    <w:rsid w:val="00AD7C72"/>
    <w:rsid w:val="00AE1EE2"/>
    <w:rsid w:val="00AE2323"/>
    <w:rsid w:val="00AE2F73"/>
    <w:rsid w:val="00AE32CA"/>
    <w:rsid w:val="00AE64DE"/>
    <w:rsid w:val="00AE6642"/>
    <w:rsid w:val="00AE6A17"/>
    <w:rsid w:val="00AF04F4"/>
    <w:rsid w:val="00AF47BE"/>
    <w:rsid w:val="00AF4A3B"/>
    <w:rsid w:val="00AF4CDB"/>
    <w:rsid w:val="00AF66B4"/>
    <w:rsid w:val="00AF6CF3"/>
    <w:rsid w:val="00AF7342"/>
    <w:rsid w:val="00B0024E"/>
    <w:rsid w:val="00B00814"/>
    <w:rsid w:val="00B03C0F"/>
    <w:rsid w:val="00B047F4"/>
    <w:rsid w:val="00B06BEB"/>
    <w:rsid w:val="00B10384"/>
    <w:rsid w:val="00B10A7B"/>
    <w:rsid w:val="00B12699"/>
    <w:rsid w:val="00B138F4"/>
    <w:rsid w:val="00B13D8A"/>
    <w:rsid w:val="00B1514F"/>
    <w:rsid w:val="00B15DEF"/>
    <w:rsid w:val="00B170DC"/>
    <w:rsid w:val="00B2036E"/>
    <w:rsid w:val="00B227F7"/>
    <w:rsid w:val="00B232C6"/>
    <w:rsid w:val="00B237A7"/>
    <w:rsid w:val="00B24256"/>
    <w:rsid w:val="00B25DB9"/>
    <w:rsid w:val="00B26D9A"/>
    <w:rsid w:val="00B27BDA"/>
    <w:rsid w:val="00B302ED"/>
    <w:rsid w:val="00B31010"/>
    <w:rsid w:val="00B315C2"/>
    <w:rsid w:val="00B318A1"/>
    <w:rsid w:val="00B3284D"/>
    <w:rsid w:val="00B32893"/>
    <w:rsid w:val="00B333BA"/>
    <w:rsid w:val="00B34C96"/>
    <w:rsid w:val="00B34F98"/>
    <w:rsid w:val="00B359E8"/>
    <w:rsid w:val="00B3712C"/>
    <w:rsid w:val="00B37201"/>
    <w:rsid w:val="00B37DF0"/>
    <w:rsid w:val="00B40988"/>
    <w:rsid w:val="00B434F9"/>
    <w:rsid w:val="00B436EB"/>
    <w:rsid w:val="00B45CEC"/>
    <w:rsid w:val="00B47211"/>
    <w:rsid w:val="00B47253"/>
    <w:rsid w:val="00B472D7"/>
    <w:rsid w:val="00B50962"/>
    <w:rsid w:val="00B52512"/>
    <w:rsid w:val="00B55656"/>
    <w:rsid w:val="00B569FA"/>
    <w:rsid w:val="00B60223"/>
    <w:rsid w:val="00B62E92"/>
    <w:rsid w:val="00B63169"/>
    <w:rsid w:val="00B645DB"/>
    <w:rsid w:val="00B653FF"/>
    <w:rsid w:val="00B660B0"/>
    <w:rsid w:val="00B668F5"/>
    <w:rsid w:val="00B7206B"/>
    <w:rsid w:val="00B72A47"/>
    <w:rsid w:val="00B752D7"/>
    <w:rsid w:val="00B75404"/>
    <w:rsid w:val="00B755D2"/>
    <w:rsid w:val="00B771BE"/>
    <w:rsid w:val="00B80AAD"/>
    <w:rsid w:val="00B81AF1"/>
    <w:rsid w:val="00B81C67"/>
    <w:rsid w:val="00B81CFD"/>
    <w:rsid w:val="00B85257"/>
    <w:rsid w:val="00B85D2E"/>
    <w:rsid w:val="00B86CE3"/>
    <w:rsid w:val="00B86D10"/>
    <w:rsid w:val="00B8783C"/>
    <w:rsid w:val="00B92130"/>
    <w:rsid w:val="00B92258"/>
    <w:rsid w:val="00B924F8"/>
    <w:rsid w:val="00B92EB3"/>
    <w:rsid w:val="00B9340A"/>
    <w:rsid w:val="00B93FC6"/>
    <w:rsid w:val="00B95138"/>
    <w:rsid w:val="00B95BD7"/>
    <w:rsid w:val="00B96443"/>
    <w:rsid w:val="00BA00BE"/>
    <w:rsid w:val="00BA01AB"/>
    <w:rsid w:val="00BA081E"/>
    <w:rsid w:val="00BA1029"/>
    <w:rsid w:val="00BA2E01"/>
    <w:rsid w:val="00BA344E"/>
    <w:rsid w:val="00BA5155"/>
    <w:rsid w:val="00BA5B6F"/>
    <w:rsid w:val="00BA60D1"/>
    <w:rsid w:val="00BA7507"/>
    <w:rsid w:val="00BA7A0C"/>
    <w:rsid w:val="00BB0410"/>
    <w:rsid w:val="00BB1BC9"/>
    <w:rsid w:val="00BB1CC7"/>
    <w:rsid w:val="00BB31BC"/>
    <w:rsid w:val="00BB6685"/>
    <w:rsid w:val="00BB79E1"/>
    <w:rsid w:val="00BC6EA2"/>
    <w:rsid w:val="00BC725B"/>
    <w:rsid w:val="00BC7400"/>
    <w:rsid w:val="00BD02A9"/>
    <w:rsid w:val="00BD189C"/>
    <w:rsid w:val="00BD2493"/>
    <w:rsid w:val="00BD2778"/>
    <w:rsid w:val="00BD325D"/>
    <w:rsid w:val="00BD3489"/>
    <w:rsid w:val="00BD458C"/>
    <w:rsid w:val="00BD4758"/>
    <w:rsid w:val="00BD5BC3"/>
    <w:rsid w:val="00BD5D94"/>
    <w:rsid w:val="00BD798F"/>
    <w:rsid w:val="00BE0122"/>
    <w:rsid w:val="00BE2350"/>
    <w:rsid w:val="00BE312A"/>
    <w:rsid w:val="00BE40E2"/>
    <w:rsid w:val="00BE5531"/>
    <w:rsid w:val="00BE5C1E"/>
    <w:rsid w:val="00BE64B4"/>
    <w:rsid w:val="00BE657D"/>
    <w:rsid w:val="00BE788F"/>
    <w:rsid w:val="00BF054B"/>
    <w:rsid w:val="00BF08CE"/>
    <w:rsid w:val="00BF0D56"/>
    <w:rsid w:val="00BF1CEA"/>
    <w:rsid w:val="00BF36E8"/>
    <w:rsid w:val="00BF3791"/>
    <w:rsid w:val="00BF4510"/>
    <w:rsid w:val="00BF4CF5"/>
    <w:rsid w:val="00BF565B"/>
    <w:rsid w:val="00BF6CD7"/>
    <w:rsid w:val="00BF7E7C"/>
    <w:rsid w:val="00C0001E"/>
    <w:rsid w:val="00C036A2"/>
    <w:rsid w:val="00C03733"/>
    <w:rsid w:val="00C04BB0"/>
    <w:rsid w:val="00C04BBA"/>
    <w:rsid w:val="00C04D14"/>
    <w:rsid w:val="00C05766"/>
    <w:rsid w:val="00C05783"/>
    <w:rsid w:val="00C079C1"/>
    <w:rsid w:val="00C07D84"/>
    <w:rsid w:val="00C10B85"/>
    <w:rsid w:val="00C11092"/>
    <w:rsid w:val="00C12A7C"/>
    <w:rsid w:val="00C1506D"/>
    <w:rsid w:val="00C166E7"/>
    <w:rsid w:val="00C16D7A"/>
    <w:rsid w:val="00C20532"/>
    <w:rsid w:val="00C21A16"/>
    <w:rsid w:val="00C21E36"/>
    <w:rsid w:val="00C22069"/>
    <w:rsid w:val="00C2208D"/>
    <w:rsid w:val="00C2232D"/>
    <w:rsid w:val="00C2245B"/>
    <w:rsid w:val="00C23253"/>
    <w:rsid w:val="00C24FF5"/>
    <w:rsid w:val="00C25096"/>
    <w:rsid w:val="00C25739"/>
    <w:rsid w:val="00C26213"/>
    <w:rsid w:val="00C306BE"/>
    <w:rsid w:val="00C308AE"/>
    <w:rsid w:val="00C316AE"/>
    <w:rsid w:val="00C31D7D"/>
    <w:rsid w:val="00C33B2B"/>
    <w:rsid w:val="00C3633F"/>
    <w:rsid w:val="00C40646"/>
    <w:rsid w:val="00C40A46"/>
    <w:rsid w:val="00C426AB"/>
    <w:rsid w:val="00C43141"/>
    <w:rsid w:val="00C43353"/>
    <w:rsid w:val="00C444A0"/>
    <w:rsid w:val="00C44A97"/>
    <w:rsid w:val="00C44AE4"/>
    <w:rsid w:val="00C4588E"/>
    <w:rsid w:val="00C47FE6"/>
    <w:rsid w:val="00C50AA2"/>
    <w:rsid w:val="00C51B27"/>
    <w:rsid w:val="00C52281"/>
    <w:rsid w:val="00C523AE"/>
    <w:rsid w:val="00C5302E"/>
    <w:rsid w:val="00C532C6"/>
    <w:rsid w:val="00C536F4"/>
    <w:rsid w:val="00C54AA2"/>
    <w:rsid w:val="00C5538F"/>
    <w:rsid w:val="00C5678B"/>
    <w:rsid w:val="00C56959"/>
    <w:rsid w:val="00C57D39"/>
    <w:rsid w:val="00C61702"/>
    <w:rsid w:val="00C62EB0"/>
    <w:rsid w:val="00C635FC"/>
    <w:rsid w:val="00C6386B"/>
    <w:rsid w:val="00C63DA7"/>
    <w:rsid w:val="00C65DE2"/>
    <w:rsid w:val="00C666D4"/>
    <w:rsid w:val="00C677E7"/>
    <w:rsid w:val="00C7146B"/>
    <w:rsid w:val="00C73326"/>
    <w:rsid w:val="00C74663"/>
    <w:rsid w:val="00C74904"/>
    <w:rsid w:val="00C74C9E"/>
    <w:rsid w:val="00C74DC6"/>
    <w:rsid w:val="00C754B9"/>
    <w:rsid w:val="00C77503"/>
    <w:rsid w:val="00C801BA"/>
    <w:rsid w:val="00C80FCD"/>
    <w:rsid w:val="00C8331B"/>
    <w:rsid w:val="00C873C4"/>
    <w:rsid w:val="00C87EA9"/>
    <w:rsid w:val="00C91286"/>
    <w:rsid w:val="00C9242D"/>
    <w:rsid w:val="00C92F20"/>
    <w:rsid w:val="00C92FEF"/>
    <w:rsid w:val="00C935C5"/>
    <w:rsid w:val="00C9401E"/>
    <w:rsid w:val="00C94FC0"/>
    <w:rsid w:val="00C96499"/>
    <w:rsid w:val="00CA1490"/>
    <w:rsid w:val="00CA2D79"/>
    <w:rsid w:val="00CA3656"/>
    <w:rsid w:val="00CA3F4D"/>
    <w:rsid w:val="00CA41DE"/>
    <w:rsid w:val="00CA4219"/>
    <w:rsid w:val="00CA448C"/>
    <w:rsid w:val="00CA4B40"/>
    <w:rsid w:val="00CA4DAC"/>
    <w:rsid w:val="00CA5BE4"/>
    <w:rsid w:val="00CA5FBA"/>
    <w:rsid w:val="00CA6295"/>
    <w:rsid w:val="00CA63C8"/>
    <w:rsid w:val="00CA7999"/>
    <w:rsid w:val="00CB2304"/>
    <w:rsid w:val="00CB23C6"/>
    <w:rsid w:val="00CB48C8"/>
    <w:rsid w:val="00CB6134"/>
    <w:rsid w:val="00CB66E0"/>
    <w:rsid w:val="00CB7650"/>
    <w:rsid w:val="00CC06BD"/>
    <w:rsid w:val="00CC1CA7"/>
    <w:rsid w:val="00CC3865"/>
    <w:rsid w:val="00CC3AF8"/>
    <w:rsid w:val="00CC3F5C"/>
    <w:rsid w:val="00CC415E"/>
    <w:rsid w:val="00CC5D8B"/>
    <w:rsid w:val="00CC635F"/>
    <w:rsid w:val="00CD1E5E"/>
    <w:rsid w:val="00CD2281"/>
    <w:rsid w:val="00CD25C3"/>
    <w:rsid w:val="00CD2609"/>
    <w:rsid w:val="00CD2F6D"/>
    <w:rsid w:val="00CD36C3"/>
    <w:rsid w:val="00CD3FB6"/>
    <w:rsid w:val="00CD55CB"/>
    <w:rsid w:val="00CD63A6"/>
    <w:rsid w:val="00CD650D"/>
    <w:rsid w:val="00CD6665"/>
    <w:rsid w:val="00CD6994"/>
    <w:rsid w:val="00CD70B6"/>
    <w:rsid w:val="00CE16BB"/>
    <w:rsid w:val="00CE3164"/>
    <w:rsid w:val="00CE36AE"/>
    <w:rsid w:val="00CE4946"/>
    <w:rsid w:val="00CE5793"/>
    <w:rsid w:val="00CE6796"/>
    <w:rsid w:val="00CE6D24"/>
    <w:rsid w:val="00CE798F"/>
    <w:rsid w:val="00CF00C3"/>
    <w:rsid w:val="00CF02B0"/>
    <w:rsid w:val="00CF15E7"/>
    <w:rsid w:val="00CF251D"/>
    <w:rsid w:val="00CF2CBF"/>
    <w:rsid w:val="00CF308D"/>
    <w:rsid w:val="00CF4BC1"/>
    <w:rsid w:val="00CF5F83"/>
    <w:rsid w:val="00CF785F"/>
    <w:rsid w:val="00D00540"/>
    <w:rsid w:val="00D02895"/>
    <w:rsid w:val="00D03A1A"/>
    <w:rsid w:val="00D11DC3"/>
    <w:rsid w:val="00D132B4"/>
    <w:rsid w:val="00D138AD"/>
    <w:rsid w:val="00D14532"/>
    <w:rsid w:val="00D14835"/>
    <w:rsid w:val="00D16107"/>
    <w:rsid w:val="00D16BF8"/>
    <w:rsid w:val="00D17677"/>
    <w:rsid w:val="00D17D73"/>
    <w:rsid w:val="00D20220"/>
    <w:rsid w:val="00D213BC"/>
    <w:rsid w:val="00D21BB8"/>
    <w:rsid w:val="00D23645"/>
    <w:rsid w:val="00D23E5F"/>
    <w:rsid w:val="00D24938"/>
    <w:rsid w:val="00D25230"/>
    <w:rsid w:val="00D25B55"/>
    <w:rsid w:val="00D2634E"/>
    <w:rsid w:val="00D26A44"/>
    <w:rsid w:val="00D2738B"/>
    <w:rsid w:val="00D27DC6"/>
    <w:rsid w:val="00D31C28"/>
    <w:rsid w:val="00D32496"/>
    <w:rsid w:val="00D325D3"/>
    <w:rsid w:val="00D3304D"/>
    <w:rsid w:val="00D33882"/>
    <w:rsid w:val="00D3397F"/>
    <w:rsid w:val="00D346DF"/>
    <w:rsid w:val="00D3576D"/>
    <w:rsid w:val="00D36B47"/>
    <w:rsid w:val="00D37A20"/>
    <w:rsid w:val="00D400DA"/>
    <w:rsid w:val="00D423A6"/>
    <w:rsid w:val="00D42D1C"/>
    <w:rsid w:val="00D44170"/>
    <w:rsid w:val="00D441AA"/>
    <w:rsid w:val="00D4479F"/>
    <w:rsid w:val="00D44CBB"/>
    <w:rsid w:val="00D457FB"/>
    <w:rsid w:val="00D46474"/>
    <w:rsid w:val="00D474B3"/>
    <w:rsid w:val="00D50AF2"/>
    <w:rsid w:val="00D5334F"/>
    <w:rsid w:val="00D57251"/>
    <w:rsid w:val="00D60655"/>
    <w:rsid w:val="00D60DE1"/>
    <w:rsid w:val="00D621EF"/>
    <w:rsid w:val="00D62D26"/>
    <w:rsid w:val="00D62EBD"/>
    <w:rsid w:val="00D64149"/>
    <w:rsid w:val="00D64310"/>
    <w:rsid w:val="00D643A3"/>
    <w:rsid w:val="00D6459C"/>
    <w:rsid w:val="00D65621"/>
    <w:rsid w:val="00D657E8"/>
    <w:rsid w:val="00D65968"/>
    <w:rsid w:val="00D71783"/>
    <w:rsid w:val="00D717FD"/>
    <w:rsid w:val="00D72208"/>
    <w:rsid w:val="00D73B2E"/>
    <w:rsid w:val="00D759A9"/>
    <w:rsid w:val="00D7648D"/>
    <w:rsid w:val="00D76BEB"/>
    <w:rsid w:val="00D777D1"/>
    <w:rsid w:val="00D80538"/>
    <w:rsid w:val="00D81D96"/>
    <w:rsid w:val="00D8294E"/>
    <w:rsid w:val="00D83ADD"/>
    <w:rsid w:val="00D85B99"/>
    <w:rsid w:val="00D85DCC"/>
    <w:rsid w:val="00D869BE"/>
    <w:rsid w:val="00D86DCA"/>
    <w:rsid w:val="00D919EE"/>
    <w:rsid w:val="00D91C40"/>
    <w:rsid w:val="00D929DE"/>
    <w:rsid w:val="00D92B17"/>
    <w:rsid w:val="00D92D08"/>
    <w:rsid w:val="00D94AD0"/>
    <w:rsid w:val="00DA0FA3"/>
    <w:rsid w:val="00DA3541"/>
    <w:rsid w:val="00DA51FD"/>
    <w:rsid w:val="00DA610B"/>
    <w:rsid w:val="00DA72E4"/>
    <w:rsid w:val="00DA7A84"/>
    <w:rsid w:val="00DB0946"/>
    <w:rsid w:val="00DB179F"/>
    <w:rsid w:val="00DB2873"/>
    <w:rsid w:val="00DB2B06"/>
    <w:rsid w:val="00DB50F7"/>
    <w:rsid w:val="00DB6684"/>
    <w:rsid w:val="00DC0500"/>
    <w:rsid w:val="00DC097D"/>
    <w:rsid w:val="00DC1520"/>
    <w:rsid w:val="00DC1EF1"/>
    <w:rsid w:val="00DC26E3"/>
    <w:rsid w:val="00DC396F"/>
    <w:rsid w:val="00DC3C63"/>
    <w:rsid w:val="00DC446B"/>
    <w:rsid w:val="00DC5B35"/>
    <w:rsid w:val="00DC6FC4"/>
    <w:rsid w:val="00DD036E"/>
    <w:rsid w:val="00DD0BC4"/>
    <w:rsid w:val="00DD10C4"/>
    <w:rsid w:val="00DD20CF"/>
    <w:rsid w:val="00DD23CF"/>
    <w:rsid w:val="00DD40C9"/>
    <w:rsid w:val="00DD588C"/>
    <w:rsid w:val="00DD6BD9"/>
    <w:rsid w:val="00DD76D9"/>
    <w:rsid w:val="00DD7E03"/>
    <w:rsid w:val="00DE1EA7"/>
    <w:rsid w:val="00DE1F52"/>
    <w:rsid w:val="00DE2768"/>
    <w:rsid w:val="00DE3BA6"/>
    <w:rsid w:val="00DE582F"/>
    <w:rsid w:val="00DE635A"/>
    <w:rsid w:val="00DE7250"/>
    <w:rsid w:val="00DE7685"/>
    <w:rsid w:val="00DF089E"/>
    <w:rsid w:val="00DF1A00"/>
    <w:rsid w:val="00DF1BAF"/>
    <w:rsid w:val="00DF278D"/>
    <w:rsid w:val="00DF2A8E"/>
    <w:rsid w:val="00DF33D6"/>
    <w:rsid w:val="00DF4247"/>
    <w:rsid w:val="00DF590E"/>
    <w:rsid w:val="00DF6930"/>
    <w:rsid w:val="00DF7C07"/>
    <w:rsid w:val="00E006EC"/>
    <w:rsid w:val="00E00AAF"/>
    <w:rsid w:val="00E0168D"/>
    <w:rsid w:val="00E06A28"/>
    <w:rsid w:val="00E1328A"/>
    <w:rsid w:val="00E139C3"/>
    <w:rsid w:val="00E14546"/>
    <w:rsid w:val="00E15B65"/>
    <w:rsid w:val="00E15EF3"/>
    <w:rsid w:val="00E15F6E"/>
    <w:rsid w:val="00E16234"/>
    <w:rsid w:val="00E164A5"/>
    <w:rsid w:val="00E174F2"/>
    <w:rsid w:val="00E20821"/>
    <w:rsid w:val="00E21544"/>
    <w:rsid w:val="00E23B15"/>
    <w:rsid w:val="00E24377"/>
    <w:rsid w:val="00E247F7"/>
    <w:rsid w:val="00E24BDC"/>
    <w:rsid w:val="00E25697"/>
    <w:rsid w:val="00E25DF1"/>
    <w:rsid w:val="00E302DC"/>
    <w:rsid w:val="00E3286B"/>
    <w:rsid w:val="00E3301C"/>
    <w:rsid w:val="00E33B23"/>
    <w:rsid w:val="00E41372"/>
    <w:rsid w:val="00E416F3"/>
    <w:rsid w:val="00E4231F"/>
    <w:rsid w:val="00E45923"/>
    <w:rsid w:val="00E46911"/>
    <w:rsid w:val="00E46B16"/>
    <w:rsid w:val="00E50DEE"/>
    <w:rsid w:val="00E53D9D"/>
    <w:rsid w:val="00E541E3"/>
    <w:rsid w:val="00E55187"/>
    <w:rsid w:val="00E553C0"/>
    <w:rsid w:val="00E55C53"/>
    <w:rsid w:val="00E627FA"/>
    <w:rsid w:val="00E632F2"/>
    <w:rsid w:val="00E64CD8"/>
    <w:rsid w:val="00E65A51"/>
    <w:rsid w:val="00E65F0B"/>
    <w:rsid w:val="00E66F23"/>
    <w:rsid w:val="00E714EE"/>
    <w:rsid w:val="00E72AC3"/>
    <w:rsid w:val="00E7353B"/>
    <w:rsid w:val="00E73FD5"/>
    <w:rsid w:val="00E74E49"/>
    <w:rsid w:val="00E7583A"/>
    <w:rsid w:val="00E75A0E"/>
    <w:rsid w:val="00E77D5C"/>
    <w:rsid w:val="00E77DBC"/>
    <w:rsid w:val="00E8018A"/>
    <w:rsid w:val="00E8193D"/>
    <w:rsid w:val="00E81E40"/>
    <w:rsid w:val="00E82703"/>
    <w:rsid w:val="00E85628"/>
    <w:rsid w:val="00E86654"/>
    <w:rsid w:val="00E905DC"/>
    <w:rsid w:val="00E9206D"/>
    <w:rsid w:val="00E924D1"/>
    <w:rsid w:val="00E926FB"/>
    <w:rsid w:val="00E95312"/>
    <w:rsid w:val="00E96E53"/>
    <w:rsid w:val="00EA0270"/>
    <w:rsid w:val="00EA042B"/>
    <w:rsid w:val="00EA094E"/>
    <w:rsid w:val="00EA0B5D"/>
    <w:rsid w:val="00EA169E"/>
    <w:rsid w:val="00EA1AE8"/>
    <w:rsid w:val="00EA4333"/>
    <w:rsid w:val="00EA75EE"/>
    <w:rsid w:val="00EA7ACF"/>
    <w:rsid w:val="00EA7D95"/>
    <w:rsid w:val="00EB12CB"/>
    <w:rsid w:val="00EB1BC1"/>
    <w:rsid w:val="00EB1FD7"/>
    <w:rsid w:val="00EB2E57"/>
    <w:rsid w:val="00EB3B50"/>
    <w:rsid w:val="00EB5683"/>
    <w:rsid w:val="00EB6C62"/>
    <w:rsid w:val="00EC0A48"/>
    <w:rsid w:val="00EC0F2F"/>
    <w:rsid w:val="00EC15AC"/>
    <w:rsid w:val="00EC165B"/>
    <w:rsid w:val="00EC16EB"/>
    <w:rsid w:val="00EC2533"/>
    <w:rsid w:val="00EC3FB0"/>
    <w:rsid w:val="00EC40C7"/>
    <w:rsid w:val="00EC4130"/>
    <w:rsid w:val="00EC4241"/>
    <w:rsid w:val="00EC4EA5"/>
    <w:rsid w:val="00EC57B0"/>
    <w:rsid w:val="00EC5B62"/>
    <w:rsid w:val="00EC60EB"/>
    <w:rsid w:val="00EC71EF"/>
    <w:rsid w:val="00EC7256"/>
    <w:rsid w:val="00EC7490"/>
    <w:rsid w:val="00EC7C23"/>
    <w:rsid w:val="00ED19F2"/>
    <w:rsid w:val="00ED247C"/>
    <w:rsid w:val="00ED51A8"/>
    <w:rsid w:val="00ED56B8"/>
    <w:rsid w:val="00ED580B"/>
    <w:rsid w:val="00ED659D"/>
    <w:rsid w:val="00ED7666"/>
    <w:rsid w:val="00EE0639"/>
    <w:rsid w:val="00EE1C79"/>
    <w:rsid w:val="00EE55DF"/>
    <w:rsid w:val="00EE6174"/>
    <w:rsid w:val="00EE6341"/>
    <w:rsid w:val="00EE7F5D"/>
    <w:rsid w:val="00EF16C4"/>
    <w:rsid w:val="00EF17D5"/>
    <w:rsid w:val="00EF1FCD"/>
    <w:rsid w:val="00EF25C0"/>
    <w:rsid w:val="00EF3362"/>
    <w:rsid w:val="00EF4AE0"/>
    <w:rsid w:val="00EF5434"/>
    <w:rsid w:val="00EF61D0"/>
    <w:rsid w:val="00EF6567"/>
    <w:rsid w:val="00EF7083"/>
    <w:rsid w:val="00EF70C1"/>
    <w:rsid w:val="00F01786"/>
    <w:rsid w:val="00F03253"/>
    <w:rsid w:val="00F03C09"/>
    <w:rsid w:val="00F073C5"/>
    <w:rsid w:val="00F07C09"/>
    <w:rsid w:val="00F10655"/>
    <w:rsid w:val="00F10C07"/>
    <w:rsid w:val="00F1263D"/>
    <w:rsid w:val="00F13088"/>
    <w:rsid w:val="00F13514"/>
    <w:rsid w:val="00F138AD"/>
    <w:rsid w:val="00F16241"/>
    <w:rsid w:val="00F20D33"/>
    <w:rsid w:val="00F2210C"/>
    <w:rsid w:val="00F22129"/>
    <w:rsid w:val="00F22468"/>
    <w:rsid w:val="00F224F1"/>
    <w:rsid w:val="00F22B54"/>
    <w:rsid w:val="00F230AE"/>
    <w:rsid w:val="00F24018"/>
    <w:rsid w:val="00F2564C"/>
    <w:rsid w:val="00F27543"/>
    <w:rsid w:val="00F27656"/>
    <w:rsid w:val="00F30477"/>
    <w:rsid w:val="00F31FCC"/>
    <w:rsid w:val="00F31FD4"/>
    <w:rsid w:val="00F327F7"/>
    <w:rsid w:val="00F331C0"/>
    <w:rsid w:val="00F333C9"/>
    <w:rsid w:val="00F344A9"/>
    <w:rsid w:val="00F34918"/>
    <w:rsid w:val="00F34A0B"/>
    <w:rsid w:val="00F3590C"/>
    <w:rsid w:val="00F4185A"/>
    <w:rsid w:val="00F43256"/>
    <w:rsid w:val="00F43D30"/>
    <w:rsid w:val="00F44274"/>
    <w:rsid w:val="00F454EC"/>
    <w:rsid w:val="00F45904"/>
    <w:rsid w:val="00F468C3"/>
    <w:rsid w:val="00F47728"/>
    <w:rsid w:val="00F5091B"/>
    <w:rsid w:val="00F515D1"/>
    <w:rsid w:val="00F5424A"/>
    <w:rsid w:val="00F54C25"/>
    <w:rsid w:val="00F55033"/>
    <w:rsid w:val="00F55AFE"/>
    <w:rsid w:val="00F56132"/>
    <w:rsid w:val="00F5628E"/>
    <w:rsid w:val="00F56417"/>
    <w:rsid w:val="00F56FC8"/>
    <w:rsid w:val="00F57790"/>
    <w:rsid w:val="00F578EA"/>
    <w:rsid w:val="00F63E0E"/>
    <w:rsid w:val="00F64A0C"/>
    <w:rsid w:val="00F655B9"/>
    <w:rsid w:val="00F65D9C"/>
    <w:rsid w:val="00F7046A"/>
    <w:rsid w:val="00F7152D"/>
    <w:rsid w:val="00F719D0"/>
    <w:rsid w:val="00F73C6F"/>
    <w:rsid w:val="00F7476F"/>
    <w:rsid w:val="00F74C13"/>
    <w:rsid w:val="00F75569"/>
    <w:rsid w:val="00F75C04"/>
    <w:rsid w:val="00F76FA5"/>
    <w:rsid w:val="00F77A95"/>
    <w:rsid w:val="00F77AEE"/>
    <w:rsid w:val="00F8044F"/>
    <w:rsid w:val="00F80BD9"/>
    <w:rsid w:val="00F80EFE"/>
    <w:rsid w:val="00F81114"/>
    <w:rsid w:val="00F81131"/>
    <w:rsid w:val="00F81B6F"/>
    <w:rsid w:val="00F820EC"/>
    <w:rsid w:val="00F82893"/>
    <w:rsid w:val="00F834EA"/>
    <w:rsid w:val="00F8435C"/>
    <w:rsid w:val="00F847E0"/>
    <w:rsid w:val="00F85BB7"/>
    <w:rsid w:val="00F85F4B"/>
    <w:rsid w:val="00F863E9"/>
    <w:rsid w:val="00F903D2"/>
    <w:rsid w:val="00F903DF"/>
    <w:rsid w:val="00F91DFB"/>
    <w:rsid w:val="00F925C3"/>
    <w:rsid w:val="00F933C3"/>
    <w:rsid w:val="00F94864"/>
    <w:rsid w:val="00F9576B"/>
    <w:rsid w:val="00F968B3"/>
    <w:rsid w:val="00F97C65"/>
    <w:rsid w:val="00FA0B51"/>
    <w:rsid w:val="00FA0FD6"/>
    <w:rsid w:val="00FA27DA"/>
    <w:rsid w:val="00FA2900"/>
    <w:rsid w:val="00FA29B2"/>
    <w:rsid w:val="00FA36F1"/>
    <w:rsid w:val="00FA4E91"/>
    <w:rsid w:val="00FA5A51"/>
    <w:rsid w:val="00FA5AA7"/>
    <w:rsid w:val="00FA678B"/>
    <w:rsid w:val="00FB0407"/>
    <w:rsid w:val="00FB3714"/>
    <w:rsid w:val="00FB4BBC"/>
    <w:rsid w:val="00FC009A"/>
    <w:rsid w:val="00FC036E"/>
    <w:rsid w:val="00FC0E11"/>
    <w:rsid w:val="00FC224F"/>
    <w:rsid w:val="00FC3031"/>
    <w:rsid w:val="00FC3E93"/>
    <w:rsid w:val="00FD00D4"/>
    <w:rsid w:val="00FD14B2"/>
    <w:rsid w:val="00FD1CD3"/>
    <w:rsid w:val="00FD26C5"/>
    <w:rsid w:val="00FD3664"/>
    <w:rsid w:val="00FD474E"/>
    <w:rsid w:val="00FD6D5E"/>
    <w:rsid w:val="00FD7567"/>
    <w:rsid w:val="00FE288B"/>
    <w:rsid w:val="00FE2B8A"/>
    <w:rsid w:val="00FE444F"/>
    <w:rsid w:val="00FE5102"/>
    <w:rsid w:val="00FE5A84"/>
    <w:rsid w:val="00FE6A88"/>
    <w:rsid w:val="00FE7631"/>
    <w:rsid w:val="00FE76AB"/>
    <w:rsid w:val="00FF044E"/>
    <w:rsid w:val="00FF351C"/>
    <w:rsid w:val="00FF3F4E"/>
    <w:rsid w:val="00FF5EAE"/>
    <w:rsid w:val="00FF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77002220"/>
  <w15:docId w15:val="{94B77E68-C99E-4BB6-91D3-3C006B449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A4664A"/>
    <w:pPr>
      <w:spacing w:before="140" w:after="140" w:line="280" w:lineRule="atLeast"/>
      <w:jc w:val="both"/>
    </w:pPr>
    <w:rPr>
      <w:rFonts w:ascii="Cambria" w:hAnsi="Cambria"/>
      <w:sz w:val="22"/>
      <w:szCs w:val="22"/>
      <w:lang w:val="de-AT" w:eastAsia="de-DE"/>
    </w:rPr>
  </w:style>
  <w:style w:type="paragraph" w:styleId="Cmsor1">
    <w:name w:val="heading 1"/>
    <w:basedOn w:val="Norml"/>
    <w:next w:val="Norml"/>
    <w:link w:val="Cmsor1Char"/>
    <w:uiPriority w:val="99"/>
    <w:qFormat/>
    <w:rsid w:val="001160BE"/>
    <w:pPr>
      <w:keepNext/>
      <w:numPr>
        <w:numId w:val="3"/>
      </w:numPr>
      <w:spacing w:before="240"/>
      <w:jc w:val="left"/>
      <w:outlineLvl w:val="0"/>
    </w:pPr>
    <w:rPr>
      <w:b/>
    </w:rPr>
  </w:style>
  <w:style w:type="paragraph" w:styleId="Cmsor2">
    <w:name w:val="heading 2"/>
    <w:basedOn w:val="Norml"/>
    <w:next w:val="Norml"/>
    <w:link w:val="Cmsor2Char"/>
    <w:uiPriority w:val="99"/>
    <w:qFormat/>
    <w:rsid w:val="001160BE"/>
    <w:pPr>
      <w:numPr>
        <w:ilvl w:val="1"/>
        <w:numId w:val="3"/>
      </w:numPr>
      <w:outlineLvl w:val="1"/>
    </w:pPr>
  </w:style>
  <w:style w:type="paragraph" w:styleId="Cmsor3">
    <w:name w:val="heading 3"/>
    <w:basedOn w:val="Norml"/>
    <w:next w:val="Norml"/>
    <w:link w:val="Cmsor3Char"/>
    <w:uiPriority w:val="99"/>
    <w:qFormat/>
    <w:rsid w:val="001E279D"/>
    <w:pPr>
      <w:numPr>
        <w:ilvl w:val="2"/>
        <w:numId w:val="3"/>
      </w:numPr>
      <w:outlineLvl w:val="2"/>
    </w:pPr>
    <w:rPr>
      <w:rFonts w:cs="Arial"/>
      <w:bCs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1E279D"/>
    <w:pPr>
      <w:numPr>
        <w:ilvl w:val="3"/>
        <w:numId w:val="3"/>
      </w:numPr>
      <w:outlineLvl w:val="3"/>
    </w:pPr>
    <w:rPr>
      <w:bCs/>
    </w:rPr>
  </w:style>
  <w:style w:type="paragraph" w:styleId="Cmsor5">
    <w:name w:val="heading 5"/>
    <w:basedOn w:val="Norml"/>
    <w:link w:val="Cmsor5Char"/>
    <w:uiPriority w:val="99"/>
    <w:qFormat/>
    <w:rsid w:val="0047760E"/>
    <w:pPr>
      <w:numPr>
        <w:ilvl w:val="4"/>
        <w:numId w:val="3"/>
      </w:numPr>
      <w:outlineLvl w:val="4"/>
    </w:pPr>
    <w:rPr>
      <w:bCs/>
      <w:iCs/>
    </w:rPr>
  </w:style>
  <w:style w:type="paragraph" w:styleId="Cmsor6">
    <w:name w:val="heading 6"/>
    <w:basedOn w:val="Norml"/>
    <w:link w:val="Cmsor6Char"/>
    <w:uiPriority w:val="99"/>
    <w:qFormat/>
    <w:rsid w:val="000B6D44"/>
    <w:pPr>
      <w:jc w:val="left"/>
      <w:outlineLvl w:val="5"/>
    </w:pPr>
    <w:rPr>
      <w:bCs/>
    </w:rPr>
  </w:style>
  <w:style w:type="paragraph" w:styleId="Cmsor7">
    <w:name w:val="heading 7"/>
    <w:basedOn w:val="Norml"/>
    <w:next w:val="Norml"/>
    <w:link w:val="Cmsor7Char"/>
    <w:uiPriority w:val="99"/>
    <w:qFormat/>
    <w:rsid w:val="000B6D44"/>
    <w:pPr>
      <w:spacing w:before="240" w:after="60"/>
      <w:jc w:val="left"/>
      <w:outlineLvl w:val="6"/>
    </w:pPr>
    <w:rPr>
      <w:szCs w:val="24"/>
    </w:rPr>
  </w:style>
  <w:style w:type="paragraph" w:styleId="Cmsor8">
    <w:name w:val="heading 8"/>
    <w:basedOn w:val="Norml"/>
    <w:next w:val="Norml"/>
    <w:link w:val="Cmsor8Char"/>
    <w:uiPriority w:val="99"/>
    <w:qFormat/>
    <w:rsid w:val="000B6D44"/>
    <w:pPr>
      <w:spacing w:before="240" w:after="60"/>
      <w:jc w:val="left"/>
      <w:outlineLvl w:val="7"/>
    </w:pPr>
    <w:rPr>
      <w:iCs/>
      <w:szCs w:val="24"/>
    </w:rPr>
  </w:style>
  <w:style w:type="paragraph" w:styleId="Cmsor9">
    <w:name w:val="heading 9"/>
    <w:basedOn w:val="Norml"/>
    <w:next w:val="Norml"/>
    <w:link w:val="Cmsor9Char"/>
    <w:uiPriority w:val="99"/>
    <w:qFormat/>
    <w:rsid w:val="000B6D44"/>
    <w:pPr>
      <w:spacing w:before="240" w:after="60"/>
      <w:jc w:val="left"/>
      <w:outlineLvl w:val="8"/>
    </w:pPr>
    <w:rPr>
      <w:rFonts w:cs="Ari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liesstext">
    <w:name w:val="Fliesstext"/>
    <w:basedOn w:val="Norml"/>
    <w:uiPriority w:val="99"/>
    <w:rsid w:val="000B6D44"/>
    <w:pPr>
      <w:ind w:left="851"/>
    </w:pPr>
    <w:rPr>
      <w:snapToGrid w:val="0"/>
      <w:lang w:val="hu-HU"/>
    </w:rPr>
  </w:style>
  <w:style w:type="paragraph" w:customStyle="1" w:styleId="Felsorolas1">
    <w:name w:val="Felsorolas 1"/>
    <w:basedOn w:val="Norml"/>
    <w:uiPriority w:val="99"/>
    <w:rsid w:val="000B6D44"/>
    <w:pPr>
      <w:numPr>
        <w:numId w:val="1"/>
      </w:numPr>
      <w:spacing w:before="0"/>
    </w:pPr>
  </w:style>
  <w:style w:type="paragraph" w:customStyle="1" w:styleId="Felsorolas2">
    <w:name w:val="Felsorolas 2"/>
    <w:basedOn w:val="Norml"/>
    <w:uiPriority w:val="99"/>
    <w:rsid w:val="000B6D44"/>
    <w:pPr>
      <w:numPr>
        <w:numId w:val="2"/>
      </w:numPr>
      <w:spacing w:before="0"/>
    </w:pPr>
  </w:style>
  <w:style w:type="paragraph" w:customStyle="1" w:styleId="Mellekletek">
    <w:name w:val="Mellekletek"/>
    <w:basedOn w:val="Norml"/>
    <w:uiPriority w:val="99"/>
    <w:rsid w:val="000B6D44"/>
    <w:pPr>
      <w:tabs>
        <w:tab w:val="left" w:pos="1134"/>
      </w:tabs>
      <w:spacing w:before="0" w:after="0"/>
    </w:pPr>
  </w:style>
  <w:style w:type="paragraph" w:customStyle="1" w:styleId="Alairas">
    <w:name w:val="Alairas"/>
    <w:basedOn w:val="Norml"/>
    <w:uiPriority w:val="99"/>
    <w:rsid w:val="000B6D44"/>
    <w:pPr>
      <w:spacing w:before="0" w:after="0"/>
      <w:jc w:val="center"/>
    </w:pPr>
  </w:style>
  <w:style w:type="paragraph" w:styleId="brajegyzk">
    <w:name w:val="table of figures"/>
    <w:basedOn w:val="Norml"/>
    <w:next w:val="Norml"/>
    <w:uiPriority w:val="99"/>
    <w:semiHidden/>
    <w:rsid w:val="000B6D44"/>
    <w:pPr>
      <w:ind w:left="440" w:hanging="440"/>
    </w:pPr>
  </w:style>
  <w:style w:type="paragraph" w:styleId="TJ1">
    <w:name w:val="toc 1"/>
    <w:basedOn w:val="Norml"/>
    <w:next w:val="Norml"/>
    <w:autoRedefine/>
    <w:uiPriority w:val="39"/>
    <w:rsid w:val="000B6D44"/>
    <w:pPr>
      <w:tabs>
        <w:tab w:val="left" w:pos="440"/>
        <w:tab w:val="right" w:leader="dot" w:pos="9060"/>
      </w:tabs>
    </w:pPr>
    <w:rPr>
      <w:b/>
      <w:noProof/>
    </w:rPr>
  </w:style>
  <w:style w:type="paragraph" w:styleId="TJ2">
    <w:name w:val="toc 2"/>
    <w:basedOn w:val="Norml"/>
    <w:next w:val="Norml"/>
    <w:autoRedefine/>
    <w:uiPriority w:val="39"/>
    <w:rsid w:val="000B6D44"/>
    <w:pPr>
      <w:tabs>
        <w:tab w:val="left" w:pos="990"/>
        <w:tab w:val="right" w:leader="dot" w:pos="9060"/>
      </w:tabs>
      <w:ind w:left="440"/>
    </w:pPr>
    <w:rPr>
      <w:noProof/>
    </w:rPr>
  </w:style>
  <w:style w:type="paragraph" w:styleId="TJ3">
    <w:name w:val="toc 3"/>
    <w:basedOn w:val="Norml"/>
    <w:next w:val="Norml"/>
    <w:autoRedefine/>
    <w:uiPriority w:val="39"/>
    <w:rsid w:val="000B6D44"/>
    <w:pPr>
      <w:tabs>
        <w:tab w:val="right" w:leader="dot" w:pos="9060"/>
      </w:tabs>
      <w:ind w:left="1650" w:hanging="660"/>
    </w:pPr>
    <w:rPr>
      <w:noProof/>
    </w:rPr>
  </w:style>
  <w:style w:type="paragraph" w:styleId="TJ4">
    <w:name w:val="toc 4"/>
    <w:basedOn w:val="Norml"/>
    <w:next w:val="Norml"/>
    <w:autoRedefine/>
    <w:uiPriority w:val="39"/>
    <w:rsid w:val="000B6D44"/>
    <w:pPr>
      <w:tabs>
        <w:tab w:val="left" w:pos="2420"/>
        <w:tab w:val="right" w:leader="dot" w:pos="9060"/>
      </w:tabs>
      <w:ind w:left="2420" w:hanging="770"/>
    </w:pPr>
    <w:rPr>
      <w:noProof/>
    </w:rPr>
  </w:style>
  <w:style w:type="paragraph" w:styleId="TJ5">
    <w:name w:val="toc 5"/>
    <w:basedOn w:val="Norml"/>
    <w:next w:val="Norml"/>
    <w:autoRedefine/>
    <w:uiPriority w:val="39"/>
    <w:rsid w:val="000B6D44"/>
    <w:pPr>
      <w:ind w:left="880"/>
    </w:pPr>
  </w:style>
  <w:style w:type="paragraph" w:styleId="TJ6">
    <w:name w:val="toc 6"/>
    <w:basedOn w:val="Norml"/>
    <w:next w:val="Norml"/>
    <w:autoRedefine/>
    <w:uiPriority w:val="39"/>
    <w:rsid w:val="000B6D44"/>
    <w:pPr>
      <w:ind w:left="1100"/>
    </w:pPr>
  </w:style>
  <w:style w:type="paragraph" w:styleId="TJ7">
    <w:name w:val="toc 7"/>
    <w:basedOn w:val="Norml"/>
    <w:next w:val="Norml"/>
    <w:autoRedefine/>
    <w:uiPriority w:val="39"/>
    <w:rsid w:val="000B6D44"/>
    <w:pPr>
      <w:ind w:left="1320"/>
    </w:pPr>
  </w:style>
  <w:style w:type="paragraph" w:styleId="TJ8">
    <w:name w:val="toc 8"/>
    <w:basedOn w:val="Norml"/>
    <w:next w:val="Norml"/>
    <w:autoRedefine/>
    <w:uiPriority w:val="39"/>
    <w:rsid w:val="000B6D44"/>
    <w:pPr>
      <w:ind w:left="1540"/>
    </w:pPr>
  </w:style>
  <w:style w:type="paragraph" w:styleId="TJ9">
    <w:name w:val="toc 9"/>
    <w:basedOn w:val="Norml"/>
    <w:next w:val="Norml"/>
    <w:autoRedefine/>
    <w:uiPriority w:val="39"/>
    <w:rsid w:val="000B6D44"/>
    <w:pPr>
      <w:ind w:left="1760"/>
    </w:pPr>
  </w:style>
  <w:style w:type="paragraph" w:styleId="Lbjegyzetszveg">
    <w:name w:val="footnote text"/>
    <w:basedOn w:val="Norml"/>
    <w:link w:val="LbjegyzetszvegChar"/>
    <w:uiPriority w:val="99"/>
    <w:semiHidden/>
    <w:rsid w:val="000B6D44"/>
    <w:pPr>
      <w:spacing w:line="240" w:lineRule="auto"/>
      <w:ind w:left="284" w:hanging="284"/>
    </w:pPr>
    <w:rPr>
      <w:sz w:val="18"/>
    </w:rPr>
  </w:style>
  <w:style w:type="character" w:styleId="Lbjegyzet-hivatkozs">
    <w:name w:val="footnote reference"/>
    <w:basedOn w:val="Bekezdsalapbettpusa"/>
    <w:uiPriority w:val="99"/>
    <w:rsid w:val="000B6D44"/>
    <w:rPr>
      <w:vertAlign w:val="superscript"/>
    </w:rPr>
  </w:style>
  <w:style w:type="paragraph" w:styleId="Dokumentumtrkp">
    <w:name w:val="Document Map"/>
    <w:basedOn w:val="Norml"/>
    <w:link w:val="DokumentumtrkpChar"/>
    <w:uiPriority w:val="99"/>
    <w:semiHidden/>
    <w:rsid w:val="000B6D44"/>
    <w:pPr>
      <w:shd w:val="clear" w:color="auto" w:fill="000080"/>
    </w:pPr>
    <w:rPr>
      <w:rFonts w:ascii="Tahoma" w:hAnsi="Tahoma" w:cs="Tahoma"/>
    </w:rPr>
  </w:style>
  <w:style w:type="paragraph" w:styleId="Vgjegyzetszvege">
    <w:name w:val="endnote text"/>
    <w:basedOn w:val="Norml"/>
    <w:link w:val="VgjegyzetszvegeChar"/>
    <w:uiPriority w:val="99"/>
    <w:semiHidden/>
    <w:rsid w:val="000B6D44"/>
    <w:rPr>
      <w:sz w:val="20"/>
    </w:rPr>
  </w:style>
  <w:style w:type="paragraph" w:styleId="Trgymutat1">
    <w:name w:val="index 1"/>
    <w:basedOn w:val="Norml"/>
    <w:next w:val="Norml"/>
    <w:autoRedefine/>
    <w:uiPriority w:val="99"/>
    <w:semiHidden/>
    <w:rsid w:val="000B6D44"/>
    <w:pPr>
      <w:ind w:left="220" w:hanging="220"/>
    </w:pPr>
  </w:style>
  <w:style w:type="paragraph" w:styleId="Trgymutat2">
    <w:name w:val="index 2"/>
    <w:basedOn w:val="Norml"/>
    <w:next w:val="Norml"/>
    <w:autoRedefine/>
    <w:uiPriority w:val="99"/>
    <w:semiHidden/>
    <w:rsid w:val="000B6D44"/>
    <w:pPr>
      <w:ind w:left="440" w:hanging="220"/>
    </w:pPr>
  </w:style>
  <w:style w:type="paragraph" w:styleId="Trgymutat3">
    <w:name w:val="index 3"/>
    <w:basedOn w:val="Norml"/>
    <w:next w:val="Norml"/>
    <w:autoRedefine/>
    <w:uiPriority w:val="99"/>
    <w:semiHidden/>
    <w:rsid w:val="000B6D44"/>
    <w:pPr>
      <w:ind w:left="660" w:hanging="220"/>
    </w:pPr>
  </w:style>
  <w:style w:type="paragraph" w:styleId="Trgymutat4">
    <w:name w:val="index 4"/>
    <w:basedOn w:val="Norml"/>
    <w:next w:val="Norml"/>
    <w:autoRedefine/>
    <w:uiPriority w:val="99"/>
    <w:semiHidden/>
    <w:rsid w:val="000B6D44"/>
    <w:pPr>
      <w:ind w:left="880" w:hanging="220"/>
    </w:pPr>
  </w:style>
  <w:style w:type="paragraph" w:styleId="Trgymutat5">
    <w:name w:val="index 5"/>
    <w:basedOn w:val="Norml"/>
    <w:next w:val="Norml"/>
    <w:autoRedefine/>
    <w:uiPriority w:val="99"/>
    <w:semiHidden/>
    <w:rsid w:val="000B6D44"/>
    <w:pPr>
      <w:ind w:left="1100" w:hanging="220"/>
    </w:pPr>
  </w:style>
  <w:style w:type="paragraph" w:styleId="Trgymutat6">
    <w:name w:val="index 6"/>
    <w:basedOn w:val="Norml"/>
    <w:next w:val="Norml"/>
    <w:autoRedefine/>
    <w:uiPriority w:val="99"/>
    <w:semiHidden/>
    <w:rsid w:val="000B6D44"/>
    <w:pPr>
      <w:ind w:left="1320" w:hanging="220"/>
    </w:pPr>
  </w:style>
  <w:style w:type="paragraph" w:styleId="Trgymutat7">
    <w:name w:val="index 7"/>
    <w:basedOn w:val="Norml"/>
    <w:next w:val="Norml"/>
    <w:autoRedefine/>
    <w:uiPriority w:val="99"/>
    <w:semiHidden/>
    <w:rsid w:val="000B6D44"/>
    <w:pPr>
      <w:ind w:left="1540" w:hanging="220"/>
    </w:pPr>
  </w:style>
  <w:style w:type="paragraph" w:styleId="Trgymutat8">
    <w:name w:val="index 8"/>
    <w:basedOn w:val="Norml"/>
    <w:next w:val="Norml"/>
    <w:autoRedefine/>
    <w:uiPriority w:val="99"/>
    <w:semiHidden/>
    <w:rsid w:val="000B6D44"/>
    <w:pPr>
      <w:ind w:left="1760" w:hanging="220"/>
    </w:pPr>
  </w:style>
  <w:style w:type="paragraph" w:styleId="Trgymutat9">
    <w:name w:val="index 9"/>
    <w:basedOn w:val="Norml"/>
    <w:next w:val="Norml"/>
    <w:autoRedefine/>
    <w:uiPriority w:val="99"/>
    <w:semiHidden/>
    <w:rsid w:val="000B6D44"/>
    <w:pPr>
      <w:ind w:left="1980" w:hanging="220"/>
    </w:pPr>
  </w:style>
  <w:style w:type="paragraph" w:styleId="Trgymutatcm">
    <w:name w:val="index heading"/>
    <w:basedOn w:val="Norml"/>
    <w:next w:val="Trgymutat1"/>
    <w:uiPriority w:val="99"/>
    <w:semiHidden/>
    <w:rsid w:val="000B6D44"/>
    <w:rPr>
      <w:rFonts w:cs="Arial"/>
      <w:b/>
      <w:bCs/>
    </w:rPr>
  </w:style>
  <w:style w:type="paragraph" w:styleId="Jegyzetszveg">
    <w:name w:val="annotation text"/>
    <w:basedOn w:val="Norml"/>
    <w:link w:val="JegyzetszvegChar"/>
    <w:uiPriority w:val="99"/>
    <w:semiHidden/>
    <w:rsid w:val="000B6D44"/>
    <w:rPr>
      <w:sz w:val="20"/>
    </w:rPr>
  </w:style>
  <w:style w:type="paragraph" w:styleId="Makrszvege">
    <w:name w:val="macro"/>
    <w:link w:val="MakrszvegeChar"/>
    <w:uiPriority w:val="99"/>
    <w:semiHidden/>
    <w:rsid w:val="000B6D4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0" w:lineRule="atLeast"/>
      <w:jc w:val="both"/>
    </w:pPr>
    <w:rPr>
      <w:rFonts w:ascii="Courier New" w:hAnsi="Courier New" w:cs="Courier New"/>
      <w:lang w:val="de-AT" w:eastAsia="de-DE"/>
    </w:rPr>
  </w:style>
  <w:style w:type="paragraph" w:styleId="Hivatkozsjegyzk">
    <w:name w:val="table of authorities"/>
    <w:basedOn w:val="Norml"/>
    <w:next w:val="Norml"/>
    <w:uiPriority w:val="99"/>
    <w:semiHidden/>
    <w:rsid w:val="000B6D44"/>
    <w:pPr>
      <w:ind w:left="220" w:hanging="220"/>
    </w:pPr>
  </w:style>
  <w:style w:type="paragraph" w:styleId="Hivatkozsjegyzk-fej">
    <w:name w:val="toa heading"/>
    <w:basedOn w:val="Norml"/>
    <w:next w:val="Norml"/>
    <w:uiPriority w:val="99"/>
    <w:semiHidden/>
    <w:rsid w:val="000B6D44"/>
    <w:pPr>
      <w:spacing w:before="120"/>
    </w:pPr>
    <w:rPr>
      <w:rFonts w:cs="Arial"/>
      <w:b/>
      <w:bCs/>
      <w:sz w:val="24"/>
      <w:szCs w:val="24"/>
    </w:rPr>
  </w:style>
  <w:style w:type="paragraph" w:customStyle="1" w:styleId="Tervezet">
    <w:name w:val="Tervezet"/>
    <w:basedOn w:val="Norml"/>
    <w:next w:val="Norml"/>
    <w:uiPriority w:val="99"/>
    <w:rsid w:val="000B6D44"/>
    <w:pPr>
      <w:spacing w:before="0" w:after="0" w:line="240" w:lineRule="auto"/>
      <w:jc w:val="right"/>
    </w:pPr>
    <w:rPr>
      <w:b/>
      <w:bCs/>
      <w:sz w:val="18"/>
      <w:szCs w:val="18"/>
    </w:rPr>
  </w:style>
  <w:style w:type="paragraph" w:styleId="Cm">
    <w:name w:val="Title"/>
    <w:basedOn w:val="Norml"/>
    <w:link w:val="CmChar"/>
    <w:uiPriority w:val="99"/>
    <w:qFormat/>
    <w:rsid w:val="00EB2E57"/>
    <w:pPr>
      <w:spacing w:before="1200" w:after="1560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Tervezetnormal">
    <w:name w:val="Tervezet normal"/>
    <w:basedOn w:val="Norml"/>
    <w:uiPriority w:val="99"/>
    <w:rsid w:val="000B6D44"/>
    <w:pPr>
      <w:spacing w:before="0" w:after="0" w:line="240" w:lineRule="auto"/>
      <w:jc w:val="right"/>
    </w:pPr>
    <w:rPr>
      <w:color w:val="000000"/>
      <w:sz w:val="18"/>
      <w:szCs w:val="18"/>
    </w:rPr>
  </w:style>
  <w:style w:type="paragraph" w:customStyle="1" w:styleId="Behuzott-Norml">
    <w:name w:val="Behuzott-Normál"/>
    <w:basedOn w:val="Norml"/>
    <w:uiPriority w:val="99"/>
    <w:rsid w:val="00B55656"/>
    <w:pPr>
      <w:ind w:left="851"/>
    </w:pPr>
  </w:style>
  <w:style w:type="paragraph" w:customStyle="1" w:styleId="Szcg">
    <w:name w:val="Sz_cég"/>
    <w:basedOn w:val="Norml"/>
    <w:next w:val="Norml"/>
    <w:uiPriority w:val="99"/>
    <w:rsid w:val="00254EEB"/>
    <w:pPr>
      <w:spacing w:before="60" w:after="60"/>
      <w:jc w:val="left"/>
    </w:pPr>
    <w:rPr>
      <w:b/>
    </w:rPr>
  </w:style>
  <w:style w:type="paragraph" w:customStyle="1" w:styleId="Szadatok">
    <w:name w:val="Sz_adatok"/>
    <w:basedOn w:val="Norml"/>
    <w:next w:val="Norml"/>
    <w:uiPriority w:val="99"/>
    <w:rsid w:val="00254EEB"/>
    <w:pPr>
      <w:spacing w:before="60" w:after="60"/>
      <w:jc w:val="left"/>
    </w:pPr>
  </w:style>
  <w:style w:type="paragraph" w:customStyle="1" w:styleId="Forditas">
    <w:name w:val="Forditas"/>
    <w:basedOn w:val="Norml"/>
    <w:next w:val="Norml"/>
    <w:uiPriority w:val="99"/>
    <w:rsid w:val="00DD10C4"/>
    <w:pPr>
      <w:spacing w:before="0"/>
      <w:ind w:left="851"/>
    </w:pPr>
    <w:rPr>
      <w:sz w:val="18"/>
    </w:rPr>
  </w:style>
  <w:style w:type="paragraph" w:styleId="llb">
    <w:name w:val="footer"/>
    <w:basedOn w:val="Norml"/>
    <w:link w:val="llbChar"/>
    <w:uiPriority w:val="99"/>
    <w:rsid w:val="008A09A8"/>
    <w:pPr>
      <w:tabs>
        <w:tab w:val="center" w:pos="4536"/>
        <w:tab w:val="right" w:pos="9072"/>
      </w:tabs>
    </w:pPr>
  </w:style>
  <w:style w:type="paragraph" w:styleId="lfej">
    <w:name w:val="header"/>
    <w:basedOn w:val="Norml"/>
    <w:link w:val="lfejChar"/>
    <w:uiPriority w:val="99"/>
    <w:rsid w:val="008A09A8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BB1CC7"/>
    <w:pPr>
      <w:spacing w:before="140" w:after="140" w:line="28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sorJ1">
    <w:name w:val="Címsor J 1"/>
    <w:basedOn w:val="Norml"/>
    <w:next w:val="Norml"/>
    <w:uiPriority w:val="99"/>
    <w:rsid w:val="001160BE"/>
    <w:pPr>
      <w:keepNext/>
      <w:numPr>
        <w:numId w:val="4"/>
      </w:numPr>
      <w:spacing w:before="240"/>
      <w:jc w:val="left"/>
    </w:pPr>
    <w:rPr>
      <w:b/>
    </w:rPr>
  </w:style>
  <w:style w:type="paragraph" w:customStyle="1" w:styleId="CmsorJ2">
    <w:name w:val="Címsor J 2"/>
    <w:basedOn w:val="Norml"/>
    <w:next w:val="Norml"/>
    <w:uiPriority w:val="99"/>
    <w:rsid w:val="001160BE"/>
    <w:pPr>
      <w:numPr>
        <w:ilvl w:val="1"/>
        <w:numId w:val="4"/>
      </w:numPr>
    </w:pPr>
  </w:style>
  <w:style w:type="paragraph" w:customStyle="1" w:styleId="CmsorJ3">
    <w:name w:val="Címsor J 3"/>
    <w:basedOn w:val="Norml"/>
    <w:next w:val="Norml"/>
    <w:uiPriority w:val="99"/>
    <w:rsid w:val="001160BE"/>
    <w:pPr>
      <w:numPr>
        <w:ilvl w:val="2"/>
        <w:numId w:val="4"/>
      </w:numPr>
    </w:pPr>
  </w:style>
  <w:style w:type="paragraph" w:customStyle="1" w:styleId="CmsorJ4">
    <w:name w:val="Címsor J 4"/>
    <w:basedOn w:val="Norml"/>
    <w:next w:val="Norml"/>
    <w:uiPriority w:val="99"/>
    <w:rsid w:val="001160BE"/>
    <w:pPr>
      <w:numPr>
        <w:ilvl w:val="3"/>
        <w:numId w:val="4"/>
      </w:numPr>
    </w:pPr>
  </w:style>
  <w:style w:type="paragraph" w:customStyle="1" w:styleId="CmsorJ5">
    <w:name w:val="Címsor J 5"/>
    <w:basedOn w:val="Norml"/>
    <w:next w:val="Norml"/>
    <w:uiPriority w:val="99"/>
    <w:rsid w:val="00C8331B"/>
    <w:pPr>
      <w:numPr>
        <w:ilvl w:val="4"/>
        <w:numId w:val="4"/>
      </w:numPr>
    </w:pPr>
  </w:style>
  <w:style w:type="character" w:customStyle="1" w:styleId="llbChar">
    <w:name w:val="Élőláb Char"/>
    <w:basedOn w:val="Bekezdsalapbettpusa"/>
    <w:link w:val="llb"/>
    <w:uiPriority w:val="99"/>
    <w:rsid w:val="006B66D1"/>
    <w:rPr>
      <w:rFonts w:ascii="Cambria" w:hAnsi="Cambria"/>
      <w:sz w:val="22"/>
      <w:szCs w:val="22"/>
      <w:lang w:val="de-AT" w:eastAsia="de-DE"/>
    </w:rPr>
  </w:style>
  <w:style w:type="paragraph" w:styleId="Listaszerbekezds">
    <w:name w:val="List Paragraph"/>
    <w:basedOn w:val="Norml"/>
    <w:uiPriority w:val="99"/>
    <w:qFormat/>
    <w:rsid w:val="00230B93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lang w:val="en-US" w:eastAsia="en-US"/>
    </w:rPr>
  </w:style>
  <w:style w:type="paragraph" w:styleId="Buborkszveg">
    <w:name w:val="Balloon Text"/>
    <w:basedOn w:val="Norml"/>
    <w:link w:val="BuborkszvegChar"/>
    <w:uiPriority w:val="99"/>
    <w:rsid w:val="00AF66B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AF66B4"/>
    <w:rPr>
      <w:rFonts w:ascii="Tahoma" w:hAnsi="Tahoma" w:cs="Tahoma"/>
      <w:sz w:val="16"/>
      <w:szCs w:val="16"/>
      <w:lang w:val="de-AT" w:eastAsia="de-DE"/>
    </w:rPr>
  </w:style>
  <w:style w:type="character" w:customStyle="1" w:styleId="apple-style-span">
    <w:name w:val="apple-style-span"/>
    <w:basedOn w:val="Bekezdsalapbettpusa"/>
    <w:uiPriority w:val="99"/>
    <w:rsid w:val="00CA41DE"/>
  </w:style>
  <w:style w:type="paragraph" w:customStyle="1" w:styleId="BodyTableCellVF">
    <w:name w:val="Body Table Cell VF"/>
    <w:uiPriority w:val="99"/>
    <w:qFormat/>
    <w:rsid w:val="00FB0407"/>
    <w:pPr>
      <w:numPr>
        <w:numId w:val="5"/>
      </w:numPr>
      <w:spacing w:before="60" w:after="60" w:line="288" w:lineRule="auto"/>
      <w:jc w:val="both"/>
    </w:pPr>
    <w:rPr>
      <w:rFonts w:eastAsia="Calibri"/>
      <w:kern w:val="20"/>
      <w:sz w:val="22"/>
      <w:szCs w:val="24"/>
      <w:lang w:val="en-US" w:eastAsia="en-US"/>
    </w:rPr>
  </w:style>
  <w:style w:type="paragraph" w:customStyle="1" w:styleId="LevelTableCell1VF">
    <w:name w:val="Level Table Cell 1 VF"/>
    <w:uiPriority w:val="99"/>
    <w:qFormat/>
    <w:rsid w:val="00FB0407"/>
    <w:pPr>
      <w:numPr>
        <w:ilvl w:val="1"/>
        <w:numId w:val="5"/>
      </w:numPr>
      <w:spacing w:after="140" w:line="288" w:lineRule="auto"/>
      <w:ind w:hanging="720"/>
      <w:jc w:val="both"/>
      <w:outlineLvl w:val="5"/>
    </w:pPr>
    <w:rPr>
      <w:rFonts w:eastAsia="Calibri"/>
      <w:sz w:val="22"/>
      <w:szCs w:val="24"/>
      <w:lang w:val="en-US" w:eastAsia="en-US"/>
    </w:rPr>
  </w:style>
  <w:style w:type="paragraph" w:customStyle="1" w:styleId="LevelTableCell2VF">
    <w:name w:val="Level Table Cell 2 VF"/>
    <w:basedOn w:val="LevelTableCell1VF"/>
    <w:uiPriority w:val="99"/>
    <w:rsid w:val="00AE2323"/>
    <w:pPr>
      <w:numPr>
        <w:ilvl w:val="2"/>
      </w:numPr>
    </w:pPr>
  </w:style>
  <w:style w:type="numbering" w:customStyle="1" w:styleId="NumberinglisttableVF">
    <w:name w:val="Numbering list table VF"/>
    <w:rsid w:val="00AE2323"/>
    <w:pPr>
      <w:numPr>
        <w:numId w:val="5"/>
      </w:numPr>
    </w:pPr>
  </w:style>
  <w:style w:type="paragraph" w:customStyle="1" w:styleId="Level1VF">
    <w:name w:val="Level 1 VF"/>
    <w:basedOn w:val="Norml"/>
    <w:next w:val="Norml"/>
    <w:uiPriority w:val="99"/>
    <w:rsid w:val="00D759A9"/>
    <w:pPr>
      <w:numPr>
        <w:numId w:val="6"/>
      </w:numPr>
      <w:spacing w:before="240" w:after="180" w:line="288" w:lineRule="auto"/>
    </w:pPr>
    <w:rPr>
      <w:rFonts w:ascii="Times New Roman Bold" w:hAnsi="Times New Roman Bold"/>
      <w:b/>
      <w:smallCaps/>
      <w:sz w:val="25"/>
      <w:szCs w:val="24"/>
      <w:lang w:val="en-US" w:eastAsia="en-US"/>
    </w:rPr>
  </w:style>
  <w:style w:type="paragraph" w:customStyle="1" w:styleId="Level2VF">
    <w:name w:val="Level 2 VF"/>
    <w:basedOn w:val="Norml"/>
    <w:next w:val="Norml"/>
    <w:link w:val="Level2VFChar"/>
    <w:uiPriority w:val="99"/>
    <w:rsid w:val="00FB0407"/>
    <w:pPr>
      <w:numPr>
        <w:ilvl w:val="1"/>
        <w:numId w:val="6"/>
      </w:numPr>
      <w:spacing w:before="0" w:after="180" w:line="288" w:lineRule="auto"/>
    </w:pPr>
    <w:rPr>
      <w:rFonts w:ascii="Calibri" w:hAnsi="Calibri"/>
      <w:b/>
      <w:szCs w:val="24"/>
      <w:lang w:val="en-US" w:eastAsia="en-US"/>
    </w:rPr>
  </w:style>
  <w:style w:type="character" w:customStyle="1" w:styleId="Level3VFChar">
    <w:name w:val="Level 3 VF Char"/>
    <w:link w:val="Level3VF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3VF">
    <w:name w:val="Level 3 VF"/>
    <w:basedOn w:val="Norml"/>
    <w:next w:val="Norml"/>
    <w:link w:val="Level3VFChar"/>
    <w:uiPriority w:val="99"/>
    <w:rsid w:val="00FB0407"/>
    <w:pPr>
      <w:numPr>
        <w:ilvl w:val="2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4VF">
    <w:name w:val="Level 4 VF"/>
    <w:basedOn w:val="Norml"/>
    <w:uiPriority w:val="99"/>
    <w:rsid w:val="00D759A9"/>
    <w:pPr>
      <w:numPr>
        <w:ilvl w:val="3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5VF">
    <w:name w:val="Level 5 VF"/>
    <w:basedOn w:val="Norml"/>
    <w:uiPriority w:val="99"/>
    <w:rsid w:val="00D759A9"/>
    <w:pPr>
      <w:numPr>
        <w:ilvl w:val="4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6VF">
    <w:name w:val="Level 6 VF"/>
    <w:basedOn w:val="Norml"/>
    <w:uiPriority w:val="99"/>
    <w:rsid w:val="00D759A9"/>
    <w:pPr>
      <w:numPr>
        <w:ilvl w:val="5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numbering" w:customStyle="1" w:styleId="ListStyleLevelVF">
    <w:name w:val="List Style Level VF"/>
    <w:rsid w:val="00D759A9"/>
    <w:pPr>
      <w:numPr>
        <w:numId w:val="6"/>
      </w:numPr>
    </w:pPr>
  </w:style>
  <w:style w:type="character" w:customStyle="1" w:styleId="Level2VFnoboldChar">
    <w:name w:val="Level 2 VF (no bold) Char"/>
    <w:link w:val="Level2VFnobold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2VFnobold">
    <w:name w:val="Level 2 VF (no bold)"/>
    <w:basedOn w:val="Level2VF"/>
    <w:link w:val="Level2VFnoboldChar"/>
    <w:uiPriority w:val="99"/>
    <w:rsid w:val="00FB0407"/>
    <w:pPr>
      <w:numPr>
        <w:numId w:val="2"/>
      </w:numPr>
    </w:pPr>
    <w:rPr>
      <w:b w:val="0"/>
    </w:rPr>
  </w:style>
  <w:style w:type="paragraph" w:customStyle="1" w:styleId="Level2VFNoBold0">
    <w:name w:val="Level 2 VF (No Bold)"/>
    <w:basedOn w:val="Level2VF"/>
    <w:uiPriority w:val="99"/>
    <w:rsid w:val="00FB0407"/>
    <w:pPr>
      <w:numPr>
        <w:ilvl w:val="0"/>
        <w:numId w:val="0"/>
      </w:numPr>
      <w:tabs>
        <w:tab w:val="num" w:pos="1440"/>
      </w:tabs>
      <w:spacing w:after="140"/>
      <w:ind w:left="1440" w:hanging="360"/>
      <w:outlineLvl w:val="1"/>
    </w:pPr>
    <w:rPr>
      <w:b w:val="0"/>
      <w:szCs w:val="22"/>
    </w:rPr>
  </w:style>
  <w:style w:type="character" w:customStyle="1" w:styleId="Level2VFChar">
    <w:name w:val="Level 2 VF Char"/>
    <w:link w:val="Level2VF"/>
    <w:uiPriority w:val="99"/>
    <w:locked/>
    <w:rsid w:val="009717FE"/>
    <w:rPr>
      <w:rFonts w:ascii="Calibri" w:hAnsi="Calibri"/>
      <w:b/>
      <w:sz w:val="22"/>
      <w:szCs w:val="24"/>
      <w:lang w:val="en-US" w:eastAsia="en-US"/>
    </w:rPr>
  </w:style>
  <w:style w:type="paragraph" w:customStyle="1" w:styleId="Body2VF">
    <w:name w:val="Body 2 VF"/>
    <w:basedOn w:val="Norml"/>
    <w:link w:val="Body2VFChar"/>
    <w:uiPriority w:val="99"/>
    <w:rsid w:val="00FB0407"/>
    <w:pPr>
      <w:spacing w:before="0" w:after="180" w:line="288" w:lineRule="auto"/>
      <w:ind w:left="720"/>
    </w:pPr>
    <w:rPr>
      <w:rFonts w:ascii="Calibri" w:hAnsi="Calibri"/>
      <w:szCs w:val="24"/>
      <w:lang w:val="en-US" w:eastAsia="en-US"/>
    </w:rPr>
  </w:style>
  <w:style w:type="character" w:customStyle="1" w:styleId="Body2VFChar">
    <w:name w:val="Body 2 VF Char"/>
    <w:link w:val="Body2VF"/>
    <w:uiPriority w:val="99"/>
    <w:locked/>
    <w:rsid w:val="00720E0A"/>
    <w:rPr>
      <w:rFonts w:ascii="Calibri" w:hAnsi="Calibri"/>
      <w:sz w:val="22"/>
      <w:szCs w:val="24"/>
      <w:lang w:val="en-US" w:eastAsia="en-US"/>
    </w:rPr>
  </w:style>
  <w:style w:type="character" w:customStyle="1" w:styleId="Body0VFChar">
    <w:name w:val="Body 0 VF Char"/>
    <w:link w:val="Body0VF"/>
    <w:uiPriority w:val="99"/>
    <w:locked/>
    <w:rsid w:val="00F820EC"/>
    <w:rPr>
      <w:szCs w:val="24"/>
      <w:lang w:val="en-US"/>
    </w:rPr>
  </w:style>
  <w:style w:type="paragraph" w:customStyle="1" w:styleId="Body0VF">
    <w:name w:val="Body 0 VF"/>
    <w:link w:val="Body0VFChar"/>
    <w:uiPriority w:val="99"/>
    <w:rsid w:val="00F820EC"/>
    <w:pPr>
      <w:spacing w:after="180" w:line="288" w:lineRule="auto"/>
      <w:jc w:val="both"/>
    </w:pPr>
    <w:rPr>
      <w:szCs w:val="24"/>
      <w:lang w:val="en-US"/>
    </w:rPr>
  </w:style>
  <w:style w:type="paragraph" w:customStyle="1" w:styleId="Parties">
    <w:name w:val="Parties"/>
    <w:basedOn w:val="Body0VF"/>
    <w:uiPriority w:val="99"/>
    <w:rsid w:val="00F820EC"/>
    <w:pPr>
      <w:numPr>
        <w:numId w:val="7"/>
      </w:numPr>
      <w:tabs>
        <w:tab w:val="clear" w:pos="720"/>
        <w:tab w:val="num" w:pos="360"/>
        <w:tab w:val="num" w:pos="851"/>
      </w:tabs>
      <w:ind w:left="0" w:firstLine="0"/>
    </w:pPr>
  </w:style>
  <w:style w:type="character" w:customStyle="1" w:styleId="apple-converted-space">
    <w:name w:val="apple-converted-space"/>
    <w:basedOn w:val="Bekezdsalapbettpusa"/>
    <w:uiPriority w:val="99"/>
    <w:rsid w:val="007E7E60"/>
  </w:style>
  <w:style w:type="character" w:styleId="Jegyzethivatkozs">
    <w:name w:val="annotation reference"/>
    <w:basedOn w:val="Bekezdsalapbettpusa"/>
    <w:uiPriority w:val="99"/>
    <w:unhideWhenUsed/>
    <w:rsid w:val="00FB0407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36B4"/>
    <w:rPr>
      <w:rFonts w:ascii="Cambria" w:hAnsi="Cambria"/>
      <w:szCs w:val="22"/>
      <w:lang w:val="de-AT" w:eastAsia="de-D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7F36B4"/>
    <w:pPr>
      <w:spacing w:line="240" w:lineRule="auto"/>
    </w:pPr>
    <w:rPr>
      <w:b/>
      <w:bCs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rsid w:val="007F36B4"/>
    <w:rPr>
      <w:rFonts w:ascii="Cambria" w:hAnsi="Cambria"/>
      <w:b/>
      <w:bCs/>
      <w:szCs w:val="22"/>
      <w:lang w:val="de-AT" w:eastAsia="de-DE"/>
    </w:rPr>
  </w:style>
  <w:style w:type="paragraph" w:styleId="Vltozat">
    <w:name w:val="Revision"/>
    <w:hidden/>
    <w:uiPriority w:val="99"/>
    <w:semiHidden/>
    <w:rsid w:val="007F36B4"/>
    <w:rPr>
      <w:rFonts w:ascii="Cambria" w:hAnsi="Cambria"/>
      <w:sz w:val="22"/>
      <w:szCs w:val="22"/>
      <w:lang w:val="de-AT" w:eastAsia="de-DE"/>
    </w:rPr>
  </w:style>
  <w:style w:type="paragraph" w:customStyle="1" w:styleId="PARA-1">
    <w:name w:val="PARA-1"/>
    <w:basedOn w:val="Norml"/>
    <w:uiPriority w:val="99"/>
    <w:rsid w:val="00461ACF"/>
    <w:pPr>
      <w:numPr>
        <w:numId w:val="8"/>
      </w:numPr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paragraph" w:customStyle="1" w:styleId="PARA-2">
    <w:name w:val="PARA-2"/>
    <w:basedOn w:val="Norml"/>
    <w:uiPriority w:val="99"/>
    <w:rsid w:val="005A3F54"/>
    <w:pPr>
      <w:numPr>
        <w:ilvl w:val="1"/>
        <w:numId w:val="9"/>
      </w:numPr>
      <w:tabs>
        <w:tab w:val="clear" w:pos="360"/>
        <w:tab w:val="num" w:pos="720"/>
      </w:tabs>
      <w:spacing w:before="0" w:after="240" w:line="240" w:lineRule="auto"/>
      <w:ind w:left="720" w:hanging="720"/>
    </w:pPr>
    <w:rPr>
      <w:rFonts w:ascii="Arial" w:hAnsi="Arial" w:cs="Arial"/>
      <w:sz w:val="20"/>
      <w:szCs w:val="20"/>
      <w:lang w:val="en-GB" w:eastAsia="en-US"/>
    </w:rPr>
  </w:style>
  <w:style w:type="paragraph" w:customStyle="1" w:styleId="PARA-a">
    <w:name w:val="PARA-(a)"/>
    <w:basedOn w:val="Norml"/>
    <w:uiPriority w:val="99"/>
    <w:rsid w:val="005A3F54"/>
    <w:pPr>
      <w:numPr>
        <w:ilvl w:val="2"/>
        <w:numId w:val="9"/>
      </w:numPr>
      <w:tabs>
        <w:tab w:val="clear" w:pos="720"/>
        <w:tab w:val="num" w:pos="1440"/>
      </w:tabs>
      <w:spacing w:before="0" w:after="0" w:line="240" w:lineRule="auto"/>
      <w:ind w:left="1440"/>
    </w:pPr>
    <w:rPr>
      <w:rFonts w:ascii="Arial" w:hAnsi="Arial"/>
      <w:sz w:val="20"/>
      <w:szCs w:val="24"/>
      <w:lang w:val="en-GB" w:eastAsia="en-US"/>
    </w:rPr>
  </w:style>
  <w:style w:type="paragraph" w:customStyle="1" w:styleId="PARA-i">
    <w:name w:val="PARA-(i)"/>
    <w:basedOn w:val="Norml"/>
    <w:uiPriority w:val="99"/>
    <w:rsid w:val="005A3F54"/>
    <w:pPr>
      <w:numPr>
        <w:ilvl w:val="3"/>
        <w:numId w:val="9"/>
      </w:numPr>
      <w:spacing w:before="0" w:after="0" w:line="240" w:lineRule="auto"/>
    </w:pPr>
    <w:rPr>
      <w:rFonts w:ascii="Arial" w:hAnsi="Arial"/>
      <w:sz w:val="20"/>
      <w:szCs w:val="24"/>
      <w:lang w:val="en-GB" w:eastAsia="en-US"/>
    </w:rPr>
  </w:style>
  <w:style w:type="paragraph" w:styleId="Tartalomjegyzkcmsora">
    <w:name w:val="TOC Heading"/>
    <w:basedOn w:val="Cmsor1"/>
    <w:next w:val="Norml"/>
    <w:uiPriority w:val="99"/>
    <w:unhideWhenUsed/>
    <w:qFormat/>
    <w:rsid w:val="00FB0407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FB0407"/>
    <w:rPr>
      <w:color w:val="0000FF" w:themeColor="hyperlink"/>
      <w:u w:val="single"/>
    </w:rPr>
  </w:style>
  <w:style w:type="character" w:customStyle="1" w:styleId="lfejChar">
    <w:name w:val="Élőfej Char"/>
    <w:basedOn w:val="Bekezdsalapbettpusa"/>
    <w:link w:val="lfej"/>
    <w:uiPriority w:val="99"/>
    <w:rsid w:val="00D37A20"/>
    <w:rPr>
      <w:rFonts w:ascii="Cambria" w:hAnsi="Cambria"/>
      <w:sz w:val="22"/>
      <w:szCs w:val="22"/>
      <w:lang w:val="de-AT" w:eastAsia="de-DE"/>
    </w:rPr>
  </w:style>
  <w:style w:type="paragraph" w:customStyle="1" w:styleId="Norml1">
    <w:name w:val="Normál1"/>
    <w:basedOn w:val="Norml"/>
    <w:uiPriority w:val="99"/>
    <w:rsid w:val="00486A84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hu-HU" w:eastAsia="hu-HU"/>
    </w:rPr>
  </w:style>
  <w:style w:type="character" w:customStyle="1" w:styleId="SzvegtrzsChar">
    <w:name w:val="Szövegtörzs Char"/>
    <w:aliases w:val="b Char"/>
    <w:basedOn w:val="Bekezdsalapbettpusa"/>
    <w:link w:val="Szvegtrzs"/>
    <w:uiPriority w:val="99"/>
    <w:locked/>
    <w:rsid w:val="003A18F2"/>
    <w:rPr>
      <w:rFonts w:ascii="Arial" w:hAnsi="Arial"/>
      <w:szCs w:val="24"/>
      <w:lang w:val="en-GB" w:eastAsia="en-GB"/>
    </w:rPr>
  </w:style>
  <w:style w:type="paragraph" w:styleId="Szvegtrzs">
    <w:name w:val="Body Text"/>
    <w:aliases w:val="b"/>
    <w:basedOn w:val="Norml"/>
    <w:link w:val="SzvegtrzsChar"/>
    <w:uiPriority w:val="99"/>
    <w:unhideWhenUsed/>
    <w:qFormat/>
    <w:rsid w:val="00FB0407"/>
    <w:pPr>
      <w:spacing w:before="0" w:after="0" w:line="240" w:lineRule="auto"/>
    </w:pPr>
    <w:rPr>
      <w:rFonts w:ascii="Arial" w:hAnsi="Arial"/>
      <w:sz w:val="20"/>
      <w:szCs w:val="24"/>
      <w:lang w:val="en-GB" w:eastAsia="en-GB"/>
    </w:rPr>
  </w:style>
  <w:style w:type="character" w:customStyle="1" w:styleId="SzvegtrzsChar1">
    <w:name w:val="Szövegtörzs Char1"/>
    <w:basedOn w:val="Bekezdsalapbettpusa"/>
    <w:uiPriority w:val="99"/>
    <w:rsid w:val="003A18F2"/>
    <w:rPr>
      <w:rFonts w:ascii="Cambria" w:hAnsi="Cambria"/>
      <w:sz w:val="22"/>
      <w:szCs w:val="22"/>
      <w:lang w:val="de-AT" w:eastAsia="de-DE"/>
    </w:rPr>
  </w:style>
  <w:style w:type="paragraph" w:customStyle="1" w:styleId="HEAD-ART">
    <w:name w:val="HEAD-ART"/>
    <w:basedOn w:val="Norml"/>
    <w:uiPriority w:val="99"/>
    <w:rsid w:val="003A18F2"/>
    <w:pPr>
      <w:keepNext/>
      <w:spacing w:before="240" w:after="0" w:line="240" w:lineRule="auto"/>
      <w:jc w:val="center"/>
    </w:pPr>
    <w:rPr>
      <w:rFonts w:ascii="Arial" w:hAnsi="Arial"/>
      <w:b/>
      <w:sz w:val="20"/>
      <w:szCs w:val="20"/>
      <w:lang w:val="en-US" w:eastAsia="en-US"/>
    </w:rPr>
  </w:style>
  <w:style w:type="paragraph" w:customStyle="1" w:styleId="PARA">
    <w:name w:val="PARA"/>
    <w:basedOn w:val="Norml"/>
    <w:uiPriority w:val="99"/>
    <w:rsid w:val="003A18F2"/>
    <w:pPr>
      <w:spacing w:before="0" w:after="240" w:line="240" w:lineRule="auto"/>
    </w:pPr>
    <w:rPr>
      <w:rFonts w:ascii="Arial" w:hAnsi="Arial"/>
      <w:szCs w:val="20"/>
      <w:lang w:val="en-US" w:eastAsia="en-US"/>
    </w:rPr>
  </w:style>
  <w:style w:type="paragraph" w:customStyle="1" w:styleId="PARA-a0">
    <w:name w:val="PARA-a"/>
    <w:basedOn w:val="Norml"/>
    <w:uiPriority w:val="99"/>
    <w:rsid w:val="003A18F2"/>
    <w:pPr>
      <w:numPr>
        <w:numId w:val="10"/>
      </w:numPr>
      <w:tabs>
        <w:tab w:val="left" w:pos="2138"/>
      </w:tabs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character" w:customStyle="1" w:styleId="DeltaViewInsertion">
    <w:name w:val="DeltaView Insertion"/>
    <w:uiPriority w:val="99"/>
    <w:rsid w:val="003A18F2"/>
    <w:rPr>
      <w:b/>
      <w:bCs/>
      <w:color w:val="0000FF"/>
      <w:spacing w:val="0"/>
      <w:u w:val="double"/>
    </w:rPr>
  </w:style>
  <w:style w:type="paragraph" w:customStyle="1" w:styleId="TableText">
    <w:name w:val="Table Text"/>
    <w:basedOn w:val="Norml"/>
    <w:uiPriority w:val="99"/>
    <w:qFormat/>
    <w:rsid w:val="00FB0407"/>
    <w:pPr>
      <w:suppressAutoHyphens/>
      <w:spacing w:before="0" w:after="0" w:line="240" w:lineRule="auto"/>
      <w:jc w:val="left"/>
    </w:pPr>
    <w:rPr>
      <w:rFonts w:ascii="HelveticaNeueLT Pro 55 Roman" w:hAnsi="HelveticaNeueLT Pro 55 Roman"/>
      <w:sz w:val="18"/>
      <w:szCs w:val="20"/>
      <w:lang w:val="en-GB" w:eastAsia="ar-SA"/>
    </w:rPr>
  </w:style>
  <w:style w:type="character" w:customStyle="1" w:styleId="Cmsor1Char">
    <w:name w:val="Címsor 1 Char"/>
    <w:basedOn w:val="Bekezdsalapbettpusa"/>
    <w:link w:val="Cmsor1"/>
    <w:uiPriority w:val="99"/>
    <w:locked/>
    <w:rsid w:val="0009709D"/>
    <w:rPr>
      <w:rFonts w:ascii="Cambria" w:hAnsi="Cambria"/>
      <w:b/>
      <w:sz w:val="22"/>
      <w:szCs w:val="22"/>
      <w:lang w:val="de-AT" w:eastAsia="de-DE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09709D"/>
    <w:rPr>
      <w:rFonts w:ascii="Cambria" w:hAnsi="Cambria"/>
      <w:sz w:val="22"/>
      <w:szCs w:val="22"/>
      <w:lang w:val="de-AT" w:eastAsia="de-DE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09709D"/>
    <w:rPr>
      <w:rFonts w:ascii="Cambria" w:hAnsi="Cambria" w:cs="Arial"/>
      <w:bCs/>
      <w:sz w:val="22"/>
      <w:szCs w:val="26"/>
      <w:lang w:val="de-AT" w:eastAsia="de-DE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09709D"/>
    <w:rPr>
      <w:rFonts w:ascii="Cambria" w:hAnsi="Cambria"/>
      <w:bCs/>
      <w:iCs/>
      <w:sz w:val="22"/>
      <w:szCs w:val="22"/>
      <w:lang w:val="de-AT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09709D"/>
    <w:rPr>
      <w:rFonts w:ascii="Cambria" w:hAnsi="Cambria"/>
      <w:sz w:val="22"/>
      <w:szCs w:val="24"/>
      <w:lang w:val="de-AT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09709D"/>
    <w:rPr>
      <w:rFonts w:ascii="Cambria" w:hAnsi="Cambria"/>
      <w:iCs/>
      <w:sz w:val="22"/>
      <w:szCs w:val="24"/>
      <w:lang w:val="de-AT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09709D"/>
    <w:rPr>
      <w:rFonts w:ascii="Cambria" w:hAnsi="Cambria" w:cs="Arial"/>
      <w:sz w:val="22"/>
      <w:szCs w:val="22"/>
      <w:lang w:val="de-AT" w:eastAsia="de-DE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09709D"/>
    <w:rPr>
      <w:rFonts w:ascii="Cambria" w:hAnsi="Cambria"/>
      <w:sz w:val="18"/>
      <w:szCs w:val="22"/>
      <w:lang w:val="de-AT" w:eastAsia="de-DE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09709D"/>
    <w:rPr>
      <w:rFonts w:ascii="Tahoma" w:hAnsi="Tahoma" w:cs="Tahoma"/>
      <w:sz w:val="22"/>
      <w:szCs w:val="22"/>
      <w:shd w:val="clear" w:color="auto" w:fill="000080"/>
      <w:lang w:val="de-AT" w:eastAsia="de-DE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09709D"/>
    <w:rPr>
      <w:rFonts w:ascii="Cambria" w:hAnsi="Cambria"/>
      <w:szCs w:val="22"/>
      <w:lang w:val="de-AT" w:eastAsia="de-DE"/>
    </w:rPr>
  </w:style>
  <w:style w:type="character" w:customStyle="1" w:styleId="MakrszvegeChar">
    <w:name w:val="Makró szövege Char"/>
    <w:basedOn w:val="Bekezdsalapbettpusa"/>
    <w:link w:val="Makrszvege"/>
    <w:uiPriority w:val="99"/>
    <w:semiHidden/>
    <w:locked/>
    <w:rsid w:val="0009709D"/>
    <w:rPr>
      <w:rFonts w:ascii="Courier New" w:hAnsi="Courier New" w:cs="Courier New"/>
      <w:lang w:val="de-AT" w:eastAsia="de-DE"/>
    </w:rPr>
  </w:style>
  <w:style w:type="character" w:customStyle="1" w:styleId="CmChar">
    <w:name w:val="Cím Char"/>
    <w:basedOn w:val="Bekezdsalapbettpusa"/>
    <w:link w:val="Cm"/>
    <w:uiPriority w:val="99"/>
    <w:locked/>
    <w:rsid w:val="0009709D"/>
    <w:rPr>
      <w:rFonts w:ascii="Cambria" w:hAnsi="Cambria" w:cs="Arial"/>
      <w:b/>
      <w:bCs/>
      <w:caps/>
      <w:spacing w:val="40"/>
      <w:kern w:val="28"/>
      <w:sz w:val="32"/>
      <w:szCs w:val="32"/>
      <w:lang w:val="de-AT" w:eastAsia="de-DE"/>
    </w:rPr>
  </w:style>
  <w:style w:type="paragraph" w:styleId="Szvegtrzs2">
    <w:name w:val="Body Text 2"/>
    <w:basedOn w:val="Norml"/>
    <w:link w:val="Szvegtrzs2Char"/>
    <w:rsid w:val="00A67C0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A67C01"/>
    <w:rPr>
      <w:rFonts w:ascii="Cambria" w:hAnsi="Cambria"/>
      <w:sz w:val="22"/>
      <w:szCs w:val="22"/>
      <w:lang w:val="de-AT" w:eastAsia="de-DE"/>
    </w:rPr>
  </w:style>
  <w:style w:type="paragraph" w:styleId="Szvegtrzsbehzssal">
    <w:name w:val="Body Text Indent"/>
    <w:basedOn w:val="Norml"/>
    <w:link w:val="SzvegtrzsbehzssalChar"/>
    <w:rsid w:val="009472AD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9472AD"/>
    <w:rPr>
      <w:rFonts w:ascii="Cambria" w:hAnsi="Cambria"/>
      <w:sz w:val="22"/>
      <w:szCs w:val="22"/>
      <w:lang w:val="de-AT" w:eastAsia="de-DE"/>
    </w:rPr>
  </w:style>
  <w:style w:type="paragraph" w:customStyle="1" w:styleId="smb">
    <w:name w:val="smb"/>
    <w:basedOn w:val="Norml"/>
    <w:uiPriority w:val="99"/>
    <w:rsid w:val="00B45CEC"/>
    <w:pPr>
      <w:spacing w:before="100" w:beforeAutospacing="1" w:after="100" w:afterAutospacing="1" w:line="240" w:lineRule="auto"/>
      <w:jc w:val="left"/>
    </w:pPr>
    <w:rPr>
      <w:rFonts w:ascii="Arial Unicode MS" w:hAnsi="Arial Unicode MS" w:cs="Arial Unicode MS"/>
      <w:sz w:val="24"/>
      <w:szCs w:val="24"/>
      <w:lang w:val="en-US" w:eastAsia="en-US"/>
    </w:rPr>
  </w:style>
  <w:style w:type="paragraph" w:styleId="Szvegtrzsbehzssal2">
    <w:name w:val="Body Text Indent 2"/>
    <w:basedOn w:val="Norml"/>
    <w:link w:val="Szvegtrzsbehzssal2Char"/>
    <w:rsid w:val="007A72C9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7A72C9"/>
    <w:rPr>
      <w:rFonts w:ascii="Cambria" w:hAnsi="Cambria"/>
      <w:sz w:val="22"/>
      <w:szCs w:val="22"/>
      <w:lang w:val="de-AT" w:eastAsia="de-DE"/>
    </w:rPr>
  </w:style>
  <w:style w:type="paragraph" w:customStyle="1" w:styleId="Level1">
    <w:name w:val="Level 1"/>
    <w:basedOn w:val="Norml"/>
    <w:next w:val="Norml"/>
    <w:uiPriority w:val="99"/>
    <w:rsid w:val="009537F2"/>
    <w:pPr>
      <w:keepNext/>
      <w:tabs>
        <w:tab w:val="num" w:pos="680"/>
      </w:tabs>
      <w:spacing w:line="288" w:lineRule="auto"/>
      <w:ind w:left="680" w:hanging="680"/>
      <w:outlineLvl w:val="0"/>
    </w:pPr>
    <w:rPr>
      <w:rFonts w:ascii="Arial" w:hAnsi="Arial"/>
      <w:b/>
      <w:kern w:val="20"/>
      <w:szCs w:val="20"/>
      <w:lang w:val="hu-HU" w:eastAsia="en-US"/>
    </w:rPr>
  </w:style>
  <w:style w:type="paragraph" w:customStyle="1" w:styleId="alpha2">
    <w:name w:val="alpha 2"/>
    <w:basedOn w:val="Norml"/>
    <w:rsid w:val="00BD3489"/>
    <w:pPr>
      <w:tabs>
        <w:tab w:val="num" w:pos="1361"/>
      </w:tabs>
      <w:spacing w:before="0" w:line="288" w:lineRule="auto"/>
      <w:ind w:left="1361" w:hanging="681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3">
    <w:name w:val="Level 3"/>
    <w:basedOn w:val="Norml"/>
    <w:rsid w:val="00F56132"/>
    <w:pPr>
      <w:tabs>
        <w:tab w:val="num" w:pos="1361"/>
      </w:tabs>
      <w:spacing w:before="0" w:line="288" w:lineRule="auto"/>
      <w:ind w:left="1361" w:hanging="681"/>
      <w:outlineLvl w:val="2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Body1">
    <w:name w:val="Body 1"/>
    <w:basedOn w:val="Norml"/>
    <w:rsid w:val="00787ADF"/>
    <w:pPr>
      <w:tabs>
        <w:tab w:val="left" w:pos="680"/>
      </w:tabs>
      <w:spacing w:before="0" w:line="288" w:lineRule="auto"/>
      <w:ind w:left="680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2">
    <w:name w:val="Level 2"/>
    <w:basedOn w:val="Norml"/>
    <w:uiPriority w:val="99"/>
    <w:rsid w:val="00787ADF"/>
    <w:pPr>
      <w:tabs>
        <w:tab w:val="num" w:pos="680"/>
      </w:tabs>
      <w:spacing w:before="0" w:line="288" w:lineRule="auto"/>
      <w:ind w:left="680" w:hanging="680"/>
      <w:outlineLvl w:val="1"/>
    </w:pPr>
    <w:rPr>
      <w:rFonts w:ascii="Arial" w:hAnsi="Arial"/>
      <w:b/>
      <w:bCs/>
      <w:kern w:val="20"/>
      <w:sz w:val="20"/>
      <w:szCs w:val="20"/>
      <w:lang w:val="hu-HU" w:eastAsia="en-US"/>
    </w:rPr>
  </w:style>
  <w:style w:type="character" w:customStyle="1" w:styleId="st">
    <w:name w:val="st"/>
    <w:basedOn w:val="Bekezdsalapbettpusa"/>
    <w:rsid w:val="002B7650"/>
  </w:style>
  <w:style w:type="paragraph" w:customStyle="1" w:styleId="Level4">
    <w:name w:val="Level 4"/>
    <w:basedOn w:val="Norml"/>
    <w:rsid w:val="005C6FBD"/>
    <w:pPr>
      <w:tabs>
        <w:tab w:val="num" w:pos="2041"/>
      </w:tabs>
      <w:spacing w:before="0" w:line="288" w:lineRule="auto"/>
      <w:ind w:left="2041" w:hanging="680"/>
      <w:outlineLvl w:val="3"/>
    </w:pPr>
    <w:rPr>
      <w:rFonts w:ascii="Arial" w:hAnsi="Arial" w:cs="Arial"/>
      <w:kern w:val="20"/>
      <w:sz w:val="20"/>
      <w:szCs w:val="20"/>
      <w:lang w:val="hu-HU" w:eastAsia="en-US"/>
    </w:rPr>
  </w:style>
  <w:style w:type="paragraph" w:customStyle="1" w:styleId="Body2">
    <w:name w:val="Body 2"/>
    <w:basedOn w:val="Norml"/>
    <w:rsid w:val="00412793"/>
    <w:pPr>
      <w:tabs>
        <w:tab w:val="left" w:pos="680"/>
      </w:tabs>
      <w:spacing w:before="0" w:line="288" w:lineRule="auto"/>
      <w:ind w:left="680"/>
    </w:pPr>
    <w:rPr>
      <w:rFonts w:ascii="Arial" w:hAnsi="Arial" w:cs="Arial"/>
      <w:kern w:val="20"/>
      <w:sz w:val="20"/>
      <w:szCs w:val="20"/>
      <w:lang w:val="hu-HU" w:eastAsia="en-US"/>
    </w:rPr>
  </w:style>
  <w:style w:type="character" w:styleId="Kiemels">
    <w:name w:val="Emphasis"/>
    <w:basedOn w:val="Bekezdsalapbettpusa"/>
    <w:uiPriority w:val="20"/>
    <w:qFormat/>
    <w:rsid w:val="00431DEB"/>
    <w:rPr>
      <w:i/>
      <w:iCs/>
    </w:rPr>
  </w:style>
  <w:style w:type="paragraph" w:styleId="Alcm">
    <w:name w:val="Subtitle"/>
    <w:basedOn w:val="Norml"/>
    <w:next w:val="Norml"/>
    <w:link w:val="AlcmChar"/>
    <w:qFormat/>
    <w:rsid w:val="00BA75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rsid w:val="00BA75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A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0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3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1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2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3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89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99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8289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407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99098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01538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3020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7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85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9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1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626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74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07245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415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493973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83028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17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0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5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783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034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7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winword\vorlagen\SZUI_Szerzodes_hasabos_HD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2D511-F892-4160-8005-C08DF5F78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SZUI_Szerzodes_hasabos_HD</Template>
  <TotalTime>2</TotalTime>
  <Pages>1</Pages>
  <Words>301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Entwurf</vt:lpstr>
    </vt:vector>
  </TitlesOfParts>
  <Company>Schönherr Rechtsanwälte OEG</Company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eros.gabor</dc:creator>
  <cp:lastModifiedBy>Szűcsné Molnár Beáta</cp:lastModifiedBy>
  <cp:revision>11</cp:revision>
  <cp:lastPrinted>2017-08-09T14:31:00Z</cp:lastPrinted>
  <dcterms:created xsi:type="dcterms:W3CDTF">2023-04-24T06:34:00Z</dcterms:created>
  <dcterms:modified xsi:type="dcterms:W3CDTF">2025-01-10T06:47:00Z</dcterms:modified>
</cp:coreProperties>
</file>